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189AD" w14:textId="232C64B8" w:rsidR="00C2620F" w:rsidRPr="008C43FF" w:rsidRDefault="00C2620F" w:rsidP="00C2620F">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t>Seite 1/</w:t>
      </w:r>
      <w:r w:rsidR="003D680F">
        <w:rPr>
          <w:rFonts w:ascii="Arial" w:hAnsi="Arial" w:cs="Arial"/>
          <w:sz w:val="20"/>
          <w:szCs w:val="20"/>
        </w:rPr>
        <w:t>4</w:t>
      </w:r>
    </w:p>
    <w:p w14:paraId="65F4CE7B" w14:textId="76D78DB0" w:rsidR="00760300" w:rsidRDefault="00901F2E" w:rsidP="00CF7ADC">
      <w:pPr>
        <w:spacing w:after="240" w:line="240" w:lineRule="auto"/>
        <w:ind w:left="68"/>
        <w:rPr>
          <w:rFonts w:ascii="Arial" w:hAnsi="Arial" w:cs="Arial"/>
          <w:b/>
          <w:bCs/>
          <w:sz w:val="24"/>
          <w:szCs w:val="24"/>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735127A7" wp14:editId="245C50A0">
                <wp:simplePos x="0" y="0"/>
                <wp:positionH relativeFrom="column">
                  <wp:posOffset>5229225</wp:posOffset>
                </wp:positionH>
                <wp:positionV relativeFrom="page">
                  <wp:posOffset>3037205</wp:posOffset>
                </wp:positionV>
                <wp:extent cx="1397000" cy="228600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000000"/>
                              </a:solidFill>
                              <a:miter lim="800000"/>
                              <a:headEnd/>
                              <a:tailEnd/>
                            </a14:hiddenLine>
                          </a:ext>
                        </a:extLst>
                      </wps:spPr>
                      <wps:txb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hyperlink r:id="rId11" w:history="1">
                              <w:r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127A7" id="_x0000_t202" coordsize="21600,21600" o:spt="202" path="m,l,21600r21600,l21600,xe">
                <v:stroke joinstyle="miter"/>
                <v:path gradientshapeok="t" o:connecttype="rect"/>
              </v:shapetype>
              <v:shape id="Textfeld 1" o:spid="_x0000_s1026" type="#_x0000_t202" style="position:absolute;left:0;text-align:left;margin-left:411.75pt;margin-top:239.1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" filled="f" stroked="f">
                <v:textbo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hyperlink r:id="rId12" w:history="1">
                        <w:r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v:textbox>
                <w10:wrap anchory="page"/>
              </v:shape>
            </w:pict>
          </mc:Fallback>
        </mc:AlternateContent>
      </w:r>
      <w:r w:rsidR="0A5014CB" w:rsidRPr="3E34D3CB">
        <w:rPr>
          <w:rFonts w:ascii="Arial" w:hAnsi="Arial" w:cs="Arial"/>
          <w:b/>
          <w:bCs/>
          <w:sz w:val="24"/>
          <w:szCs w:val="24"/>
        </w:rPr>
        <w:t xml:space="preserve">Familiengeführt, digital, zukunftsfähig </w:t>
      </w:r>
      <w:r w:rsidR="57F937C8" w:rsidRPr="3E34D3CB">
        <w:rPr>
          <w:rFonts w:ascii="Arial" w:hAnsi="Arial" w:cs="Arial"/>
          <w:b/>
          <w:bCs/>
          <w:sz w:val="24"/>
          <w:szCs w:val="24"/>
        </w:rPr>
        <w:t>–</w:t>
      </w:r>
      <w:r w:rsidR="0A5014CB" w:rsidRPr="3E34D3CB">
        <w:rPr>
          <w:rFonts w:ascii="Arial" w:hAnsi="Arial" w:cs="Arial"/>
          <w:b/>
          <w:bCs/>
          <w:sz w:val="24"/>
          <w:szCs w:val="24"/>
        </w:rPr>
        <w:t xml:space="preserve"> </w:t>
      </w:r>
      <w:r w:rsidR="00760300">
        <w:rPr>
          <w:rFonts w:ascii="Arial" w:hAnsi="Arial" w:cs="Arial"/>
          <w:b/>
          <w:bCs/>
          <w:sz w:val="24"/>
          <w:szCs w:val="24"/>
        </w:rPr>
        <w:t>so gelingt der</w:t>
      </w:r>
      <w:r w:rsidR="00BC3084" w:rsidRPr="3E34D3CB">
        <w:rPr>
          <w:rFonts w:ascii="Arial" w:hAnsi="Arial" w:cs="Arial"/>
          <w:b/>
          <w:bCs/>
          <w:sz w:val="24"/>
          <w:szCs w:val="24"/>
        </w:rPr>
        <w:t xml:space="preserve"> Wand</w:t>
      </w:r>
      <w:r w:rsidR="6BD92346" w:rsidRPr="3E34D3CB">
        <w:rPr>
          <w:rFonts w:ascii="Arial" w:hAnsi="Arial" w:cs="Arial"/>
          <w:b/>
          <w:bCs/>
          <w:sz w:val="24"/>
          <w:szCs w:val="24"/>
        </w:rPr>
        <w:t>e</w:t>
      </w:r>
      <w:r w:rsidR="00BC3084" w:rsidRPr="3E34D3CB">
        <w:rPr>
          <w:rFonts w:ascii="Arial" w:hAnsi="Arial" w:cs="Arial"/>
          <w:b/>
          <w:bCs/>
          <w:sz w:val="24"/>
          <w:szCs w:val="24"/>
        </w:rPr>
        <w:t>l</w:t>
      </w:r>
      <w:r w:rsidR="00760300">
        <w:rPr>
          <w:rFonts w:ascii="Arial" w:hAnsi="Arial" w:cs="Arial"/>
          <w:b/>
          <w:bCs/>
          <w:sz w:val="24"/>
          <w:szCs w:val="24"/>
        </w:rPr>
        <w:t xml:space="preserve"> </w:t>
      </w:r>
    </w:p>
    <w:p w14:paraId="4416CC23" w14:textId="5B1B4B7B" w:rsidR="00D3616E" w:rsidRPr="00513AB1" w:rsidRDefault="2B5363B8" w:rsidP="00D3616E">
      <w:pPr>
        <w:widowControl w:val="0"/>
        <w:spacing w:after="240" w:line="360" w:lineRule="atLeast"/>
        <w:ind w:left="70" w:right="1880"/>
        <w:jc w:val="both"/>
        <w:rPr>
          <w:rFonts w:ascii="Arial" w:hAnsi="Arial" w:cs="Arial"/>
          <w:b/>
          <w:bCs/>
          <w:sz w:val="20"/>
          <w:szCs w:val="20"/>
        </w:rPr>
      </w:pPr>
      <w:r w:rsidRPr="00513AB1">
        <w:rPr>
          <w:rFonts w:ascii="Arial" w:hAnsi="Arial" w:cs="Arial"/>
          <w:b/>
          <w:bCs/>
          <w:sz w:val="20"/>
          <w:szCs w:val="20"/>
        </w:rPr>
        <w:t>Ein Unternehmen, das sich mit mechanischer Sicherheit</w:t>
      </w:r>
      <w:r w:rsidR="19AA2663" w:rsidRPr="00513AB1">
        <w:rPr>
          <w:rFonts w:ascii="Arial" w:hAnsi="Arial" w:cs="Arial"/>
          <w:b/>
          <w:bCs/>
          <w:sz w:val="20"/>
          <w:szCs w:val="20"/>
        </w:rPr>
        <w:t xml:space="preserve"> wie Vorhangschlössern und Zylindern</w:t>
      </w:r>
      <w:r w:rsidRPr="00513AB1">
        <w:rPr>
          <w:rFonts w:ascii="Arial" w:hAnsi="Arial" w:cs="Arial"/>
          <w:b/>
          <w:bCs/>
          <w:sz w:val="20"/>
          <w:szCs w:val="20"/>
        </w:rPr>
        <w:t xml:space="preserve"> einen Namen gemacht hat, setzt </w:t>
      </w:r>
      <w:r w:rsidR="0E79D87F" w:rsidRPr="00513AB1">
        <w:rPr>
          <w:rFonts w:ascii="Arial" w:hAnsi="Arial" w:cs="Arial"/>
          <w:b/>
          <w:bCs/>
          <w:sz w:val="20"/>
          <w:szCs w:val="20"/>
        </w:rPr>
        <w:t xml:space="preserve">zunehmend </w:t>
      </w:r>
      <w:r w:rsidR="00D863C7" w:rsidRPr="00513AB1">
        <w:rPr>
          <w:rFonts w:ascii="Arial" w:hAnsi="Arial" w:cs="Arial"/>
          <w:b/>
          <w:bCs/>
          <w:sz w:val="20"/>
          <w:szCs w:val="20"/>
        </w:rPr>
        <w:t>auf Bluetooth</w:t>
      </w:r>
      <w:r w:rsidR="008504FB" w:rsidRPr="009A2339">
        <w:rPr>
          <w:rFonts w:ascii="Arial" w:hAnsi="Arial" w:cs="Arial"/>
          <w:sz w:val="20"/>
          <w:szCs w:val="20"/>
          <w:vertAlign w:val="superscript"/>
        </w:rPr>
        <w:t>®</w:t>
      </w:r>
      <w:r w:rsidR="00D863C7" w:rsidRPr="00513AB1">
        <w:rPr>
          <w:rFonts w:ascii="Arial" w:hAnsi="Arial" w:cs="Arial"/>
          <w:b/>
          <w:bCs/>
          <w:sz w:val="20"/>
          <w:szCs w:val="20"/>
        </w:rPr>
        <w:t xml:space="preserve">-Technologie </w:t>
      </w:r>
      <w:r w:rsidR="00363804" w:rsidRPr="00513AB1">
        <w:rPr>
          <w:rFonts w:ascii="Arial" w:hAnsi="Arial" w:cs="Arial"/>
          <w:b/>
          <w:bCs/>
          <w:sz w:val="20"/>
          <w:szCs w:val="20"/>
        </w:rPr>
        <w:t xml:space="preserve">und </w:t>
      </w:r>
      <w:r w:rsidR="1B21AE3D" w:rsidRPr="00513AB1">
        <w:rPr>
          <w:rFonts w:ascii="Arial" w:hAnsi="Arial" w:cs="Arial"/>
          <w:b/>
          <w:bCs/>
          <w:sz w:val="20"/>
          <w:szCs w:val="20"/>
        </w:rPr>
        <w:t xml:space="preserve">smarte </w:t>
      </w:r>
      <w:r w:rsidRPr="00513AB1">
        <w:rPr>
          <w:rFonts w:ascii="Arial" w:hAnsi="Arial" w:cs="Arial"/>
          <w:b/>
          <w:bCs/>
          <w:sz w:val="20"/>
          <w:szCs w:val="20"/>
        </w:rPr>
        <w:t>Bedienung</w:t>
      </w:r>
      <w:r w:rsidR="00363804" w:rsidRPr="00513AB1">
        <w:rPr>
          <w:rFonts w:ascii="Arial" w:hAnsi="Arial" w:cs="Arial"/>
          <w:b/>
          <w:bCs/>
          <w:sz w:val="20"/>
          <w:szCs w:val="20"/>
        </w:rPr>
        <w:t xml:space="preserve"> </w:t>
      </w:r>
      <w:r w:rsidR="008438CB" w:rsidRPr="00513AB1">
        <w:rPr>
          <w:rFonts w:ascii="Arial" w:hAnsi="Arial" w:cs="Arial"/>
          <w:b/>
          <w:bCs/>
          <w:sz w:val="20"/>
          <w:szCs w:val="20"/>
        </w:rPr>
        <w:t xml:space="preserve">via </w:t>
      </w:r>
      <w:r w:rsidR="00363804" w:rsidRPr="00513AB1">
        <w:rPr>
          <w:rFonts w:ascii="Arial" w:hAnsi="Arial" w:cs="Arial"/>
          <w:b/>
          <w:bCs/>
          <w:sz w:val="20"/>
          <w:szCs w:val="20"/>
        </w:rPr>
        <w:t>Fingerprint</w:t>
      </w:r>
      <w:r w:rsidR="5ECC144E" w:rsidRPr="00513AB1">
        <w:rPr>
          <w:rFonts w:ascii="Arial" w:hAnsi="Arial" w:cs="Arial"/>
          <w:b/>
          <w:bCs/>
          <w:sz w:val="20"/>
          <w:szCs w:val="20"/>
        </w:rPr>
        <w:t>:</w:t>
      </w:r>
      <w:r w:rsidR="05395891" w:rsidRPr="00513AB1">
        <w:rPr>
          <w:rFonts w:ascii="Arial" w:hAnsi="Arial" w:cs="Arial"/>
          <w:b/>
          <w:bCs/>
          <w:sz w:val="20"/>
          <w:szCs w:val="20"/>
        </w:rPr>
        <w:t xml:space="preserve"> Beim Sicherheitshersteller</w:t>
      </w:r>
      <w:r w:rsidR="11016DF3" w:rsidRPr="00513AB1">
        <w:rPr>
          <w:rFonts w:ascii="Arial" w:hAnsi="Arial" w:cs="Arial"/>
          <w:b/>
          <w:bCs/>
          <w:sz w:val="20"/>
          <w:szCs w:val="20"/>
        </w:rPr>
        <w:t xml:space="preserve"> ABUS können Türantriebe, </w:t>
      </w:r>
      <w:r w:rsidR="00AC34EC" w:rsidRPr="00513AB1">
        <w:rPr>
          <w:rFonts w:ascii="Arial" w:hAnsi="Arial" w:cs="Arial"/>
          <w:b/>
          <w:bCs/>
          <w:sz w:val="20"/>
          <w:szCs w:val="20"/>
        </w:rPr>
        <w:t>Vorhangschlösser</w:t>
      </w:r>
      <w:r w:rsidR="11016DF3" w:rsidRPr="00513AB1">
        <w:rPr>
          <w:rFonts w:ascii="Arial" w:hAnsi="Arial" w:cs="Arial"/>
          <w:b/>
          <w:bCs/>
          <w:sz w:val="20"/>
          <w:szCs w:val="20"/>
        </w:rPr>
        <w:t xml:space="preserve"> oder Fahrradschlösser inzwischen </w:t>
      </w:r>
      <w:r w:rsidR="008438CB" w:rsidRPr="00513AB1">
        <w:rPr>
          <w:rFonts w:ascii="Arial" w:hAnsi="Arial" w:cs="Arial"/>
          <w:b/>
          <w:bCs/>
          <w:sz w:val="20"/>
          <w:szCs w:val="20"/>
        </w:rPr>
        <w:t>über eine</w:t>
      </w:r>
      <w:r w:rsidR="11016DF3" w:rsidRPr="00513AB1">
        <w:rPr>
          <w:rFonts w:ascii="Arial" w:hAnsi="Arial" w:cs="Arial"/>
          <w:b/>
          <w:bCs/>
          <w:sz w:val="20"/>
          <w:szCs w:val="20"/>
        </w:rPr>
        <w:t xml:space="preserve"> App </w:t>
      </w:r>
      <w:r w:rsidR="076853E4" w:rsidRPr="00513AB1">
        <w:rPr>
          <w:rFonts w:ascii="Arial" w:hAnsi="Arial" w:cs="Arial"/>
          <w:b/>
          <w:bCs/>
          <w:sz w:val="20"/>
          <w:szCs w:val="20"/>
        </w:rPr>
        <w:t xml:space="preserve">gesteuert </w:t>
      </w:r>
      <w:r w:rsidR="11016DF3" w:rsidRPr="00513AB1">
        <w:rPr>
          <w:rFonts w:ascii="Arial" w:hAnsi="Arial" w:cs="Arial"/>
          <w:b/>
          <w:bCs/>
          <w:sz w:val="20"/>
          <w:szCs w:val="20"/>
        </w:rPr>
        <w:t xml:space="preserve">werden. </w:t>
      </w:r>
      <w:r w:rsidR="53E3239A" w:rsidRPr="00513AB1">
        <w:rPr>
          <w:rFonts w:ascii="Arial" w:hAnsi="Arial" w:cs="Arial"/>
          <w:b/>
          <w:bCs/>
          <w:sz w:val="20"/>
          <w:szCs w:val="20"/>
        </w:rPr>
        <w:t>Um die</w:t>
      </w:r>
      <w:r w:rsidR="00F53B12" w:rsidRPr="00513AB1">
        <w:rPr>
          <w:rFonts w:ascii="Arial" w:hAnsi="Arial" w:cs="Arial"/>
          <w:b/>
          <w:bCs/>
          <w:sz w:val="20"/>
          <w:szCs w:val="20"/>
        </w:rPr>
        <w:t xml:space="preserve"> dig</w:t>
      </w:r>
      <w:r w:rsidR="00A31B0D" w:rsidRPr="00513AB1">
        <w:rPr>
          <w:rFonts w:ascii="Arial" w:hAnsi="Arial" w:cs="Arial"/>
          <w:b/>
          <w:bCs/>
          <w:sz w:val="20"/>
          <w:szCs w:val="20"/>
        </w:rPr>
        <w:t>itale</w:t>
      </w:r>
      <w:r w:rsidR="53E3239A" w:rsidRPr="00513AB1">
        <w:rPr>
          <w:rFonts w:ascii="Arial" w:hAnsi="Arial" w:cs="Arial"/>
          <w:b/>
          <w:bCs/>
          <w:sz w:val="20"/>
          <w:szCs w:val="20"/>
        </w:rPr>
        <w:t xml:space="preserve"> Entwicklung </w:t>
      </w:r>
      <w:r w:rsidR="0025501C" w:rsidRPr="00513AB1">
        <w:rPr>
          <w:rFonts w:ascii="Arial" w:hAnsi="Arial" w:cs="Arial"/>
          <w:b/>
          <w:bCs/>
          <w:sz w:val="20"/>
          <w:szCs w:val="20"/>
        </w:rPr>
        <w:t xml:space="preserve">im Familienunternehmen </w:t>
      </w:r>
      <w:r w:rsidR="53E3239A" w:rsidRPr="00513AB1">
        <w:rPr>
          <w:rFonts w:ascii="Arial" w:hAnsi="Arial" w:cs="Arial"/>
          <w:b/>
          <w:bCs/>
          <w:sz w:val="20"/>
          <w:szCs w:val="20"/>
        </w:rPr>
        <w:t xml:space="preserve">voranzutreiben, gibt es seit </w:t>
      </w:r>
      <w:r w:rsidR="4DA585BB" w:rsidRPr="00513AB1">
        <w:rPr>
          <w:rFonts w:ascii="Arial" w:hAnsi="Arial" w:cs="Arial"/>
          <w:b/>
          <w:bCs/>
          <w:sz w:val="20"/>
          <w:szCs w:val="20"/>
        </w:rPr>
        <w:t>vier</w:t>
      </w:r>
      <w:r w:rsidR="53E3239A" w:rsidRPr="00513AB1">
        <w:rPr>
          <w:rFonts w:ascii="Arial" w:hAnsi="Arial" w:cs="Arial"/>
          <w:b/>
          <w:bCs/>
          <w:sz w:val="20"/>
          <w:szCs w:val="20"/>
        </w:rPr>
        <w:t xml:space="preserve"> Jahren eine eigene Abteilung</w:t>
      </w:r>
      <w:r w:rsidR="508BD06E" w:rsidRPr="00513AB1">
        <w:rPr>
          <w:rFonts w:ascii="Arial" w:hAnsi="Arial" w:cs="Arial"/>
          <w:b/>
          <w:bCs/>
          <w:sz w:val="20"/>
          <w:szCs w:val="20"/>
        </w:rPr>
        <w:t xml:space="preserve">, die </w:t>
      </w:r>
      <w:r w:rsidR="00610BBC" w:rsidRPr="00513AB1">
        <w:rPr>
          <w:rFonts w:ascii="Arial" w:hAnsi="Arial" w:cs="Arial"/>
          <w:b/>
          <w:bCs/>
          <w:sz w:val="20"/>
          <w:szCs w:val="20"/>
        </w:rPr>
        <w:t>„</w:t>
      </w:r>
      <w:r w:rsidR="53E3239A" w:rsidRPr="00513AB1">
        <w:rPr>
          <w:rFonts w:ascii="Arial" w:hAnsi="Arial" w:cs="Arial"/>
          <w:b/>
          <w:bCs/>
          <w:sz w:val="20"/>
          <w:szCs w:val="20"/>
        </w:rPr>
        <w:t>Digital Solutions &amp; Services</w:t>
      </w:r>
      <w:r w:rsidR="00610BBC" w:rsidRPr="00513AB1">
        <w:rPr>
          <w:rFonts w:ascii="Arial" w:hAnsi="Arial" w:cs="Arial"/>
          <w:b/>
          <w:bCs/>
          <w:sz w:val="20"/>
          <w:szCs w:val="20"/>
        </w:rPr>
        <w:t>“</w:t>
      </w:r>
      <w:r w:rsidR="3727091E" w:rsidRPr="00513AB1">
        <w:rPr>
          <w:rFonts w:ascii="Arial" w:hAnsi="Arial" w:cs="Arial"/>
          <w:b/>
          <w:bCs/>
          <w:sz w:val="20"/>
          <w:szCs w:val="20"/>
        </w:rPr>
        <w:t xml:space="preserve"> </w:t>
      </w:r>
      <w:r w:rsidR="00AF08F4" w:rsidRPr="00513AB1">
        <w:rPr>
          <w:rFonts w:ascii="Arial" w:hAnsi="Arial" w:cs="Arial"/>
          <w:b/>
          <w:bCs/>
          <w:sz w:val="20"/>
          <w:szCs w:val="20"/>
        </w:rPr>
        <w:t>heißt</w:t>
      </w:r>
      <w:r w:rsidR="53E3239A" w:rsidRPr="00513AB1">
        <w:rPr>
          <w:rFonts w:ascii="Arial" w:hAnsi="Arial" w:cs="Arial"/>
          <w:b/>
          <w:bCs/>
          <w:sz w:val="20"/>
          <w:szCs w:val="20"/>
        </w:rPr>
        <w:t>.</w:t>
      </w:r>
    </w:p>
    <w:p w14:paraId="6B81BEAA" w14:textId="063F9062" w:rsidR="00696B62" w:rsidRDefault="783C54DE" w:rsidP="00696B62">
      <w:pPr>
        <w:widowControl w:val="0"/>
        <w:spacing w:after="240" w:line="360" w:lineRule="atLeast"/>
        <w:ind w:left="70" w:right="1880"/>
        <w:jc w:val="both"/>
        <w:rPr>
          <w:rFonts w:ascii="Arial" w:hAnsi="Arial" w:cs="Arial"/>
          <w:sz w:val="20"/>
          <w:szCs w:val="20"/>
        </w:rPr>
      </w:pPr>
      <w:r w:rsidRPr="3E34D3CB">
        <w:rPr>
          <w:rFonts w:ascii="Arial" w:hAnsi="Arial" w:cs="Arial"/>
          <w:sz w:val="20"/>
          <w:szCs w:val="20"/>
        </w:rPr>
        <w:t xml:space="preserve">Wetter/Ruhr – </w:t>
      </w:r>
      <w:r w:rsidR="57F92B8C" w:rsidRPr="3E34D3CB">
        <w:rPr>
          <w:rFonts w:ascii="Arial" w:hAnsi="Arial" w:cs="Arial"/>
          <w:sz w:val="20"/>
          <w:szCs w:val="20"/>
        </w:rPr>
        <w:t>Dezember</w:t>
      </w:r>
      <w:r w:rsidRPr="3E34D3CB">
        <w:rPr>
          <w:rFonts w:ascii="Arial" w:hAnsi="Arial" w:cs="Arial"/>
          <w:sz w:val="20"/>
          <w:szCs w:val="20"/>
        </w:rPr>
        <w:t xml:space="preserve"> 2024 –</w:t>
      </w:r>
      <w:r w:rsidR="796D809F" w:rsidRPr="3E34D3CB">
        <w:rPr>
          <w:rFonts w:ascii="Arial" w:hAnsi="Arial" w:cs="Arial"/>
          <w:sz w:val="20"/>
          <w:szCs w:val="20"/>
        </w:rPr>
        <w:t xml:space="preserve"> </w:t>
      </w:r>
      <w:r w:rsidR="6BE9BEDA" w:rsidRPr="3E34D3CB">
        <w:rPr>
          <w:rFonts w:ascii="Arial" w:hAnsi="Arial" w:cs="Arial"/>
          <w:sz w:val="20"/>
          <w:szCs w:val="20"/>
        </w:rPr>
        <w:t>Wenn Carsten</w:t>
      </w:r>
      <w:r w:rsidR="7EE34128" w:rsidRPr="3E34D3CB">
        <w:rPr>
          <w:rFonts w:ascii="Arial" w:hAnsi="Arial" w:cs="Arial"/>
          <w:sz w:val="20"/>
          <w:szCs w:val="20"/>
        </w:rPr>
        <w:t xml:space="preserve"> </w:t>
      </w:r>
      <w:proofErr w:type="spellStart"/>
      <w:r w:rsidR="7EE34128" w:rsidRPr="3E34D3CB">
        <w:rPr>
          <w:rFonts w:ascii="Arial" w:hAnsi="Arial" w:cs="Arial"/>
          <w:sz w:val="20"/>
          <w:szCs w:val="20"/>
        </w:rPr>
        <w:t>Pietruck</w:t>
      </w:r>
      <w:proofErr w:type="spellEnd"/>
      <w:r w:rsidR="6BE9BEDA" w:rsidRPr="3E34D3CB">
        <w:rPr>
          <w:rFonts w:ascii="Arial" w:hAnsi="Arial" w:cs="Arial"/>
          <w:sz w:val="20"/>
          <w:szCs w:val="20"/>
        </w:rPr>
        <w:t xml:space="preserve"> </w:t>
      </w:r>
      <w:r w:rsidR="589D38CE" w:rsidRPr="3E34D3CB">
        <w:rPr>
          <w:rFonts w:ascii="Arial" w:hAnsi="Arial" w:cs="Arial"/>
          <w:sz w:val="20"/>
          <w:szCs w:val="20"/>
        </w:rPr>
        <w:t xml:space="preserve">seine Wohnung </w:t>
      </w:r>
      <w:r w:rsidR="6BE9BEDA" w:rsidRPr="3E34D3CB">
        <w:rPr>
          <w:rFonts w:ascii="Arial" w:hAnsi="Arial" w:cs="Arial"/>
          <w:sz w:val="20"/>
          <w:szCs w:val="20"/>
        </w:rPr>
        <w:t xml:space="preserve">verlässt, </w:t>
      </w:r>
      <w:r w:rsidR="7F251AA4" w:rsidRPr="3E34D3CB">
        <w:rPr>
          <w:rFonts w:ascii="Arial" w:hAnsi="Arial" w:cs="Arial"/>
          <w:sz w:val="20"/>
          <w:szCs w:val="20"/>
        </w:rPr>
        <w:t xml:space="preserve">verriegelt er seine </w:t>
      </w:r>
      <w:r w:rsidR="7C8F2DF2" w:rsidRPr="3E34D3CB">
        <w:rPr>
          <w:rFonts w:ascii="Arial" w:hAnsi="Arial" w:cs="Arial"/>
          <w:sz w:val="20"/>
          <w:szCs w:val="20"/>
        </w:rPr>
        <w:t xml:space="preserve">Eingangstür mit nur einem Touch in der App </w:t>
      </w:r>
      <w:r w:rsidR="1F825450" w:rsidRPr="3E34D3CB">
        <w:rPr>
          <w:rFonts w:ascii="Arial" w:hAnsi="Arial" w:cs="Arial"/>
          <w:sz w:val="20"/>
          <w:szCs w:val="20"/>
        </w:rPr>
        <w:t xml:space="preserve">seines Smartphones </w:t>
      </w:r>
      <w:r w:rsidR="7C8F2DF2" w:rsidRPr="3E34D3CB">
        <w:rPr>
          <w:rFonts w:ascii="Arial" w:hAnsi="Arial" w:cs="Arial"/>
          <w:sz w:val="20"/>
          <w:szCs w:val="20"/>
        </w:rPr>
        <w:t xml:space="preserve">zur Steuerung des </w:t>
      </w:r>
      <w:r w:rsidR="003D680F">
        <w:rPr>
          <w:rFonts w:ascii="Arial" w:hAnsi="Arial" w:cs="Arial"/>
          <w:sz w:val="20"/>
          <w:szCs w:val="20"/>
        </w:rPr>
        <w:t>LOXERIS</w:t>
      </w:r>
      <w:r w:rsidR="7C8F2DF2" w:rsidRPr="3E34D3CB">
        <w:rPr>
          <w:rFonts w:ascii="Arial" w:hAnsi="Arial" w:cs="Arial"/>
          <w:sz w:val="20"/>
          <w:szCs w:val="20"/>
        </w:rPr>
        <w:t xml:space="preserve"> </w:t>
      </w:r>
      <w:proofErr w:type="spellStart"/>
      <w:r w:rsidR="4C9E2710" w:rsidRPr="3E34D3CB">
        <w:rPr>
          <w:rFonts w:ascii="Arial" w:hAnsi="Arial" w:cs="Arial"/>
          <w:sz w:val="20"/>
          <w:szCs w:val="20"/>
        </w:rPr>
        <w:t>O</w:t>
      </w:r>
      <w:r w:rsidR="00C93173">
        <w:rPr>
          <w:rFonts w:ascii="Arial" w:hAnsi="Arial" w:cs="Arial"/>
          <w:sz w:val="20"/>
          <w:szCs w:val="20"/>
        </w:rPr>
        <w:t>n</w:t>
      </w:r>
      <w:r w:rsidR="4C9E2710" w:rsidRPr="3E34D3CB">
        <w:rPr>
          <w:rFonts w:ascii="Arial" w:hAnsi="Arial" w:cs="Arial"/>
          <w:sz w:val="20"/>
          <w:szCs w:val="20"/>
        </w:rPr>
        <w:t>e</w:t>
      </w:r>
      <w:proofErr w:type="spellEnd"/>
      <w:r w:rsidR="00AE4EB9">
        <w:rPr>
          <w:rFonts w:ascii="Arial" w:hAnsi="Arial" w:cs="Arial"/>
          <w:sz w:val="20"/>
          <w:szCs w:val="20"/>
        </w:rPr>
        <w:t>,</w:t>
      </w:r>
      <w:r w:rsidR="7C8F2DF2" w:rsidRPr="3E34D3CB">
        <w:rPr>
          <w:rFonts w:ascii="Arial" w:hAnsi="Arial" w:cs="Arial"/>
          <w:sz w:val="20"/>
          <w:szCs w:val="20"/>
        </w:rPr>
        <w:t xml:space="preserve"> eine</w:t>
      </w:r>
      <w:r w:rsidR="00AE4EB9">
        <w:rPr>
          <w:rFonts w:ascii="Arial" w:hAnsi="Arial" w:cs="Arial"/>
          <w:sz w:val="20"/>
          <w:szCs w:val="20"/>
        </w:rPr>
        <w:t>s</w:t>
      </w:r>
      <w:r w:rsidR="7C8F2DF2" w:rsidRPr="3E34D3CB">
        <w:rPr>
          <w:rFonts w:ascii="Arial" w:hAnsi="Arial" w:cs="Arial"/>
          <w:sz w:val="20"/>
          <w:szCs w:val="20"/>
        </w:rPr>
        <w:t xml:space="preserve"> elektr</w:t>
      </w:r>
      <w:r w:rsidR="67FC7FCD" w:rsidRPr="3E34D3CB">
        <w:rPr>
          <w:rFonts w:ascii="Arial" w:hAnsi="Arial" w:cs="Arial"/>
          <w:sz w:val="20"/>
          <w:szCs w:val="20"/>
        </w:rPr>
        <w:t>onischen</w:t>
      </w:r>
      <w:r w:rsidR="7C8F2DF2" w:rsidRPr="3E34D3CB">
        <w:rPr>
          <w:rFonts w:ascii="Arial" w:hAnsi="Arial" w:cs="Arial"/>
          <w:sz w:val="20"/>
          <w:szCs w:val="20"/>
        </w:rPr>
        <w:t xml:space="preserve"> Türantrieb</w:t>
      </w:r>
      <w:r w:rsidR="00AE4EB9">
        <w:rPr>
          <w:rFonts w:ascii="Arial" w:hAnsi="Arial" w:cs="Arial"/>
          <w:sz w:val="20"/>
          <w:szCs w:val="20"/>
        </w:rPr>
        <w:t>es</w:t>
      </w:r>
      <w:r w:rsidR="7C8F2DF2" w:rsidRPr="3E34D3CB">
        <w:rPr>
          <w:rFonts w:ascii="Arial" w:hAnsi="Arial" w:cs="Arial"/>
          <w:sz w:val="20"/>
          <w:szCs w:val="20"/>
        </w:rPr>
        <w:t xml:space="preserve">. Als </w:t>
      </w:r>
      <w:r w:rsidR="18ACC48A" w:rsidRPr="3E34D3CB">
        <w:rPr>
          <w:rFonts w:ascii="Arial" w:hAnsi="Arial" w:cs="Arial"/>
          <w:sz w:val="20"/>
          <w:szCs w:val="20"/>
        </w:rPr>
        <w:t>Leiter</w:t>
      </w:r>
      <w:r w:rsidR="78C60AD2" w:rsidRPr="3E34D3CB">
        <w:rPr>
          <w:rFonts w:ascii="Arial" w:hAnsi="Arial" w:cs="Arial"/>
          <w:sz w:val="20"/>
          <w:szCs w:val="20"/>
        </w:rPr>
        <w:t xml:space="preserve"> </w:t>
      </w:r>
      <w:r w:rsidR="4135BA20" w:rsidRPr="3E34D3CB">
        <w:rPr>
          <w:rFonts w:ascii="Arial" w:hAnsi="Arial" w:cs="Arial"/>
          <w:sz w:val="20"/>
          <w:szCs w:val="20"/>
        </w:rPr>
        <w:t xml:space="preserve">der Abteilung </w:t>
      </w:r>
      <w:r w:rsidR="00EB7E12">
        <w:rPr>
          <w:rFonts w:ascii="Arial" w:hAnsi="Arial" w:cs="Arial"/>
          <w:sz w:val="20"/>
          <w:szCs w:val="20"/>
        </w:rPr>
        <w:t>„</w:t>
      </w:r>
      <w:r w:rsidR="78C60AD2" w:rsidRPr="3E34D3CB">
        <w:rPr>
          <w:rFonts w:ascii="Arial" w:hAnsi="Arial" w:cs="Arial"/>
          <w:sz w:val="20"/>
          <w:szCs w:val="20"/>
        </w:rPr>
        <w:t>Digital Solutions &amp; Services</w:t>
      </w:r>
      <w:r w:rsidR="00EB7E12">
        <w:rPr>
          <w:rFonts w:ascii="Arial" w:hAnsi="Arial" w:cs="Arial"/>
          <w:sz w:val="20"/>
          <w:szCs w:val="20"/>
        </w:rPr>
        <w:t>“</w:t>
      </w:r>
      <w:r w:rsidR="78C60AD2" w:rsidRPr="3E34D3CB">
        <w:rPr>
          <w:rFonts w:ascii="Arial" w:hAnsi="Arial" w:cs="Arial"/>
          <w:sz w:val="20"/>
          <w:szCs w:val="20"/>
        </w:rPr>
        <w:t xml:space="preserve"> beim Sicherheitshersteller ABUS hat </w:t>
      </w:r>
      <w:r w:rsidR="00496E7A" w:rsidRPr="3E34D3CB">
        <w:rPr>
          <w:rFonts w:ascii="Arial" w:hAnsi="Arial" w:cs="Arial"/>
          <w:sz w:val="20"/>
          <w:szCs w:val="20"/>
        </w:rPr>
        <w:t>er</w:t>
      </w:r>
      <w:r w:rsidR="14210D50" w:rsidRPr="3E34D3CB">
        <w:rPr>
          <w:rFonts w:ascii="Arial" w:hAnsi="Arial" w:cs="Arial"/>
          <w:sz w:val="20"/>
          <w:szCs w:val="20"/>
        </w:rPr>
        <w:t xml:space="preserve"> viele smarte Produkt</w:t>
      </w:r>
      <w:r w:rsidR="00B27FD2" w:rsidRPr="3E34D3CB">
        <w:rPr>
          <w:rFonts w:ascii="Arial" w:hAnsi="Arial" w:cs="Arial"/>
          <w:sz w:val="20"/>
          <w:szCs w:val="20"/>
        </w:rPr>
        <w:t>e</w:t>
      </w:r>
      <w:r w:rsidR="14210D50" w:rsidRPr="3E34D3CB">
        <w:rPr>
          <w:rFonts w:ascii="Arial" w:hAnsi="Arial" w:cs="Arial"/>
          <w:sz w:val="20"/>
          <w:szCs w:val="20"/>
        </w:rPr>
        <w:t xml:space="preserve"> </w:t>
      </w:r>
      <w:r w:rsidR="1695F215" w:rsidRPr="3E34D3CB">
        <w:rPr>
          <w:rFonts w:ascii="Arial" w:hAnsi="Arial" w:cs="Arial"/>
          <w:sz w:val="20"/>
          <w:szCs w:val="20"/>
        </w:rPr>
        <w:t xml:space="preserve">bei sich </w:t>
      </w:r>
      <w:r w:rsidR="16413897" w:rsidRPr="3E34D3CB">
        <w:rPr>
          <w:rFonts w:ascii="Arial" w:hAnsi="Arial" w:cs="Arial"/>
          <w:sz w:val="20"/>
          <w:szCs w:val="20"/>
        </w:rPr>
        <w:t xml:space="preserve">zu Hause </w:t>
      </w:r>
      <w:r w:rsidR="1695F215" w:rsidRPr="3E34D3CB">
        <w:rPr>
          <w:rFonts w:ascii="Arial" w:hAnsi="Arial" w:cs="Arial"/>
          <w:sz w:val="20"/>
          <w:szCs w:val="20"/>
        </w:rPr>
        <w:t>im Einsat</w:t>
      </w:r>
      <w:r w:rsidR="00B25146" w:rsidRPr="3E34D3CB">
        <w:rPr>
          <w:rFonts w:ascii="Arial" w:hAnsi="Arial" w:cs="Arial"/>
          <w:sz w:val="20"/>
          <w:szCs w:val="20"/>
        </w:rPr>
        <w:t>z</w:t>
      </w:r>
      <w:r w:rsidR="00696B62" w:rsidRPr="3E34D3CB">
        <w:rPr>
          <w:rFonts w:ascii="Arial" w:hAnsi="Arial" w:cs="Arial"/>
          <w:sz w:val="20"/>
          <w:szCs w:val="20"/>
        </w:rPr>
        <w:t xml:space="preserve">, </w:t>
      </w:r>
      <w:r w:rsidR="77196A76" w:rsidRPr="3E34D3CB">
        <w:rPr>
          <w:rFonts w:ascii="Arial" w:hAnsi="Arial" w:cs="Arial"/>
          <w:sz w:val="20"/>
          <w:szCs w:val="20"/>
        </w:rPr>
        <w:t xml:space="preserve">und </w:t>
      </w:r>
      <w:r w:rsidR="0025501C" w:rsidRPr="3E34D3CB">
        <w:rPr>
          <w:rFonts w:ascii="Arial" w:hAnsi="Arial" w:cs="Arial"/>
          <w:sz w:val="20"/>
          <w:szCs w:val="20"/>
        </w:rPr>
        <w:t>zwar</w:t>
      </w:r>
      <w:r w:rsidR="77196A76" w:rsidRPr="3E34D3CB">
        <w:rPr>
          <w:rFonts w:ascii="Arial" w:hAnsi="Arial" w:cs="Arial"/>
          <w:sz w:val="20"/>
          <w:szCs w:val="20"/>
        </w:rPr>
        <w:t xml:space="preserve"> </w:t>
      </w:r>
      <w:r w:rsidR="14210D50" w:rsidRPr="3E34D3CB">
        <w:rPr>
          <w:rFonts w:ascii="Arial" w:hAnsi="Arial" w:cs="Arial"/>
          <w:sz w:val="20"/>
          <w:szCs w:val="20"/>
        </w:rPr>
        <w:t>nicht nur zu Testzweck</w:t>
      </w:r>
      <w:r w:rsidR="0086317E">
        <w:rPr>
          <w:rFonts w:ascii="Arial" w:hAnsi="Arial" w:cs="Arial"/>
          <w:sz w:val="20"/>
          <w:szCs w:val="20"/>
        </w:rPr>
        <w:t>en</w:t>
      </w:r>
      <w:r w:rsidR="64FFF4CC" w:rsidRPr="3E34D3CB">
        <w:rPr>
          <w:rFonts w:ascii="Arial" w:hAnsi="Arial" w:cs="Arial"/>
          <w:sz w:val="20"/>
          <w:szCs w:val="20"/>
        </w:rPr>
        <w:t xml:space="preserve">. Er ist überzeugt von den Vorteilen, die sich </w:t>
      </w:r>
      <w:r w:rsidR="013E8B6F" w:rsidRPr="3E34D3CB">
        <w:rPr>
          <w:rFonts w:ascii="Arial" w:hAnsi="Arial" w:cs="Arial"/>
          <w:sz w:val="20"/>
          <w:szCs w:val="20"/>
        </w:rPr>
        <w:t>für ihn</w:t>
      </w:r>
      <w:r w:rsidR="54EF2FA6" w:rsidRPr="3E34D3CB">
        <w:rPr>
          <w:rFonts w:ascii="Arial" w:hAnsi="Arial" w:cs="Arial"/>
          <w:sz w:val="20"/>
          <w:szCs w:val="20"/>
        </w:rPr>
        <w:t xml:space="preserve"> in seinem Alltag </w:t>
      </w:r>
      <w:r w:rsidR="013E8B6F" w:rsidRPr="3E34D3CB">
        <w:rPr>
          <w:rFonts w:ascii="Arial" w:hAnsi="Arial" w:cs="Arial"/>
          <w:sz w:val="20"/>
          <w:szCs w:val="20"/>
        </w:rPr>
        <w:t xml:space="preserve">ergeben. </w:t>
      </w:r>
      <w:r w:rsidR="00EB7E12">
        <w:rPr>
          <w:rFonts w:ascii="Arial" w:hAnsi="Arial" w:cs="Arial"/>
          <w:sz w:val="20"/>
          <w:szCs w:val="20"/>
        </w:rPr>
        <w:t>„</w:t>
      </w:r>
      <w:r w:rsidR="013E8B6F" w:rsidRPr="3E34D3CB">
        <w:rPr>
          <w:rFonts w:ascii="Arial" w:hAnsi="Arial" w:cs="Arial"/>
          <w:sz w:val="20"/>
          <w:szCs w:val="20"/>
        </w:rPr>
        <w:t xml:space="preserve">Die lästige Schlüsselsuche entfällt, das Öffnen </w:t>
      </w:r>
      <w:r w:rsidR="7F7185C3" w:rsidRPr="3E34D3CB">
        <w:rPr>
          <w:rFonts w:ascii="Arial" w:hAnsi="Arial" w:cs="Arial"/>
          <w:sz w:val="20"/>
          <w:szCs w:val="20"/>
        </w:rPr>
        <w:t xml:space="preserve">und Verriegeln </w:t>
      </w:r>
      <w:r w:rsidR="013E8B6F" w:rsidRPr="3E34D3CB">
        <w:rPr>
          <w:rFonts w:ascii="Arial" w:hAnsi="Arial" w:cs="Arial"/>
          <w:sz w:val="20"/>
          <w:szCs w:val="20"/>
        </w:rPr>
        <w:t xml:space="preserve">via App </w:t>
      </w:r>
      <w:r w:rsidR="6F166B37" w:rsidRPr="3E34D3CB">
        <w:rPr>
          <w:rFonts w:ascii="Arial" w:hAnsi="Arial" w:cs="Arial"/>
          <w:sz w:val="20"/>
          <w:szCs w:val="20"/>
        </w:rPr>
        <w:t>ist denkbar einfach und intuitiv. Hinzu kommt, dass ich</w:t>
      </w:r>
      <w:r w:rsidR="0FC8E3E7" w:rsidRPr="3E34D3CB">
        <w:rPr>
          <w:rFonts w:ascii="Arial" w:hAnsi="Arial" w:cs="Arial"/>
          <w:sz w:val="20"/>
          <w:szCs w:val="20"/>
        </w:rPr>
        <w:t xml:space="preserve"> </w:t>
      </w:r>
      <w:r w:rsidR="6EA8F39B" w:rsidRPr="3E34D3CB">
        <w:rPr>
          <w:rFonts w:ascii="Arial" w:hAnsi="Arial" w:cs="Arial"/>
          <w:sz w:val="20"/>
          <w:szCs w:val="20"/>
        </w:rPr>
        <w:t>m</w:t>
      </w:r>
      <w:r w:rsidR="6F166B37" w:rsidRPr="3E34D3CB">
        <w:rPr>
          <w:rFonts w:ascii="Arial" w:hAnsi="Arial" w:cs="Arial"/>
          <w:sz w:val="20"/>
          <w:szCs w:val="20"/>
        </w:rPr>
        <w:t xml:space="preserve">it der ABUS </w:t>
      </w:r>
      <w:proofErr w:type="spellStart"/>
      <w:r w:rsidR="6F166B37" w:rsidRPr="3E34D3CB">
        <w:rPr>
          <w:rFonts w:ascii="Arial" w:hAnsi="Arial" w:cs="Arial"/>
          <w:sz w:val="20"/>
          <w:szCs w:val="20"/>
        </w:rPr>
        <w:t>One</w:t>
      </w:r>
      <w:proofErr w:type="spellEnd"/>
      <w:r w:rsidR="6F166B37" w:rsidRPr="3E34D3CB">
        <w:rPr>
          <w:rFonts w:ascii="Arial" w:hAnsi="Arial" w:cs="Arial"/>
          <w:sz w:val="20"/>
          <w:szCs w:val="20"/>
        </w:rPr>
        <w:t xml:space="preserve"> App Familie</w:t>
      </w:r>
      <w:r w:rsidR="4CA9D742" w:rsidRPr="3E34D3CB">
        <w:rPr>
          <w:rFonts w:ascii="Arial" w:hAnsi="Arial" w:cs="Arial"/>
          <w:sz w:val="20"/>
          <w:szCs w:val="20"/>
        </w:rPr>
        <w:t xml:space="preserve"> oder Freunden</w:t>
      </w:r>
      <w:r w:rsidR="2A5018AA" w:rsidRPr="3E34D3CB">
        <w:rPr>
          <w:rFonts w:ascii="Arial" w:hAnsi="Arial" w:cs="Arial"/>
          <w:sz w:val="20"/>
          <w:szCs w:val="20"/>
        </w:rPr>
        <w:t xml:space="preserve"> </w:t>
      </w:r>
      <w:r w:rsidR="00A433AF" w:rsidRPr="3E34D3CB">
        <w:rPr>
          <w:rFonts w:ascii="Arial" w:hAnsi="Arial" w:cs="Arial"/>
          <w:sz w:val="20"/>
          <w:szCs w:val="20"/>
        </w:rPr>
        <w:t>Zugriff erteilen kann</w:t>
      </w:r>
      <w:r w:rsidR="00AE4EB9">
        <w:rPr>
          <w:rFonts w:ascii="Arial" w:hAnsi="Arial" w:cs="Arial"/>
          <w:sz w:val="20"/>
          <w:szCs w:val="20"/>
        </w:rPr>
        <w:t>“,</w:t>
      </w:r>
      <w:r w:rsidR="00EB7E12">
        <w:rPr>
          <w:rFonts w:ascii="Arial" w:hAnsi="Arial" w:cs="Arial"/>
          <w:sz w:val="20"/>
          <w:szCs w:val="20"/>
        </w:rPr>
        <w:t xml:space="preserve"> </w:t>
      </w:r>
      <w:r w:rsidR="2A5018AA" w:rsidRPr="3E34D3CB">
        <w:rPr>
          <w:rFonts w:ascii="Arial" w:hAnsi="Arial" w:cs="Arial"/>
          <w:sz w:val="20"/>
          <w:szCs w:val="20"/>
        </w:rPr>
        <w:t xml:space="preserve">erläutert </w:t>
      </w:r>
      <w:proofErr w:type="spellStart"/>
      <w:r w:rsidR="0475B26B" w:rsidRPr="3E34D3CB">
        <w:rPr>
          <w:rFonts w:ascii="Arial" w:hAnsi="Arial" w:cs="Arial"/>
          <w:sz w:val="20"/>
          <w:szCs w:val="20"/>
        </w:rPr>
        <w:t>Pietruck</w:t>
      </w:r>
      <w:proofErr w:type="spellEnd"/>
      <w:r w:rsidR="0475B26B" w:rsidRPr="3E34D3CB">
        <w:rPr>
          <w:rFonts w:ascii="Arial" w:hAnsi="Arial" w:cs="Arial"/>
          <w:sz w:val="20"/>
          <w:szCs w:val="20"/>
        </w:rPr>
        <w:t>.</w:t>
      </w:r>
    </w:p>
    <w:p w14:paraId="63F9D9E0" w14:textId="3F4EC899" w:rsidR="149D8805" w:rsidRPr="00A433AF" w:rsidRDefault="002B4067" w:rsidP="00A433AF">
      <w:pPr>
        <w:widowControl w:val="0"/>
        <w:spacing w:after="240" w:line="360" w:lineRule="atLeast"/>
        <w:ind w:left="70" w:right="1880"/>
        <w:jc w:val="both"/>
        <w:rPr>
          <w:rFonts w:ascii="Arial" w:hAnsi="Arial" w:cs="Arial"/>
          <w:b/>
          <w:bCs/>
          <w:sz w:val="20"/>
          <w:szCs w:val="20"/>
        </w:rPr>
      </w:pPr>
      <w:r>
        <w:rPr>
          <w:rFonts w:ascii="Arial" w:hAnsi="Arial" w:cs="Arial"/>
          <w:b/>
          <w:bCs/>
          <w:sz w:val="20"/>
          <w:szCs w:val="20"/>
        </w:rPr>
        <w:t>Treiber des digitalen Wandels</w:t>
      </w:r>
    </w:p>
    <w:p w14:paraId="52FE1471" w14:textId="2BB98358" w:rsidR="2A5018AA" w:rsidRDefault="2A5018AA" w:rsidP="544ECC0D">
      <w:pPr>
        <w:widowControl w:val="0"/>
        <w:spacing w:after="240" w:line="360" w:lineRule="atLeast"/>
        <w:ind w:left="70" w:right="1880"/>
        <w:jc w:val="both"/>
        <w:rPr>
          <w:rFonts w:ascii="Arial" w:hAnsi="Arial" w:cs="Arial"/>
          <w:sz w:val="20"/>
          <w:szCs w:val="20"/>
        </w:rPr>
      </w:pPr>
      <w:r w:rsidRPr="544ECC0D">
        <w:rPr>
          <w:rFonts w:ascii="Arial" w:hAnsi="Arial" w:cs="Arial"/>
          <w:sz w:val="20"/>
          <w:szCs w:val="20"/>
        </w:rPr>
        <w:t>In seiner Abteilung</w:t>
      </w:r>
      <w:r w:rsidR="003D680F">
        <w:rPr>
          <w:rFonts w:ascii="Arial" w:hAnsi="Arial" w:cs="Arial"/>
          <w:sz w:val="20"/>
          <w:szCs w:val="20"/>
        </w:rPr>
        <w:t xml:space="preserve"> </w:t>
      </w:r>
      <w:r w:rsidRPr="544ECC0D">
        <w:rPr>
          <w:rFonts w:ascii="Arial" w:hAnsi="Arial" w:cs="Arial"/>
          <w:sz w:val="20"/>
          <w:szCs w:val="20"/>
        </w:rPr>
        <w:t xml:space="preserve">sorgt er gemeinsam mit </w:t>
      </w:r>
      <w:r w:rsidR="00041CE1">
        <w:rPr>
          <w:rFonts w:ascii="Arial" w:hAnsi="Arial" w:cs="Arial"/>
          <w:sz w:val="20"/>
          <w:szCs w:val="20"/>
        </w:rPr>
        <w:t xml:space="preserve">neun </w:t>
      </w:r>
      <w:r w:rsidR="00F76FD4">
        <w:rPr>
          <w:rFonts w:ascii="Arial" w:hAnsi="Arial" w:cs="Arial"/>
          <w:sz w:val="20"/>
          <w:szCs w:val="20"/>
        </w:rPr>
        <w:t>Mitarbeiterinnen und Mitarbeitern</w:t>
      </w:r>
      <w:r w:rsidRPr="544ECC0D">
        <w:rPr>
          <w:rFonts w:ascii="Arial" w:hAnsi="Arial" w:cs="Arial"/>
          <w:sz w:val="20"/>
          <w:szCs w:val="20"/>
        </w:rPr>
        <w:t xml:space="preserve"> dafür, dass </w:t>
      </w:r>
      <w:r w:rsidR="6B79B0D2" w:rsidRPr="544ECC0D">
        <w:rPr>
          <w:rFonts w:ascii="Arial" w:hAnsi="Arial" w:cs="Arial"/>
          <w:sz w:val="20"/>
          <w:szCs w:val="20"/>
        </w:rPr>
        <w:t>di</w:t>
      </w:r>
      <w:r w:rsidRPr="544ECC0D">
        <w:rPr>
          <w:rFonts w:ascii="Arial" w:hAnsi="Arial" w:cs="Arial"/>
          <w:sz w:val="20"/>
          <w:szCs w:val="20"/>
        </w:rPr>
        <w:t xml:space="preserve">e </w:t>
      </w:r>
      <w:r w:rsidR="3DC362CD" w:rsidRPr="544ECC0D">
        <w:rPr>
          <w:rFonts w:ascii="Arial" w:hAnsi="Arial" w:cs="Arial"/>
          <w:sz w:val="20"/>
          <w:szCs w:val="20"/>
        </w:rPr>
        <w:t xml:space="preserve">steigenden </w:t>
      </w:r>
      <w:r w:rsidR="00DE5756">
        <w:rPr>
          <w:rFonts w:ascii="Arial" w:hAnsi="Arial" w:cs="Arial"/>
          <w:sz w:val="20"/>
          <w:szCs w:val="20"/>
        </w:rPr>
        <w:t>Erwartungen</w:t>
      </w:r>
      <w:r w:rsidRPr="544ECC0D">
        <w:rPr>
          <w:rFonts w:ascii="Arial" w:hAnsi="Arial" w:cs="Arial"/>
          <w:sz w:val="20"/>
          <w:szCs w:val="20"/>
        </w:rPr>
        <w:t xml:space="preserve"> an </w:t>
      </w:r>
      <w:r w:rsidR="682609C1" w:rsidRPr="544ECC0D">
        <w:rPr>
          <w:rFonts w:ascii="Arial" w:hAnsi="Arial" w:cs="Arial"/>
          <w:sz w:val="20"/>
          <w:szCs w:val="20"/>
        </w:rPr>
        <w:t xml:space="preserve">die </w:t>
      </w:r>
      <w:r w:rsidRPr="544ECC0D">
        <w:rPr>
          <w:rFonts w:ascii="Arial" w:hAnsi="Arial" w:cs="Arial"/>
          <w:sz w:val="20"/>
          <w:szCs w:val="20"/>
        </w:rPr>
        <w:t xml:space="preserve">Produkte </w:t>
      </w:r>
      <w:r w:rsidR="5471CEAB" w:rsidRPr="544ECC0D">
        <w:rPr>
          <w:rFonts w:ascii="Arial" w:hAnsi="Arial" w:cs="Arial"/>
          <w:sz w:val="20"/>
          <w:szCs w:val="20"/>
        </w:rPr>
        <w:t xml:space="preserve">von ABUS </w:t>
      </w:r>
      <w:r w:rsidRPr="544ECC0D">
        <w:rPr>
          <w:rFonts w:ascii="Arial" w:hAnsi="Arial" w:cs="Arial"/>
          <w:sz w:val="20"/>
          <w:szCs w:val="20"/>
        </w:rPr>
        <w:t xml:space="preserve">erfüllt werden – und die sind heute </w:t>
      </w:r>
      <w:r w:rsidR="4E83A4EF" w:rsidRPr="544ECC0D">
        <w:rPr>
          <w:rFonts w:ascii="Arial" w:hAnsi="Arial" w:cs="Arial"/>
          <w:sz w:val="20"/>
          <w:szCs w:val="20"/>
        </w:rPr>
        <w:t xml:space="preserve">vor allem </w:t>
      </w:r>
      <w:r w:rsidRPr="544ECC0D">
        <w:rPr>
          <w:rFonts w:ascii="Arial" w:hAnsi="Arial" w:cs="Arial"/>
          <w:sz w:val="20"/>
          <w:szCs w:val="20"/>
        </w:rPr>
        <w:t>dig</w:t>
      </w:r>
      <w:r w:rsidR="069A2F79" w:rsidRPr="544ECC0D">
        <w:rPr>
          <w:rFonts w:ascii="Arial" w:hAnsi="Arial" w:cs="Arial"/>
          <w:sz w:val="20"/>
          <w:szCs w:val="20"/>
        </w:rPr>
        <w:t xml:space="preserve">ital. </w:t>
      </w:r>
      <w:r w:rsidR="267F9C7C" w:rsidRPr="544ECC0D">
        <w:rPr>
          <w:rFonts w:ascii="Arial" w:hAnsi="Arial" w:cs="Arial"/>
          <w:sz w:val="20"/>
          <w:szCs w:val="20"/>
        </w:rPr>
        <w:t xml:space="preserve">Die Welt, in der wir leben, verändert </w:t>
      </w:r>
      <w:r w:rsidR="267F9C7C" w:rsidRPr="000D22AD">
        <w:rPr>
          <w:rFonts w:ascii="Arial" w:hAnsi="Arial" w:cs="Arial"/>
          <w:sz w:val="20"/>
          <w:szCs w:val="20"/>
        </w:rPr>
        <w:t>sich</w:t>
      </w:r>
      <w:r w:rsidR="00EB7E12" w:rsidRPr="000D22AD">
        <w:rPr>
          <w:rFonts w:ascii="Arial" w:hAnsi="Arial" w:cs="Arial"/>
          <w:sz w:val="20"/>
          <w:szCs w:val="20"/>
        </w:rPr>
        <w:t xml:space="preserve">. </w:t>
      </w:r>
      <w:r w:rsidR="000D22AD" w:rsidRPr="000D22AD">
        <w:rPr>
          <w:rFonts w:ascii="Arial" w:hAnsi="Arial" w:cs="Arial"/>
          <w:sz w:val="20"/>
          <w:szCs w:val="20"/>
        </w:rPr>
        <w:t>„</w:t>
      </w:r>
      <w:r w:rsidR="2773C6E1" w:rsidRPr="544ECC0D">
        <w:rPr>
          <w:rFonts w:ascii="Arial" w:hAnsi="Arial" w:cs="Arial"/>
          <w:sz w:val="20"/>
          <w:szCs w:val="20"/>
        </w:rPr>
        <w:t xml:space="preserve">Digitale Lebenswelten durchdringen </w:t>
      </w:r>
      <w:r w:rsidR="00170D59">
        <w:rPr>
          <w:rFonts w:ascii="Arial" w:hAnsi="Arial" w:cs="Arial"/>
          <w:sz w:val="20"/>
          <w:szCs w:val="20"/>
        </w:rPr>
        <w:t xml:space="preserve">heute </w:t>
      </w:r>
      <w:r w:rsidR="2773C6E1" w:rsidRPr="544ECC0D">
        <w:rPr>
          <w:rFonts w:ascii="Arial" w:hAnsi="Arial" w:cs="Arial"/>
          <w:sz w:val="20"/>
          <w:szCs w:val="20"/>
        </w:rPr>
        <w:t>nahezu alle Altersklassen</w:t>
      </w:r>
      <w:r w:rsidR="00F15F19">
        <w:rPr>
          <w:rFonts w:ascii="Arial" w:hAnsi="Arial" w:cs="Arial"/>
          <w:sz w:val="20"/>
          <w:szCs w:val="20"/>
        </w:rPr>
        <w:t xml:space="preserve"> und s</w:t>
      </w:r>
      <w:r w:rsidR="007953AB">
        <w:rPr>
          <w:rFonts w:ascii="Arial" w:hAnsi="Arial" w:cs="Arial"/>
          <w:sz w:val="20"/>
          <w:szCs w:val="20"/>
        </w:rPr>
        <w:t>marte</w:t>
      </w:r>
      <w:r w:rsidR="2773C6E1" w:rsidRPr="544ECC0D">
        <w:rPr>
          <w:rFonts w:ascii="Arial" w:hAnsi="Arial" w:cs="Arial"/>
          <w:sz w:val="20"/>
          <w:szCs w:val="20"/>
        </w:rPr>
        <w:t xml:space="preserve"> </w:t>
      </w:r>
      <w:r w:rsidR="007953AB">
        <w:rPr>
          <w:rFonts w:ascii="Arial" w:hAnsi="Arial" w:cs="Arial"/>
          <w:sz w:val="20"/>
          <w:szCs w:val="20"/>
        </w:rPr>
        <w:t>Produkte</w:t>
      </w:r>
      <w:r w:rsidR="2773C6E1" w:rsidRPr="544ECC0D">
        <w:rPr>
          <w:rFonts w:ascii="Arial" w:hAnsi="Arial" w:cs="Arial"/>
          <w:sz w:val="20"/>
          <w:szCs w:val="20"/>
        </w:rPr>
        <w:t xml:space="preserve"> </w:t>
      </w:r>
      <w:r w:rsidR="00F15F19">
        <w:rPr>
          <w:rFonts w:ascii="Arial" w:hAnsi="Arial" w:cs="Arial"/>
          <w:sz w:val="20"/>
          <w:szCs w:val="20"/>
        </w:rPr>
        <w:t xml:space="preserve">können </w:t>
      </w:r>
      <w:r w:rsidR="2773C6E1" w:rsidRPr="544ECC0D">
        <w:rPr>
          <w:rFonts w:ascii="Arial" w:hAnsi="Arial" w:cs="Arial"/>
          <w:sz w:val="20"/>
          <w:szCs w:val="20"/>
        </w:rPr>
        <w:t>zum echten Problemlöser werden, zum Beispiel</w:t>
      </w:r>
      <w:r w:rsidR="00CE6110">
        <w:rPr>
          <w:rFonts w:ascii="Arial" w:hAnsi="Arial" w:cs="Arial"/>
          <w:sz w:val="20"/>
          <w:szCs w:val="20"/>
        </w:rPr>
        <w:t xml:space="preserve"> für</w:t>
      </w:r>
      <w:r w:rsidR="2773C6E1" w:rsidRPr="544ECC0D">
        <w:rPr>
          <w:rFonts w:ascii="Arial" w:hAnsi="Arial" w:cs="Arial"/>
          <w:sz w:val="20"/>
          <w:szCs w:val="20"/>
        </w:rPr>
        <w:t xml:space="preserve"> </w:t>
      </w:r>
      <w:r w:rsidR="593F35ED" w:rsidRPr="544ECC0D">
        <w:rPr>
          <w:rFonts w:ascii="Arial" w:hAnsi="Arial" w:cs="Arial"/>
          <w:sz w:val="20"/>
          <w:szCs w:val="20"/>
        </w:rPr>
        <w:t>mobilitätseingeschränkt</w:t>
      </w:r>
      <w:r w:rsidR="00C234DF">
        <w:rPr>
          <w:rFonts w:ascii="Arial" w:hAnsi="Arial" w:cs="Arial"/>
          <w:sz w:val="20"/>
          <w:szCs w:val="20"/>
        </w:rPr>
        <w:t xml:space="preserve">e Menschen, die Schwierigkeiten haben, manuell eine Tür zu öffnen. </w:t>
      </w:r>
      <w:r w:rsidR="00F15F19">
        <w:rPr>
          <w:rFonts w:ascii="Arial" w:hAnsi="Arial" w:cs="Arial"/>
          <w:sz w:val="20"/>
          <w:szCs w:val="20"/>
        </w:rPr>
        <w:t>Angehörige</w:t>
      </w:r>
      <w:r w:rsidR="00C234DF">
        <w:rPr>
          <w:rFonts w:ascii="Arial" w:hAnsi="Arial" w:cs="Arial"/>
          <w:sz w:val="20"/>
          <w:szCs w:val="20"/>
        </w:rPr>
        <w:t xml:space="preserve"> oder </w:t>
      </w:r>
      <w:r w:rsidR="00471FF8">
        <w:rPr>
          <w:rFonts w:ascii="Arial" w:hAnsi="Arial" w:cs="Arial"/>
          <w:sz w:val="20"/>
          <w:szCs w:val="20"/>
        </w:rPr>
        <w:t xml:space="preserve">Pflegepersonal </w:t>
      </w:r>
      <w:r w:rsidR="00C234DF">
        <w:rPr>
          <w:rFonts w:ascii="Arial" w:hAnsi="Arial" w:cs="Arial"/>
          <w:sz w:val="20"/>
          <w:szCs w:val="20"/>
        </w:rPr>
        <w:t xml:space="preserve">können dank unserer Technologien Zugang </w:t>
      </w:r>
      <w:r w:rsidR="00496E7A">
        <w:rPr>
          <w:rFonts w:ascii="Arial" w:hAnsi="Arial" w:cs="Arial"/>
          <w:sz w:val="20"/>
          <w:szCs w:val="20"/>
        </w:rPr>
        <w:t xml:space="preserve">zur </w:t>
      </w:r>
      <w:r w:rsidR="00183113">
        <w:rPr>
          <w:rFonts w:ascii="Arial" w:hAnsi="Arial" w:cs="Arial"/>
          <w:sz w:val="20"/>
          <w:szCs w:val="20"/>
        </w:rPr>
        <w:t xml:space="preserve">Tür </w:t>
      </w:r>
      <w:r w:rsidR="00C234DF">
        <w:rPr>
          <w:rFonts w:ascii="Arial" w:hAnsi="Arial" w:cs="Arial"/>
          <w:sz w:val="20"/>
          <w:szCs w:val="20"/>
        </w:rPr>
        <w:t>erhalten</w:t>
      </w:r>
      <w:r w:rsidR="000D22AD">
        <w:rPr>
          <w:rFonts w:ascii="Arial" w:hAnsi="Arial" w:cs="Arial"/>
          <w:sz w:val="20"/>
          <w:szCs w:val="20"/>
        </w:rPr>
        <w:t>“</w:t>
      </w:r>
      <w:r w:rsidR="23F356B6" w:rsidRPr="544ECC0D">
        <w:rPr>
          <w:rFonts w:ascii="Arial" w:hAnsi="Arial" w:cs="Arial"/>
          <w:sz w:val="20"/>
          <w:szCs w:val="20"/>
        </w:rPr>
        <w:t xml:space="preserve">, so </w:t>
      </w:r>
      <w:proofErr w:type="spellStart"/>
      <w:r w:rsidR="23F356B6" w:rsidRPr="544ECC0D">
        <w:rPr>
          <w:rFonts w:ascii="Arial" w:hAnsi="Arial" w:cs="Arial"/>
          <w:sz w:val="20"/>
          <w:szCs w:val="20"/>
        </w:rPr>
        <w:t>Pietruck</w:t>
      </w:r>
      <w:proofErr w:type="spellEnd"/>
      <w:r w:rsidR="23F356B6" w:rsidRPr="544ECC0D">
        <w:rPr>
          <w:rFonts w:ascii="Arial" w:hAnsi="Arial" w:cs="Arial"/>
          <w:sz w:val="20"/>
          <w:szCs w:val="20"/>
        </w:rPr>
        <w:t xml:space="preserve">. </w:t>
      </w:r>
      <w:r w:rsidR="68B19F9E" w:rsidRPr="544ECC0D">
        <w:rPr>
          <w:rFonts w:ascii="Arial" w:hAnsi="Arial" w:cs="Arial"/>
          <w:sz w:val="20"/>
          <w:szCs w:val="20"/>
        </w:rPr>
        <w:t xml:space="preserve"> </w:t>
      </w:r>
    </w:p>
    <w:p w14:paraId="55BBABA0" w14:textId="499B6408" w:rsidR="003D680F" w:rsidRPr="008C43FF" w:rsidRDefault="003D680F" w:rsidP="003D680F">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2</w:t>
      </w:r>
      <w:r w:rsidRPr="002E06C9">
        <w:rPr>
          <w:rFonts w:ascii="Arial" w:hAnsi="Arial" w:cs="Arial"/>
          <w:sz w:val="20"/>
          <w:szCs w:val="20"/>
        </w:rPr>
        <w:t>/</w:t>
      </w:r>
      <w:r>
        <w:rPr>
          <w:rFonts w:ascii="Arial" w:hAnsi="Arial" w:cs="Arial"/>
          <w:sz w:val="20"/>
          <w:szCs w:val="20"/>
        </w:rPr>
        <w:t>4</w:t>
      </w:r>
    </w:p>
    <w:p w14:paraId="3BC7E5D2" w14:textId="0E40A9CF" w:rsidR="7EB0FBB2" w:rsidRDefault="7EB0FBB2" w:rsidP="16BE81B1">
      <w:pPr>
        <w:widowControl w:val="0"/>
        <w:spacing w:after="240" w:line="360" w:lineRule="atLeast"/>
        <w:ind w:left="70" w:right="1880"/>
        <w:jc w:val="both"/>
      </w:pPr>
      <w:r w:rsidRPr="544ECC0D">
        <w:rPr>
          <w:rFonts w:ascii="Arial" w:hAnsi="Arial" w:cs="Arial"/>
          <w:b/>
          <w:bCs/>
          <w:sz w:val="20"/>
          <w:szCs w:val="20"/>
        </w:rPr>
        <w:t>Sicherheit und Komfort im Einklang miteinander</w:t>
      </w:r>
    </w:p>
    <w:p w14:paraId="4FA4E3EC" w14:textId="53B88C06" w:rsidR="008A0067" w:rsidRPr="00E7313F" w:rsidRDefault="4F6BFDEB" w:rsidP="008A0067">
      <w:pPr>
        <w:widowControl w:val="0"/>
        <w:spacing w:after="240" w:line="360" w:lineRule="atLeast"/>
        <w:ind w:left="70" w:right="1880"/>
        <w:jc w:val="both"/>
        <w:rPr>
          <w:rFonts w:ascii="Arial" w:hAnsi="Arial" w:cs="Arial"/>
          <w:sz w:val="20"/>
          <w:szCs w:val="20"/>
        </w:rPr>
      </w:pPr>
      <w:r w:rsidRPr="3E34D3CB">
        <w:rPr>
          <w:rFonts w:ascii="Arial" w:hAnsi="Arial" w:cs="Arial"/>
          <w:sz w:val="20"/>
          <w:szCs w:val="20"/>
        </w:rPr>
        <w:t>Neben dem Sicherheitsbedürfnis</w:t>
      </w:r>
      <w:r w:rsidR="00C50233" w:rsidRPr="3E34D3CB">
        <w:rPr>
          <w:rFonts w:ascii="Arial" w:hAnsi="Arial" w:cs="Arial"/>
          <w:sz w:val="20"/>
          <w:szCs w:val="20"/>
        </w:rPr>
        <w:t xml:space="preserve"> geht es auch darum</w:t>
      </w:r>
      <w:r w:rsidRPr="3E34D3CB">
        <w:rPr>
          <w:rFonts w:ascii="Arial" w:hAnsi="Arial" w:cs="Arial"/>
          <w:sz w:val="20"/>
          <w:szCs w:val="20"/>
        </w:rPr>
        <w:t>, den Komfortfaktor durch smarte Produkte zu erhöhen.</w:t>
      </w:r>
      <w:r w:rsidR="00C50233" w:rsidRPr="3E34D3CB">
        <w:rPr>
          <w:rFonts w:ascii="Arial" w:hAnsi="Arial" w:cs="Arial"/>
          <w:sz w:val="20"/>
          <w:szCs w:val="20"/>
        </w:rPr>
        <w:t xml:space="preserve"> </w:t>
      </w:r>
      <w:r w:rsidR="000D22AD">
        <w:rPr>
          <w:rFonts w:ascii="Arial" w:hAnsi="Arial" w:cs="Arial"/>
          <w:sz w:val="20"/>
          <w:szCs w:val="20"/>
        </w:rPr>
        <w:t>„</w:t>
      </w:r>
      <w:r w:rsidRPr="3E34D3CB">
        <w:rPr>
          <w:rFonts w:ascii="Arial" w:hAnsi="Arial" w:cs="Arial"/>
          <w:sz w:val="20"/>
          <w:szCs w:val="20"/>
        </w:rPr>
        <w:t>Smart Home</w:t>
      </w:r>
      <w:r w:rsidR="000D22AD">
        <w:rPr>
          <w:rFonts w:ascii="Arial" w:hAnsi="Arial" w:cs="Arial"/>
          <w:sz w:val="20"/>
          <w:szCs w:val="20"/>
        </w:rPr>
        <w:t>“</w:t>
      </w:r>
      <w:r w:rsidRPr="3E34D3CB">
        <w:rPr>
          <w:rFonts w:ascii="Arial" w:hAnsi="Arial" w:cs="Arial"/>
          <w:sz w:val="20"/>
          <w:szCs w:val="20"/>
        </w:rPr>
        <w:t xml:space="preserve"> und </w:t>
      </w:r>
      <w:r w:rsidR="000D22AD">
        <w:rPr>
          <w:rFonts w:ascii="Arial" w:hAnsi="Arial" w:cs="Arial"/>
          <w:sz w:val="20"/>
          <w:szCs w:val="20"/>
        </w:rPr>
        <w:t>„</w:t>
      </w:r>
      <w:r w:rsidRPr="3E34D3CB">
        <w:rPr>
          <w:rFonts w:ascii="Arial" w:hAnsi="Arial" w:cs="Arial"/>
          <w:sz w:val="20"/>
          <w:szCs w:val="20"/>
        </w:rPr>
        <w:t>Smart Living</w:t>
      </w:r>
      <w:r w:rsidR="000D22AD">
        <w:rPr>
          <w:rFonts w:ascii="Arial" w:hAnsi="Arial" w:cs="Arial"/>
          <w:sz w:val="20"/>
          <w:szCs w:val="20"/>
        </w:rPr>
        <w:t>“</w:t>
      </w:r>
      <w:r w:rsidRPr="3E34D3CB">
        <w:rPr>
          <w:rFonts w:ascii="Arial" w:hAnsi="Arial" w:cs="Arial"/>
          <w:sz w:val="20"/>
          <w:szCs w:val="20"/>
        </w:rPr>
        <w:t xml:space="preserve"> sind in aller Munde und stellen das Familienunternehmen vor neue Herausforderungen.</w:t>
      </w:r>
      <w:r w:rsidR="00183113" w:rsidRPr="3E34D3CB">
        <w:rPr>
          <w:rFonts w:ascii="Arial" w:hAnsi="Arial" w:cs="Arial"/>
          <w:sz w:val="20"/>
          <w:szCs w:val="20"/>
        </w:rPr>
        <w:t xml:space="preserve"> Stefanie Herkelmann </w:t>
      </w:r>
      <w:r w:rsidR="00E301A4" w:rsidRPr="3E34D3CB">
        <w:rPr>
          <w:rFonts w:ascii="Arial" w:hAnsi="Arial" w:cs="Arial"/>
          <w:sz w:val="20"/>
          <w:szCs w:val="20"/>
        </w:rPr>
        <w:t xml:space="preserve">ist Projektmanagerin Business Development in der Abteilung „Digital </w:t>
      </w:r>
      <w:r w:rsidR="00745320" w:rsidRPr="3E34D3CB">
        <w:rPr>
          <w:rFonts w:ascii="Arial" w:hAnsi="Arial" w:cs="Arial"/>
          <w:sz w:val="20"/>
          <w:szCs w:val="20"/>
        </w:rPr>
        <w:t>S</w:t>
      </w:r>
      <w:r w:rsidR="0086317E">
        <w:rPr>
          <w:rFonts w:ascii="Arial" w:hAnsi="Arial" w:cs="Arial"/>
          <w:sz w:val="20"/>
          <w:szCs w:val="20"/>
        </w:rPr>
        <w:t>olutions</w:t>
      </w:r>
      <w:r w:rsidR="00745320" w:rsidRPr="3E34D3CB">
        <w:rPr>
          <w:rFonts w:ascii="Arial" w:hAnsi="Arial" w:cs="Arial"/>
          <w:sz w:val="20"/>
          <w:szCs w:val="20"/>
        </w:rPr>
        <w:t xml:space="preserve"> &amp; </w:t>
      </w:r>
      <w:r w:rsidR="0086317E">
        <w:rPr>
          <w:rFonts w:ascii="Arial" w:hAnsi="Arial" w:cs="Arial"/>
          <w:sz w:val="20"/>
          <w:szCs w:val="20"/>
        </w:rPr>
        <w:t>Services</w:t>
      </w:r>
      <w:r w:rsidR="00745320" w:rsidRPr="3E34D3CB">
        <w:rPr>
          <w:rFonts w:ascii="Arial" w:hAnsi="Arial" w:cs="Arial"/>
          <w:sz w:val="20"/>
          <w:szCs w:val="20"/>
        </w:rPr>
        <w:t xml:space="preserve">“ bei ABUS und betont: „Die </w:t>
      </w:r>
      <w:r w:rsidR="00D95EF1" w:rsidRPr="3E34D3CB">
        <w:rPr>
          <w:rFonts w:ascii="Arial" w:hAnsi="Arial" w:cs="Arial"/>
          <w:sz w:val="20"/>
          <w:szCs w:val="20"/>
        </w:rPr>
        <w:t>Digitalisierung von Produkten</w:t>
      </w:r>
      <w:r w:rsidR="59DBBE6D" w:rsidRPr="3E34D3CB">
        <w:rPr>
          <w:rFonts w:ascii="Arial" w:hAnsi="Arial" w:cs="Arial"/>
          <w:sz w:val="20"/>
          <w:szCs w:val="20"/>
        </w:rPr>
        <w:t xml:space="preserve"> </w:t>
      </w:r>
      <w:r w:rsidR="00745320" w:rsidRPr="3E34D3CB">
        <w:rPr>
          <w:rFonts w:ascii="Arial" w:hAnsi="Arial" w:cs="Arial"/>
          <w:sz w:val="20"/>
          <w:szCs w:val="20"/>
        </w:rPr>
        <w:t xml:space="preserve">darf </w:t>
      </w:r>
      <w:r w:rsidR="59DBBE6D" w:rsidRPr="3E34D3CB">
        <w:rPr>
          <w:rFonts w:ascii="Arial" w:hAnsi="Arial" w:cs="Arial"/>
          <w:sz w:val="20"/>
          <w:szCs w:val="20"/>
        </w:rPr>
        <w:t>keine Minderung von Sicherheit</w:t>
      </w:r>
      <w:r w:rsidR="00227854" w:rsidRPr="3E34D3CB">
        <w:rPr>
          <w:rFonts w:ascii="Arial" w:hAnsi="Arial" w:cs="Arial"/>
          <w:sz w:val="20"/>
          <w:szCs w:val="20"/>
        </w:rPr>
        <w:t xml:space="preserve"> </w:t>
      </w:r>
      <w:r w:rsidR="59DBBE6D" w:rsidRPr="3E34D3CB">
        <w:rPr>
          <w:rFonts w:ascii="Arial" w:hAnsi="Arial" w:cs="Arial"/>
          <w:sz w:val="20"/>
          <w:szCs w:val="20"/>
        </w:rPr>
        <w:t>bedeuten</w:t>
      </w:r>
      <w:r w:rsidR="00745320" w:rsidRPr="3E34D3CB">
        <w:rPr>
          <w:rFonts w:ascii="Arial" w:hAnsi="Arial" w:cs="Arial"/>
          <w:sz w:val="20"/>
          <w:szCs w:val="20"/>
        </w:rPr>
        <w:t>.</w:t>
      </w:r>
      <w:r w:rsidR="0DADEF9B" w:rsidRPr="3E34D3CB">
        <w:rPr>
          <w:rFonts w:ascii="Arial" w:hAnsi="Arial" w:cs="Arial"/>
          <w:sz w:val="20"/>
          <w:szCs w:val="20"/>
        </w:rPr>
        <w:t xml:space="preserve"> </w:t>
      </w:r>
      <w:r w:rsidR="43115DE0" w:rsidRPr="3E34D3CB">
        <w:rPr>
          <w:rFonts w:ascii="Arial" w:hAnsi="Arial" w:cs="Arial"/>
          <w:sz w:val="20"/>
          <w:szCs w:val="20"/>
        </w:rPr>
        <w:t xml:space="preserve">Neue </w:t>
      </w:r>
      <w:r w:rsidR="14676771" w:rsidRPr="3E34D3CB">
        <w:rPr>
          <w:rFonts w:ascii="Arial" w:hAnsi="Arial" w:cs="Arial"/>
          <w:sz w:val="20"/>
          <w:szCs w:val="20"/>
        </w:rPr>
        <w:t>S</w:t>
      </w:r>
      <w:r w:rsidR="0854D389" w:rsidRPr="3E34D3CB">
        <w:rPr>
          <w:rFonts w:ascii="Arial" w:hAnsi="Arial" w:cs="Arial"/>
          <w:sz w:val="20"/>
          <w:szCs w:val="20"/>
        </w:rPr>
        <w:t xml:space="preserve">oftwarelösungen </w:t>
      </w:r>
      <w:r w:rsidR="349B1EAD" w:rsidRPr="3E34D3CB">
        <w:rPr>
          <w:rFonts w:ascii="Arial" w:hAnsi="Arial" w:cs="Arial"/>
          <w:sz w:val="20"/>
          <w:szCs w:val="20"/>
        </w:rPr>
        <w:t xml:space="preserve">werden </w:t>
      </w:r>
      <w:r w:rsidR="00745320" w:rsidRPr="3E34D3CB">
        <w:rPr>
          <w:rFonts w:ascii="Arial" w:hAnsi="Arial" w:cs="Arial"/>
          <w:sz w:val="20"/>
          <w:szCs w:val="20"/>
        </w:rPr>
        <w:t xml:space="preserve">so </w:t>
      </w:r>
      <w:r w:rsidR="349B1EAD" w:rsidRPr="3E34D3CB">
        <w:rPr>
          <w:rFonts w:ascii="Arial" w:hAnsi="Arial" w:cs="Arial"/>
          <w:sz w:val="20"/>
          <w:szCs w:val="20"/>
        </w:rPr>
        <w:t>entwickelt</w:t>
      </w:r>
      <w:r w:rsidR="00745320" w:rsidRPr="3E34D3CB">
        <w:rPr>
          <w:rFonts w:ascii="Arial" w:hAnsi="Arial" w:cs="Arial"/>
          <w:sz w:val="20"/>
          <w:szCs w:val="20"/>
        </w:rPr>
        <w:t xml:space="preserve">, </w:t>
      </w:r>
      <w:r w:rsidR="43F27E86" w:rsidRPr="3E34D3CB">
        <w:rPr>
          <w:rFonts w:ascii="Arial" w:hAnsi="Arial" w:cs="Arial"/>
          <w:sz w:val="20"/>
          <w:szCs w:val="20"/>
        </w:rPr>
        <w:t xml:space="preserve">dass sie Sicherheit und Komfort </w:t>
      </w:r>
      <w:r w:rsidR="00DA2FED" w:rsidRPr="3E34D3CB">
        <w:rPr>
          <w:rFonts w:ascii="Arial" w:hAnsi="Arial" w:cs="Arial"/>
          <w:sz w:val="20"/>
          <w:szCs w:val="20"/>
        </w:rPr>
        <w:t xml:space="preserve">bestmöglich </w:t>
      </w:r>
      <w:r w:rsidR="43F27E86" w:rsidRPr="3E34D3CB">
        <w:rPr>
          <w:rFonts w:ascii="Arial" w:hAnsi="Arial" w:cs="Arial"/>
          <w:sz w:val="20"/>
          <w:szCs w:val="20"/>
        </w:rPr>
        <w:t>miteinander vereinen.</w:t>
      </w:r>
      <w:r w:rsidR="000D22AD">
        <w:rPr>
          <w:rFonts w:ascii="Arial" w:hAnsi="Arial" w:cs="Arial"/>
          <w:sz w:val="20"/>
          <w:szCs w:val="20"/>
        </w:rPr>
        <w:t>“</w:t>
      </w:r>
      <w:r w:rsidR="00274EC5">
        <w:rPr>
          <w:rFonts w:ascii="Arial" w:hAnsi="Arial" w:cs="Arial"/>
          <w:sz w:val="20"/>
          <w:szCs w:val="20"/>
        </w:rPr>
        <w:t xml:space="preserve"> </w:t>
      </w:r>
    </w:p>
    <w:p w14:paraId="302C27B2" w14:textId="69E0A156" w:rsidR="00AA4FCC" w:rsidRPr="00AA4FCC" w:rsidRDefault="003E5C01" w:rsidP="00AA4FCC">
      <w:pPr>
        <w:widowControl w:val="0"/>
        <w:spacing w:after="240" w:line="360" w:lineRule="atLeast"/>
        <w:ind w:left="70" w:right="1880"/>
        <w:jc w:val="both"/>
        <w:rPr>
          <w:rFonts w:ascii="Arial" w:hAnsi="Arial" w:cs="Arial"/>
          <w:sz w:val="20"/>
          <w:szCs w:val="20"/>
        </w:rPr>
      </w:pPr>
      <w:r w:rsidRPr="544ECC0D">
        <w:rPr>
          <w:rFonts w:ascii="Arial" w:hAnsi="Arial" w:cs="Arial"/>
          <w:sz w:val="20"/>
          <w:szCs w:val="20"/>
        </w:rPr>
        <w:t xml:space="preserve">Ein Kernelement der Digitalisierung </w:t>
      </w:r>
      <w:r w:rsidR="00511754">
        <w:rPr>
          <w:rFonts w:ascii="Arial" w:hAnsi="Arial" w:cs="Arial"/>
          <w:sz w:val="20"/>
          <w:szCs w:val="20"/>
        </w:rPr>
        <w:t xml:space="preserve">der </w:t>
      </w:r>
      <w:r w:rsidRPr="544ECC0D">
        <w:rPr>
          <w:rFonts w:ascii="Arial" w:hAnsi="Arial" w:cs="Arial"/>
          <w:sz w:val="20"/>
          <w:szCs w:val="20"/>
        </w:rPr>
        <w:t xml:space="preserve">Sicherheitsprodukte ist die ABUS eigene </w:t>
      </w:r>
      <w:proofErr w:type="spellStart"/>
      <w:r w:rsidRPr="544ECC0D">
        <w:rPr>
          <w:rFonts w:ascii="Arial" w:hAnsi="Arial" w:cs="Arial"/>
          <w:sz w:val="20"/>
          <w:szCs w:val="20"/>
        </w:rPr>
        <w:t>SmartX</w:t>
      </w:r>
      <w:proofErr w:type="spellEnd"/>
      <w:r w:rsidRPr="544ECC0D">
        <w:rPr>
          <w:rFonts w:ascii="Arial" w:hAnsi="Arial" w:cs="Arial"/>
          <w:sz w:val="20"/>
          <w:szCs w:val="20"/>
        </w:rPr>
        <w:t>-Technologie. Sie dient der Absicherung der Bluetooth</w:t>
      </w:r>
      <w:r w:rsidRPr="003D680F">
        <w:rPr>
          <w:rFonts w:ascii="Arial" w:hAnsi="Arial" w:cs="Arial"/>
          <w:sz w:val="20"/>
          <w:szCs w:val="20"/>
          <w:vertAlign w:val="superscript"/>
        </w:rPr>
        <w:t>®</w:t>
      </w:r>
      <w:r w:rsidRPr="544ECC0D">
        <w:rPr>
          <w:rFonts w:ascii="Arial" w:hAnsi="Arial" w:cs="Arial"/>
          <w:sz w:val="20"/>
          <w:szCs w:val="20"/>
        </w:rPr>
        <w:t xml:space="preserve">-Kommunikation zwischen App und </w:t>
      </w:r>
      <w:r w:rsidR="008504FB">
        <w:rPr>
          <w:rFonts w:ascii="Arial" w:hAnsi="Arial" w:cs="Arial"/>
          <w:sz w:val="20"/>
          <w:szCs w:val="20"/>
        </w:rPr>
        <w:t>den</w:t>
      </w:r>
      <w:r w:rsidRPr="544ECC0D">
        <w:rPr>
          <w:rFonts w:ascii="Arial" w:hAnsi="Arial" w:cs="Arial"/>
          <w:sz w:val="20"/>
          <w:szCs w:val="20"/>
        </w:rPr>
        <w:t xml:space="preserve"> smarten Produkten aus der Produktwelt ABUS </w:t>
      </w:r>
      <w:proofErr w:type="spellStart"/>
      <w:r w:rsidRPr="544ECC0D">
        <w:rPr>
          <w:rFonts w:ascii="Arial" w:hAnsi="Arial" w:cs="Arial"/>
          <w:sz w:val="20"/>
          <w:szCs w:val="20"/>
        </w:rPr>
        <w:t>One</w:t>
      </w:r>
      <w:proofErr w:type="spellEnd"/>
      <w:r w:rsidRPr="544ECC0D">
        <w:rPr>
          <w:rFonts w:ascii="Arial" w:hAnsi="Arial" w:cs="Arial"/>
          <w:sz w:val="20"/>
          <w:szCs w:val="20"/>
        </w:rPr>
        <w:t xml:space="preserve">. Entwickelt wurde sie 2017 an dem </w:t>
      </w:r>
      <w:r w:rsidR="00D66EA2">
        <w:rPr>
          <w:rFonts w:ascii="Arial" w:hAnsi="Arial" w:cs="Arial"/>
          <w:sz w:val="20"/>
          <w:szCs w:val="20"/>
        </w:rPr>
        <w:t>Entwicklung</w:t>
      </w:r>
      <w:r w:rsidRPr="544ECC0D">
        <w:rPr>
          <w:rFonts w:ascii="Arial" w:hAnsi="Arial" w:cs="Arial"/>
          <w:sz w:val="20"/>
          <w:szCs w:val="20"/>
        </w:rPr>
        <w:t>sstandort in Rehe in Rheinland-Pfalz</w:t>
      </w:r>
      <w:r w:rsidR="00B41064">
        <w:rPr>
          <w:rFonts w:ascii="Arial" w:hAnsi="Arial" w:cs="Arial"/>
          <w:sz w:val="20"/>
          <w:szCs w:val="20"/>
        </w:rPr>
        <w:t xml:space="preserve">. </w:t>
      </w:r>
    </w:p>
    <w:p w14:paraId="4353733E" w14:textId="60A11C09" w:rsidR="00537A02" w:rsidRPr="00513AB1" w:rsidRDefault="00AA4FCC" w:rsidP="003D680F">
      <w:pPr>
        <w:widowControl w:val="0"/>
        <w:spacing w:after="240" w:line="360" w:lineRule="atLeast"/>
        <w:ind w:left="70" w:right="1880"/>
        <w:jc w:val="both"/>
        <w:rPr>
          <w:rFonts w:ascii="Arial" w:hAnsi="Arial" w:cs="Arial"/>
          <w:sz w:val="20"/>
          <w:szCs w:val="20"/>
        </w:rPr>
      </w:pPr>
      <w:r w:rsidRPr="00513AB1">
        <w:rPr>
          <w:rFonts w:ascii="Arial" w:hAnsi="Arial" w:cs="Arial"/>
          <w:sz w:val="20"/>
          <w:szCs w:val="20"/>
        </w:rPr>
        <w:t>Dank des innovativen</w:t>
      </w:r>
      <w:r w:rsidR="00F011CE" w:rsidRPr="00513AB1">
        <w:rPr>
          <w:rFonts w:ascii="Arial" w:hAnsi="Arial" w:cs="Arial"/>
          <w:sz w:val="20"/>
          <w:szCs w:val="20"/>
        </w:rPr>
        <w:t xml:space="preserve"> </w:t>
      </w:r>
      <w:r w:rsidRPr="00513AB1">
        <w:rPr>
          <w:rFonts w:ascii="Arial" w:hAnsi="Arial" w:cs="Arial"/>
          <w:sz w:val="20"/>
          <w:szCs w:val="20"/>
        </w:rPr>
        <w:t>Know-hows der Abteilung „Digital Solutions &amp; Services“, de</w:t>
      </w:r>
      <w:r w:rsidR="00ED379E">
        <w:rPr>
          <w:rFonts w:ascii="Arial" w:hAnsi="Arial" w:cs="Arial"/>
          <w:sz w:val="20"/>
          <w:szCs w:val="20"/>
        </w:rPr>
        <w:t>s</w:t>
      </w:r>
      <w:r w:rsidRPr="00513AB1">
        <w:rPr>
          <w:rFonts w:ascii="Arial" w:hAnsi="Arial" w:cs="Arial"/>
          <w:sz w:val="20"/>
          <w:szCs w:val="20"/>
        </w:rPr>
        <w:t xml:space="preserve"> Trendgespür</w:t>
      </w:r>
      <w:r w:rsidR="00ED379E">
        <w:rPr>
          <w:rFonts w:ascii="Arial" w:hAnsi="Arial" w:cs="Arial"/>
          <w:sz w:val="20"/>
          <w:szCs w:val="20"/>
        </w:rPr>
        <w:t>s</w:t>
      </w:r>
      <w:r w:rsidRPr="00513AB1">
        <w:rPr>
          <w:rFonts w:ascii="Arial" w:hAnsi="Arial" w:cs="Arial"/>
          <w:sz w:val="20"/>
          <w:szCs w:val="20"/>
        </w:rPr>
        <w:t xml:space="preserve"> und Kundenbewusstsein</w:t>
      </w:r>
      <w:r w:rsidR="00ED379E">
        <w:rPr>
          <w:rFonts w:ascii="Arial" w:hAnsi="Arial" w:cs="Arial"/>
          <w:sz w:val="20"/>
          <w:szCs w:val="20"/>
        </w:rPr>
        <w:t>s</w:t>
      </w:r>
      <w:r w:rsidRPr="00513AB1">
        <w:rPr>
          <w:rFonts w:ascii="Arial" w:hAnsi="Arial" w:cs="Arial"/>
          <w:sz w:val="20"/>
          <w:szCs w:val="20"/>
        </w:rPr>
        <w:t xml:space="preserve"> des Produktmanagements und de</w:t>
      </w:r>
      <w:r w:rsidR="00ED379E">
        <w:rPr>
          <w:rFonts w:ascii="Arial" w:hAnsi="Arial" w:cs="Arial"/>
          <w:sz w:val="20"/>
          <w:szCs w:val="20"/>
        </w:rPr>
        <w:t>s</w:t>
      </w:r>
      <w:r w:rsidRPr="00513AB1">
        <w:rPr>
          <w:rFonts w:ascii="Arial" w:hAnsi="Arial" w:cs="Arial"/>
          <w:sz w:val="20"/>
          <w:szCs w:val="20"/>
        </w:rPr>
        <w:t xml:space="preserve"> </w:t>
      </w:r>
      <w:r w:rsidR="00F011CE" w:rsidRPr="00513AB1">
        <w:rPr>
          <w:rFonts w:ascii="Arial" w:hAnsi="Arial" w:cs="Arial"/>
          <w:sz w:val="20"/>
          <w:szCs w:val="20"/>
        </w:rPr>
        <w:t xml:space="preserve">technischen </w:t>
      </w:r>
      <w:r w:rsidRPr="00513AB1">
        <w:rPr>
          <w:rFonts w:ascii="Arial" w:hAnsi="Arial" w:cs="Arial"/>
          <w:sz w:val="20"/>
          <w:szCs w:val="20"/>
        </w:rPr>
        <w:t>Pioniergeist</w:t>
      </w:r>
      <w:r w:rsidR="00ED379E">
        <w:rPr>
          <w:rFonts w:ascii="Arial" w:hAnsi="Arial" w:cs="Arial"/>
          <w:sz w:val="20"/>
          <w:szCs w:val="20"/>
        </w:rPr>
        <w:t>es</w:t>
      </w:r>
      <w:r w:rsidRPr="00513AB1">
        <w:rPr>
          <w:rFonts w:ascii="Arial" w:hAnsi="Arial" w:cs="Arial"/>
          <w:sz w:val="20"/>
          <w:szCs w:val="20"/>
        </w:rPr>
        <w:t xml:space="preserve"> der Forschungs- und Entwicklungsabteilung gelingt es ABUS, moderne und smarte Produkte zu entwickeln, die den gestiegenen Bedürfnissen der Kunden gerecht werden.</w:t>
      </w:r>
    </w:p>
    <w:p w14:paraId="3B245596" w14:textId="7B95F7E1" w:rsidR="00C46773" w:rsidRPr="00537A02" w:rsidRDefault="005B0A5A" w:rsidP="003D680F">
      <w:pPr>
        <w:widowControl w:val="0"/>
        <w:spacing w:after="240" w:line="360" w:lineRule="atLeast"/>
        <w:ind w:left="70" w:right="1880"/>
        <w:jc w:val="both"/>
        <w:rPr>
          <w:rFonts w:ascii="Arial" w:hAnsi="Arial" w:cs="Arial"/>
          <w:b/>
          <w:bCs/>
          <w:sz w:val="20"/>
          <w:szCs w:val="20"/>
        </w:rPr>
      </w:pPr>
      <w:r w:rsidRPr="00537A02">
        <w:rPr>
          <w:rFonts w:ascii="Arial" w:hAnsi="Arial" w:cs="Arial"/>
          <w:b/>
          <w:bCs/>
          <w:sz w:val="20"/>
          <w:szCs w:val="20"/>
        </w:rPr>
        <w:t>Kein Fortschritt ohne Technolo</w:t>
      </w:r>
      <w:r w:rsidR="00745320" w:rsidRPr="00537A02">
        <w:rPr>
          <w:rFonts w:ascii="Arial" w:hAnsi="Arial" w:cs="Arial"/>
          <w:b/>
          <w:bCs/>
          <w:sz w:val="20"/>
          <w:szCs w:val="20"/>
        </w:rPr>
        <w:t xml:space="preserve">gie </w:t>
      </w:r>
    </w:p>
    <w:p w14:paraId="34A65141" w14:textId="4349D80A" w:rsidR="005802D1" w:rsidRDefault="00C46773" w:rsidP="003D680F">
      <w:pPr>
        <w:widowControl w:val="0"/>
        <w:spacing w:after="240" w:line="360" w:lineRule="atLeast"/>
        <w:ind w:left="70" w:right="1880"/>
        <w:jc w:val="both"/>
        <w:rPr>
          <w:rFonts w:ascii="Arial" w:hAnsi="Arial" w:cs="Arial"/>
          <w:sz w:val="20"/>
          <w:szCs w:val="20"/>
        </w:rPr>
      </w:pPr>
      <w:r w:rsidRPr="3E34D3CB">
        <w:rPr>
          <w:rFonts w:ascii="Arial" w:hAnsi="Arial" w:cs="Arial"/>
          <w:sz w:val="20"/>
          <w:szCs w:val="20"/>
        </w:rPr>
        <w:t xml:space="preserve">Ein echter Meilenstein in der digitalen Transformation </w:t>
      </w:r>
      <w:r w:rsidR="005B0A5A" w:rsidRPr="3E34D3CB">
        <w:rPr>
          <w:rFonts w:ascii="Arial" w:hAnsi="Arial" w:cs="Arial"/>
          <w:sz w:val="20"/>
          <w:szCs w:val="20"/>
        </w:rPr>
        <w:t>des</w:t>
      </w:r>
      <w:r w:rsidR="00E26F6A" w:rsidRPr="3E34D3CB">
        <w:rPr>
          <w:rFonts w:ascii="Arial" w:hAnsi="Arial" w:cs="Arial"/>
          <w:sz w:val="20"/>
          <w:szCs w:val="20"/>
        </w:rPr>
        <w:t xml:space="preserve"> Unternehmens mit 100-jähriger Tradition</w:t>
      </w:r>
      <w:r w:rsidRPr="3E34D3CB">
        <w:rPr>
          <w:rFonts w:ascii="Arial" w:hAnsi="Arial" w:cs="Arial"/>
          <w:sz w:val="20"/>
          <w:szCs w:val="20"/>
        </w:rPr>
        <w:t xml:space="preserve"> ist die ABUS </w:t>
      </w:r>
      <w:proofErr w:type="spellStart"/>
      <w:r w:rsidRPr="3E34D3CB">
        <w:rPr>
          <w:rFonts w:ascii="Arial" w:hAnsi="Arial" w:cs="Arial"/>
          <w:sz w:val="20"/>
          <w:szCs w:val="20"/>
        </w:rPr>
        <w:t>One</w:t>
      </w:r>
      <w:proofErr w:type="spellEnd"/>
      <w:r w:rsidRPr="3E34D3CB">
        <w:rPr>
          <w:rFonts w:ascii="Arial" w:hAnsi="Arial" w:cs="Arial"/>
          <w:sz w:val="20"/>
          <w:szCs w:val="20"/>
        </w:rPr>
        <w:t xml:space="preserve"> App. Sie ermöglicht die zentrale Verwaltung </w:t>
      </w:r>
      <w:r w:rsidR="00D21F18">
        <w:rPr>
          <w:rFonts w:ascii="Arial" w:hAnsi="Arial" w:cs="Arial"/>
          <w:sz w:val="20"/>
          <w:szCs w:val="20"/>
        </w:rPr>
        <w:t xml:space="preserve">der ABUS </w:t>
      </w:r>
      <w:proofErr w:type="spellStart"/>
      <w:r w:rsidR="00D21F18">
        <w:rPr>
          <w:rFonts w:ascii="Arial" w:hAnsi="Arial" w:cs="Arial"/>
          <w:sz w:val="20"/>
          <w:szCs w:val="20"/>
        </w:rPr>
        <w:t>One</w:t>
      </w:r>
      <w:proofErr w:type="spellEnd"/>
      <w:r w:rsidR="00D21F18">
        <w:rPr>
          <w:rFonts w:ascii="Arial" w:hAnsi="Arial" w:cs="Arial"/>
          <w:sz w:val="20"/>
          <w:szCs w:val="20"/>
        </w:rPr>
        <w:t xml:space="preserve"> Produkte </w:t>
      </w:r>
      <w:r w:rsidRPr="3E34D3CB">
        <w:rPr>
          <w:rFonts w:ascii="Arial" w:hAnsi="Arial" w:cs="Arial"/>
          <w:sz w:val="20"/>
          <w:szCs w:val="20"/>
        </w:rPr>
        <w:t xml:space="preserve">über eine App. Diese Funktionalität bietet nicht nur Komfort, sondern auch Flexibilität und Kontrolle. </w:t>
      </w:r>
      <w:proofErr w:type="spellStart"/>
      <w:r w:rsidRPr="3E34D3CB">
        <w:rPr>
          <w:rFonts w:ascii="Arial" w:hAnsi="Arial" w:cs="Arial"/>
          <w:sz w:val="20"/>
          <w:szCs w:val="20"/>
        </w:rPr>
        <w:t>Pietruck</w:t>
      </w:r>
      <w:proofErr w:type="spellEnd"/>
      <w:r w:rsidRPr="3E34D3CB">
        <w:rPr>
          <w:rFonts w:ascii="Arial" w:hAnsi="Arial" w:cs="Arial"/>
          <w:sz w:val="20"/>
          <w:szCs w:val="20"/>
        </w:rPr>
        <w:t xml:space="preserve"> erläutert: „Mit der ABUS </w:t>
      </w:r>
      <w:proofErr w:type="spellStart"/>
      <w:r w:rsidRPr="3E34D3CB">
        <w:rPr>
          <w:rFonts w:ascii="Arial" w:hAnsi="Arial" w:cs="Arial"/>
          <w:sz w:val="20"/>
          <w:szCs w:val="20"/>
        </w:rPr>
        <w:t>One</w:t>
      </w:r>
      <w:proofErr w:type="spellEnd"/>
      <w:r w:rsidRPr="3E34D3CB">
        <w:rPr>
          <w:rFonts w:ascii="Arial" w:hAnsi="Arial" w:cs="Arial"/>
          <w:sz w:val="20"/>
          <w:szCs w:val="20"/>
        </w:rPr>
        <w:t xml:space="preserve"> App können wir nicht nur unsere</w:t>
      </w:r>
      <w:r w:rsidR="52DDD174" w:rsidRPr="3E34D3CB">
        <w:rPr>
          <w:rFonts w:ascii="Arial" w:hAnsi="Arial" w:cs="Arial"/>
          <w:sz w:val="20"/>
          <w:szCs w:val="20"/>
        </w:rPr>
        <w:t xml:space="preserve"> Tür-, Fahrrad- und Motorradschlösser </w:t>
      </w:r>
      <w:r w:rsidRPr="3E34D3CB">
        <w:rPr>
          <w:rFonts w:ascii="Arial" w:hAnsi="Arial" w:cs="Arial"/>
          <w:sz w:val="20"/>
          <w:szCs w:val="20"/>
        </w:rPr>
        <w:t xml:space="preserve">steuern, sondern </w:t>
      </w:r>
      <w:r w:rsidR="008C1944" w:rsidRPr="3E34D3CB">
        <w:rPr>
          <w:rFonts w:ascii="Arial" w:hAnsi="Arial" w:cs="Arial"/>
          <w:sz w:val="20"/>
          <w:szCs w:val="20"/>
        </w:rPr>
        <w:t xml:space="preserve">perspektivisch </w:t>
      </w:r>
      <w:r w:rsidRPr="3E34D3CB">
        <w:rPr>
          <w:rFonts w:ascii="Arial" w:hAnsi="Arial" w:cs="Arial"/>
          <w:sz w:val="20"/>
          <w:szCs w:val="20"/>
        </w:rPr>
        <w:t xml:space="preserve">auch andere smarte Geräte wie Kameras und Alarmanlagen integrieren. Die nahtlose Vernetzung aller Geräte ist ein entscheidender Schritt in die Zukunft.“ </w:t>
      </w:r>
      <w:proofErr w:type="spellStart"/>
      <w:r w:rsidRPr="3E34D3CB">
        <w:rPr>
          <w:rFonts w:ascii="Arial" w:hAnsi="Arial" w:cs="Arial"/>
          <w:sz w:val="20"/>
          <w:szCs w:val="20"/>
        </w:rPr>
        <w:t>Pietruck</w:t>
      </w:r>
      <w:proofErr w:type="spellEnd"/>
      <w:r w:rsidRPr="3E34D3CB">
        <w:rPr>
          <w:rFonts w:ascii="Arial" w:hAnsi="Arial" w:cs="Arial"/>
          <w:sz w:val="20"/>
          <w:szCs w:val="20"/>
        </w:rPr>
        <w:t xml:space="preserve"> arbeitet dabei eng mit dem ABUS Security Center zusammen, das für innovative Alarmanlagen, Videoüberwachungslösungen und elektronische Schließsysteme zuständig ist.</w:t>
      </w:r>
    </w:p>
    <w:p w14:paraId="4C961949" w14:textId="77777777" w:rsidR="003D680F" w:rsidRDefault="003D680F" w:rsidP="00E26F6A">
      <w:pPr>
        <w:widowControl w:val="0"/>
        <w:spacing w:after="240" w:line="360" w:lineRule="atLeast"/>
        <w:ind w:right="1880"/>
        <w:jc w:val="both"/>
        <w:rPr>
          <w:rFonts w:ascii="Arial" w:hAnsi="Arial" w:cs="Arial"/>
          <w:sz w:val="20"/>
          <w:szCs w:val="20"/>
        </w:rPr>
      </w:pPr>
    </w:p>
    <w:p w14:paraId="6E2E4A0E" w14:textId="032C9581" w:rsidR="003D680F" w:rsidRPr="008C43FF" w:rsidRDefault="003D680F" w:rsidP="003D680F">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3</w:t>
      </w:r>
      <w:r w:rsidRPr="002E06C9">
        <w:rPr>
          <w:rFonts w:ascii="Arial" w:hAnsi="Arial" w:cs="Arial"/>
          <w:sz w:val="20"/>
          <w:szCs w:val="20"/>
        </w:rPr>
        <w:t>/</w:t>
      </w:r>
      <w:r>
        <w:rPr>
          <w:rFonts w:ascii="Arial" w:hAnsi="Arial" w:cs="Arial"/>
          <w:sz w:val="20"/>
          <w:szCs w:val="20"/>
        </w:rPr>
        <w:t>4</w:t>
      </w:r>
    </w:p>
    <w:p w14:paraId="4B975EAB" w14:textId="4EB48DF2" w:rsidR="00AE1C7F" w:rsidRDefault="00822EF7" w:rsidP="00AE1C7F">
      <w:pPr>
        <w:widowControl w:val="0"/>
        <w:spacing w:after="240" w:line="360" w:lineRule="atLeast"/>
        <w:ind w:left="70" w:right="1880"/>
        <w:jc w:val="both"/>
        <w:rPr>
          <w:rFonts w:ascii="Arial" w:hAnsi="Arial" w:cs="Arial"/>
          <w:b/>
          <w:bCs/>
          <w:sz w:val="20"/>
          <w:szCs w:val="20"/>
        </w:rPr>
      </w:pPr>
      <w:r>
        <w:rPr>
          <w:rFonts w:ascii="Arial" w:hAnsi="Arial" w:cs="Arial"/>
          <w:b/>
          <w:bCs/>
          <w:sz w:val="20"/>
          <w:szCs w:val="20"/>
        </w:rPr>
        <w:t xml:space="preserve">Smarte </w:t>
      </w:r>
      <w:r w:rsidR="006F2F65">
        <w:rPr>
          <w:rFonts w:ascii="Arial" w:hAnsi="Arial" w:cs="Arial"/>
          <w:b/>
          <w:bCs/>
          <w:sz w:val="20"/>
          <w:szCs w:val="20"/>
        </w:rPr>
        <w:t>Lösungen</w:t>
      </w:r>
      <w:r>
        <w:rPr>
          <w:rFonts w:ascii="Arial" w:hAnsi="Arial" w:cs="Arial"/>
          <w:b/>
          <w:bCs/>
          <w:sz w:val="20"/>
          <w:szCs w:val="20"/>
        </w:rPr>
        <w:t xml:space="preserve"> ganzheitlich für die Branche gedacht </w:t>
      </w:r>
    </w:p>
    <w:p w14:paraId="661CC3EF" w14:textId="1FBD6E19" w:rsidR="00AE1C7F" w:rsidRPr="00AE1C7F" w:rsidRDefault="00AE1C7F" w:rsidP="00AE1C7F">
      <w:pPr>
        <w:widowControl w:val="0"/>
        <w:spacing w:after="240" w:line="360" w:lineRule="atLeast"/>
        <w:ind w:left="70" w:right="1880"/>
        <w:jc w:val="both"/>
        <w:rPr>
          <w:rFonts w:ascii="Arial" w:hAnsi="Arial" w:cs="Arial"/>
          <w:sz w:val="20"/>
          <w:szCs w:val="20"/>
        </w:rPr>
      </w:pPr>
      <w:r w:rsidRPr="00AE1C7F">
        <w:rPr>
          <w:rFonts w:ascii="Arial" w:hAnsi="Arial" w:cs="Arial"/>
          <w:sz w:val="20"/>
          <w:szCs w:val="20"/>
        </w:rPr>
        <w:t xml:space="preserve">Dr. Reimer </w:t>
      </w:r>
      <w:proofErr w:type="spellStart"/>
      <w:r w:rsidRPr="00AE1C7F">
        <w:rPr>
          <w:rFonts w:ascii="Arial" w:hAnsi="Arial" w:cs="Arial"/>
          <w:sz w:val="20"/>
          <w:szCs w:val="20"/>
        </w:rPr>
        <w:t>Hintzpeter</w:t>
      </w:r>
      <w:proofErr w:type="spellEnd"/>
      <w:r w:rsidRPr="00AE1C7F">
        <w:rPr>
          <w:rFonts w:ascii="Arial" w:hAnsi="Arial" w:cs="Arial"/>
          <w:sz w:val="20"/>
          <w:szCs w:val="20"/>
        </w:rPr>
        <w:t xml:space="preserve"> ist Business Development Manager bei ABUS und leitet </w:t>
      </w:r>
      <w:r w:rsidR="007907F0">
        <w:rPr>
          <w:rFonts w:ascii="Arial" w:hAnsi="Arial" w:cs="Arial"/>
          <w:sz w:val="20"/>
          <w:szCs w:val="20"/>
        </w:rPr>
        <w:t xml:space="preserve">im Team </w:t>
      </w:r>
      <w:r w:rsidR="00AA7AB8" w:rsidRPr="00AA7AB8">
        <w:rPr>
          <w:rFonts w:ascii="Arial" w:hAnsi="Arial" w:cs="Arial"/>
          <w:sz w:val="20"/>
          <w:szCs w:val="20"/>
        </w:rPr>
        <w:t>„Digital Solutions</w:t>
      </w:r>
      <w:r w:rsidR="00610BBC">
        <w:rPr>
          <w:rFonts w:ascii="Arial" w:hAnsi="Arial" w:cs="Arial"/>
          <w:sz w:val="20"/>
          <w:szCs w:val="20"/>
        </w:rPr>
        <w:t xml:space="preserve"> &amp; Services</w:t>
      </w:r>
      <w:r w:rsidR="00AA7AB8" w:rsidRPr="00AA7AB8">
        <w:rPr>
          <w:rFonts w:ascii="Arial" w:hAnsi="Arial" w:cs="Arial"/>
          <w:sz w:val="20"/>
          <w:szCs w:val="20"/>
        </w:rPr>
        <w:t xml:space="preserve">“ </w:t>
      </w:r>
      <w:r w:rsidRPr="00AE1C7F">
        <w:rPr>
          <w:rFonts w:ascii="Arial" w:hAnsi="Arial" w:cs="Arial"/>
          <w:sz w:val="20"/>
          <w:szCs w:val="20"/>
        </w:rPr>
        <w:t>digitale Projekte für Geschäftskunden</w:t>
      </w:r>
      <w:r w:rsidR="007907F0">
        <w:rPr>
          <w:rFonts w:ascii="Arial" w:hAnsi="Arial" w:cs="Arial"/>
          <w:sz w:val="20"/>
          <w:szCs w:val="20"/>
        </w:rPr>
        <w:t xml:space="preserve">. Er </w:t>
      </w:r>
      <w:r w:rsidRPr="00AE1C7F">
        <w:rPr>
          <w:rFonts w:ascii="Arial" w:hAnsi="Arial" w:cs="Arial"/>
          <w:sz w:val="20"/>
          <w:szCs w:val="20"/>
        </w:rPr>
        <w:t xml:space="preserve">weiß, dass es heutzutage darauf ankommt, die Entwicklung nicht auf einzelne Produkte zu fokussieren, sondern ganzheitliche Lösungen im Blick zu haben. </w:t>
      </w:r>
      <w:proofErr w:type="spellStart"/>
      <w:r w:rsidRPr="00AE1C7F">
        <w:rPr>
          <w:rFonts w:ascii="Arial" w:hAnsi="Arial" w:cs="Arial"/>
          <w:sz w:val="20"/>
          <w:szCs w:val="20"/>
        </w:rPr>
        <w:t>Hintzpeter</w:t>
      </w:r>
      <w:proofErr w:type="spellEnd"/>
      <w:r w:rsidRPr="00AE1C7F">
        <w:rPr>
          <w:rFonts w:ascii="Arial" w:hAnsi="Arial" w:cs="Arial"/>
          <w:sz w:val="20"/>
          <w:szCs w:val="20"/>
        </w:rPr>
        <w:t xml:space="preserve"> hat zum Beispiel dazu beigetragen, dass die </w:t>
      </w:r>
      <w:proofErr w:type="spellStart"/>
      <w:r w:rsidRPr="00AE1C7F">
        <w:rPr>
          <w:rFonts w:ascii="Arial" w:hAnsi="Arial" w:cs="Arial"/>
          <w:sz w:val="20"/>
          <w:szCs w:val="20"/>
        </w:rPr>
        <w:t>Biketec</w:t>
      </w:r>
      <w:proofErr w:type="spellEnd"/>
      <w:r w:rsidRPr="00AE1C7F">
        <w:rPr>
          <w:rFonts w:ascii="Arial" w:hAnsi="Arial" w:cs="Arial"/>
          <w:sz w:val="20"/>
          <w:szCs w:val="20"/>
        </w:rPr>
        <w:t xml:space="preserve"> GmbH zur Systemintegration von E-Bikes auf die ABUS </w:t>
      </w:r>
      <w:proofErr w:type="spellStart"/>
      <w:r w:rsidRPr="00AE1C7F">
        <w:rPr>
          <w:rFonts w:ascii="Arial" w:hAnsi="Arial" w:cs="Arial"/>
          <w:sz w:val="20"/>
          <w:szCs w:val="20"/>
        </w:rPr>
        <w:t>SmartX</w:t>
      </w:r>
      <w:proofErr w:type="spellEnd"/>
      <w:r w:rsidR="005F0FF2">
        <w:rPr>
          <w:rFonts w:ascii="Arial" w:hAnsi="Arial" w:cs="Arial"/>
          <w:sz w:val="20"/>
          <w:szCs w:val="20"/>
        </w:rPr>
        <w:t>-</w:t>
      </w:r>
      <w:r w:rsidRPr="00AE1C7F">
        <w:rPr>
          <w:rFonts w:ascii="Arial" w:hAnsi="Arial" w:cs="Arial"/>
          <w:sz w:val="20"/>
          <w:szCs w:val="20"/>
        </w:rPr>
        <w:t>Technologie setzt. Mithilfe d</w:t>
      </w:r>
      <w:r w:rsidR="00E33B4F">
        <w:rPr>
          <w:rFonts w:ascii="Arial" w:hAnsi="Arial" w:cs="Arial"/>
          <w:sz w:val="20"/>
          <w:szCs w:val="20"/>
        </w:rPr>
        <w:t>ieser</w:t>
      </w:r>
      <w:r w:rsidRPr="00AE1C7F">
        <w:rPr>
          <w:rFonts w:ascii="Arial" w:hAnsi="Arial" w:cs="Arial"/>
          <w:sz w:val="20"/>
          <w:szCs w:val="20"/>
        </w:rPr>
        <w:t xml:space="preserve"> </w:t>
      </w:r>
      <w:proofErr w:type="gramStart"/>
      <w:r w:rsidRPr="00AE1C7F">
        <w:rPr>
          <w:rFonts w:ascii="Arial" w:hAnsi="Arial" w:cs="Arial"/>
          <w:sz w:val="20"/>
          <w:szCs w:val="20"/>
        </w:rPr>
        <w:t>ABUS Software</w:t>
      </w:r>
      <w:proofErr w:type="gramEnd"/>
      <w:r w:rsidRPr="00AE1C7F">
        <w:rPr>
          <w:rFonts w:ascii="Arial" w:hAnsi="Arial" w:cs="Arial"/>
          <w:sz w:val="20"/>
          <w:szCs w:val="20"/>
        </w:rPr>
        <w:t xml:space="preserve"> wird es möglich, die App von </w:t>
      </w:r>
      <w:proofErr w:type="spellStart"/>
      <w:r w:rsidRPr="00AE1C7F">
        <w:rPr>
          <w:rFonts w:ascii="Arial" w:hAnsi="Arial" w:cs="Arial"/>
          <w:sz w:val="20"/>
          <w:szCs w:val="20"/>
        </w:rPr>
        <w:t>Biketec</w:t>
      </w:r>
      <w:proofErr w:type="spellEnd"/>
      <w:r w:rsidRPr="00AE1C7F">
        <w:rPr>
          <w:rFonts w:ascii="Arial" w:hAnsi="Arial" w:cs="Arial"/>
          <w:sz w:val="20"/>
          <w:szCs w:val="20"/>
        </w:rPr>
        <w:t xml:space="preserve"> sicher mit E-Bike</w:t>
      </w:r>
      <w:r w:rsidR="00EC574C">
        <w:rPr>
          <w:rFonts w:ascii="Arial" w:hAnsi="Arial" w:cs="Arial"/>
          <w:sz w:val="20"/>
          <w:szCs w:val="20"/>
        </w:rPr>
        <w:t>s</w:t>
      </w:r>
      <w:r w:rsidRPr="00AE1C7F">
        <w:rPr>
          <w:rFonts w:ascii="Arial" w:hAnsi="Arial" w:cs="Arial"/>
          <w:sz w:val="20"/>
          <w:szCs w:val="20"/>
        </w:rPr>
        <w:t xml:space="preserve"> </w:t>
      </w:r>
      <w:r w:rsidR="00E50016" w:rsidRPr="0030416D">
        <w:rPr>
          <w:rFonts w:ascii="Arial" w:hAnsi="Arial" w:cs="Arial"/>
          <w:sz w:val="20"/>
          <w:szCs w:val="20"/>
        </w:rPr>
        <w:t>namhafter</w:t>
      </w:r>
      <w:r w:rsidR="00E562B2" w:rsidRPr="0030416D">
        <w:rPr>
          <w:rFonts w:ascii="Arial" w:hAnsi="Arial" w:cs="Arial"/>
          <w:sz w:val="20"/>
          <w:szCs w:val="20"/>
        </w:rPr>
        <w:t xml:space="preserve"> </w:t>
      </w:r>
      <w:r w:rsidR="00E562B2">
        <w:rPr>
          <w:rFonts w:ascii="Arial" w:hAnsi="Arial" w:cs="Arial"/>
          <w:sz w:val="20"/>
          <w:szCs w:val="20"/>
        </w:rPr>
        <w:t xml:space="preserve">Hersteller </w:t>
      </w:r>
      <w:r w:rsidRPr="00AE1C7F">
        <w:rPr>
          <w:rFonts w:ascii="Arial" w:hAnsi="Arial" w:cs="Arial"/>
          <w:sz w:val="20"/>
          <w:szCs w:val="20"/>
        </w:rPr>
        <w:t>zu verbinden und so Funktionen wie einen digitalen Schlüssel anzubieten.</w:t>
      </w:r>
    </w:p>
    <w:p w14:paraId="7E75ED73" w14:textId="020962AE" w:rsidR="000D4858" w:rsidRPr="00800487" w:rsidRDefault="00800487" w:rsidP="003D680F">
      <w:pPr>
        <w:widowControl w:val="0"/>
        <w:spacing w:after="240" w:line="360" w:lineRule="atLeast"/>
        <w:ind w:left="70" w:right="1880"/>
        <w:jc w:val="both"/>
        <w:rPr>
          <w:rFonts w:ascii="Arial" w:hAnsi="Arial" w:cs="Arial"/>
          <w:b/>
          <w:bCs/>
          <w:sz w:val="20"/>
          <w:szCs w:val="20"/>
        </w:rPr>
      </w:pPr>
      <w:r w:rsidRPr="00800487">
        <w:rPr>
          <w:rFonts w:ascii="Arial" w:hAnsi="Arial" w:cs="Arial"/>
          <w:b/>
          <w:bCs/>
          <w:sz w:val="20"/>
          <w:szCs w:val="20"/>
        </w:rPr>
        <w:t>Team-Spirit unter Tech-</w:t>
      </w:r>
      <w:r>
        <w:rPr>
          <w:rFonts w:ascii="Arial" w:hAnsi="Arial" w:cs="Arial"/>
          <w:b/>
          <w:bCs/>
          <w:sz w:val="20"/>
          <w:szCs w:val="20"/>
        </w:rPr>
        <w:t>Experten</w:t>
      </w:r>
    </w:p>
    <w:p w14:paraId="0F8D2973" w14:textId="40937175" w:rsidR="004D066D" w:rsidRDefault="68620AF1" w:rsidP="003D680F">
      <w:pPr>
        <w:widowControl w:val="0"/>
        <w:spacing w:after="240" w:line="360" w:lineRule="atLeast"/>
        <w:ind w:left="70" w:right="1880"/>
        <w:jc w:val="both"/>
        <w:rPr>
          <w:rFonts w:ascii="Arial" w:hAnsi="Arial" w:cs="Arial"/>
          <w:sz w:val="20"/>
          <w:szCs w:val="20"/>
        </w:rPr>
      </w:pPr>
      <w:proofErr w:type="spellStart"/>
      <w:r w:rsidRPr="16BE81B1">
        <w:rPr>
          <w:rFonts w:ascii="Arial" w:hAnsi="Arial" w:cs="Arial"/>
          <w:sz w:val="20"/>
          <w:szCs w:val="20"/>
        </w:rPr>
        <w:t>Pietruck</w:t>
      </w:r>
      <w:proofErr w:type="spellEnd"/>
      <w:r w:rsidRPr="16BE81B1">
        <w:rPr>
          <w:rFonts w:ascii="Arial" w:hAnsi="Arial" w:cs="Arial"/>
          <w:sz w:val="20"/>
          <w:szCs w:val="20"/>
        </w:rPr>
        <w:t xml:space="preserve"> und sein gesamtes Team bewegen sich am Puls der Zeit</w:t>
      </w:r>
      <w:r w:rsidR="006D54FB">
        <w:rPr>
          <w:rFonts w:ascii="Arial" w:hAnsi="Arial" w:cs="Arial"/>
          <w:sz w:val="20"/>
          <w:szCs w:val="20"/>
        </w:rPr>
        <w:t xml:space="preserve">. </w:t>
      </w:r>
      <w:r w:rsidR="004D066D">
        <w:rPr>
          <w:rFonts w:ascii="Arial" w:hAnsi="Arial" w:cs="Arial"/>
          <w:sz w:val="20"/>
          <w:szCs w:val="20"/>
        </w:rPr>
        <w:t xml:space="preserve">Es ist vor allem dieses innovative Arbeitsumfeld, </w:t>
      </w:r>
      <w:proofErr w:type="gramStart"/>
      <w:r w:rsidR="004D066D">
        <w:rPr>
          <w:rFonts w:ascii="Arial" w:hAnsi="Arial" w:cs="Arial"/>
          <w:sz w:val="20"/>
          <w:szCs w:val="20"/>
        </w:rPr>
        <w:t>das</w:t>
      </w:r>
      <w:proofErr w:type="gramEnd"/>
      <w:r w:rsidR="004D066D">
        <w:rPr>
          <w:rFonts w:ascii="Arial" w:hAnsi="Arial" w:cs="Arial"/>
          <w:sz w:val="20"/>
          <w:szCs w:val="20"/>
        </w:rPr>
        <w:t xml:space="preserve"> die Kolleginnen und Kollegen </w:t>
      </w:r>
      <w:r w:rsidR="002153F6">
        <w:rPr>
          <w:rFonts w:ascii="Arial" w:hAnsi="Arial" w:cs="Arial"/>
          <w:sz w:val="20"/>
          <w:szCs w:val="20"/>
        </w:rPr>
        <w:t>im Joballt</w:t>
      </w:r>
      <w:r w:rsidR="000810C3">
        <w:rPr>
          <w:rFonts w:ascii="Arial" w:hAnsi="Arial" w:cs="Arial"/>
          <w:sz w:val="20"/>
          <w:szCs w:val="20"/>
        </w:rPr>
        <w:t xml:space="preserve">ag </w:t>
      </w:r>
      <w:r w:rsidR="002153F6">
        <w:rPr>
          <w:rFonts w:ascii="Arial" w:hAnsi="Arial" w:cs="Arial"/>
          <w:sz w:val="20"/>
          <w:szCs w:val="20"/>
        </w:rPr>
        <w:t xml:space="preserve">antreibt. </w:t>
      </w:r>
      <w:r w:rsidR="000810C3">
        <w:rPr>
          <w:rFonts w:ascii="Arial" w:hAnsi="Arial" w:cs="Arial"/>
          <w:sz w:val="20"/>
          <w:szCs w:val="20"/>
        </w:rPr>
        <w:t xml:space="preserve">Der besondere Spirit des inhabergeführten Unternehmens, das sich immer wieder neu erfindet und seine Mitarbeiterinnen und Mitarbeiter auf diese spannende Reise mitnimmt, </w:t>
      </w:r>
      <w:r w:rsidR="00A05D05">
        <w:rPr>
          <w:rFonts w:ascii="Arial" w:hAnsi="Arial" w:cs="Arial"/>
          <w:sz w:val="20"/>
          <w:szCs w:val="20"/>
        </w:rPr>
        <w:t>w</w:t>
      </w:r>
      <w:r w:rsidR="00933F5B">
        <w:rPr>
          <w:rFonts w:ascii="Arial" w:hAnsi="Arial" w:cs="Arial"/>
          <w:sz w:val="20"/>
          <w:szCs w:val="20"/>
        </w:rPr>
        <w:t xml:space="preserve">ird in der Abteilung </w:t>
      </w:r>
      <w:bookmarkStart w:id="0" w:name="_Hlk184209028"/>
      <w:r w:rsidR="00933F5B">
        <w:rPr>
          <w:rFonts w:ascii="Arial" w:hAnsi="Arial" w:cs="Arial"/>
          <w:sz w:val="20"/>
          <w:szCs w:val="20"/>
        </w:rPr>
        <w:t xml:space="preserve">„Digital </w:t>
      </w:r>
      <w:r w:rsidR="00347C5C">
        <w:rPr>
          <w:rFonts w:ascii="Arial" w:hAnsi="Arial" w:cs="Arial"/>
          <w:sz w:val="20"/>
          <w:szCs w:val="20"/>
        </w:rPr>
        <w:t>Solutions &amp; Services</w:t>
      </w:r>
      <w:r w:rsidR="00933F5B">
        <w:rPr>
          <w:rFonts w:ascii="Arial" w:hAnsi="Arial" w:cs="Arial"/>
          <w:sz w:val="20"/>
          <w:szCs w:val="20"/>
        </w:rPr>
        <w:t xml:space="preserve">“ </w:t>
      </w:r>
      <w:bookmarkEnd w:id="0"/>
      <w:r w:rsidR="00933F5B">
        <w:rPr>
          <w:rFonts w:ascii="Arial" w:hAnsi="Arial" w:cs="Arial"/>
          <w:sz w:val="20"/>
          <w:szCs w:val="20"/>
        </w:rPr>
        <w:t>besonders geschätzt.</w:t>
      </w:r>
      <w:r w:rsidR="00A05D05">
        <w:rPr>
          <w:rFonts w:ascii="Arial" w:hAnsi="Arial" w:cs="Arial"/>
          <w:sz w:val="20"/>
          <w:szCs w:val="20"/>
        </w:rPr>
        <w:t xml:space="preserve"> </w:t>
      </w:r>
    </w:p>
    <w:p w14:paraId="1EAE85AF" w14:textId="08E6B75F" w:rsidR="00AF731E" w:rsidRDefault="4156AAD5" w:rsidP="003D680F">
      <w:pPr>
        <w:widowControl w:val="0"/>
        <w:spacing w:after="240" w:line="360" w:lineRule="atLeast"/>
        <w:ind w:left="70" w:right="1880"/>
        <w:jc w:val="both"/>
        <w:rPr>
          <w:rFonts w:ascii="Arial" w:hAnsi="Arial" w:cs="Arial"/>
          <w:sz w:val="20"/>
          <w:szCs w:val="20"/>
        </w:rPr>
      </w:pPr>
      <w:r w:rsidRPr="544ECC0D">
        <w:rPr>
          <w:rFonts w:ascii="Arial" w:hAnsi="Arial" w:cs="Arial"/>
          <w:sz w:val="20"/>
          <w:szCs w:val="20"/>
        </w:rPr>
        <w:t xml:space="preserve">Wenn </w:t>
      </w:r>
      <w:proofErr w:type="spellStart"/>
      <w:r w:rsidRPr="544ECC0D">
        <w:rPr>
          <w:rFonts w:ascii="Arial" w:hAnsi="Arial" w:cs="Arial"/>
          <w:sz w:val="20"/>
          <w:szCs w:val="20"/>
        </w:rPr>
        <w:t>Pietruck</w:t>
      </w:r>
      <w:proofErr w:type="spellEnd"/>
      <w:r w:rsidRPr="544ECC0D">
        <w:rPr>
          <w:rFonts w:ascii="Arial" w:hAnsi="Arial" w:cs="Arial"/>
          <w:sz w:val="20"/>
          <w:szCs w:val="20"/>
        </w:rPr>
        <w:t xml:space="preserve"> nach </w:t>
      </w:r>
      <w:r w:rsidR="48B765A4" w:rsidRPr="544ECC0D">
        <w:rPr>
          <w:rFonts w:ascii="Arial" w:hAnsi="Arial" w:cs="Arial"/>
          <w:sz w:val="20"/>
          <w:szCs w:val="20"/>
        </w:rPr>
        <w:t>s</w:t>
      </w:r>
      <w:r w:rsidRPr="544ECC0D">
        <w:rPr>
          <w:rFonts w:ascii="Arial" w:hAnsi="Arial" w:cs="Arial"/>
          <w:sz w:val="20"/>
          <w:szCs w:val="20"/>
        </w:rPr>
        <w:t>einem Arbeitstag im Büro am Headquarte</w:t>
      </w:r>
      <w:r w:rsidR="73139ED6" w:rsidRPr="544ECC0D">
        <w:rPr>
          <w:rFonts w:ascii="Arial" w:hAnsi="Arial" w:cs="Arial"/>
          <w:sz w:val="20"/>
          <w:szCs w:val="20"/>
        </w:rPr>
        <w:t>r</w:t>
      </w:r>
      <w:r w:rsidRPr="544ECC0D">
        <w:rPr>
          <w:rFonts w:ascii="Arial" w:hAnsi="Arial" w:cs="Arial"/>
          <w:sz w:val="20"/>
          <w:szCs w:val="20"/>
        </w:rPr>
        <w:t xml:space="preserve"> in Wetter nach Hause kommt, zückt er </w:t>
      </w:r>
      <w:r w:rsidR="280DB4D3" w:rsidRPr="544ECC0D">
        <w:rPr>
          <w:rFonts w:ascii="Arial" w:hAnsi="Arial" w:cs="Arial"/>
          <w:sz w:val="20"/>
          <w:szCs w:val="20"/>
        </w:rPr>
        <w:t xml:space="preserve">wieder </w:t>
      </w:r>
      <w:r w:rsidRPr="544ECC0D">
        <w:rPr>
          <w:rFonts w:ascii="Arial" w:hAnsi="Arial" w:cs="Arial"/>
          <w:sz w:val="20"/>
          <w:szCs w:val="20"/>
        </w:rPr>
        <w:t xml:space="preserve">sein Smartphone, um die Wohnungstür zu öffnen. </w:t>
      </w:r>
      <w:r w:rsidR="00DC7458" w:rsidRPr="00DC7458">
        <w:rPr>
          <w:rFonts w:ascii="Arial" w:hAnsi="Arial" w:cs="Arial"/>
          <w:sz w:val="20"/>
          <w:szCs w:val="20"/>
        </w:rPr>
        <w:t>Dabei spürt er die Zufriedenheit, gemeinsam mit seinem Team an bedeutenden Projekten gearbeitet zu haben. Schließlich dreht sich bei „Digital Solutions &amp; Services“ alles darum, die Zukunft eines Traditionsunternehmens zu sichern.</w:t>
      </w:r>
    </w:p>
    <w:p w14:paraId="05F48360" w14:textId="77777777" w:rsidR="00EC0B5E" w:rsidRDefault="00EC0B5E" w:rsidP="00933F5B">
      <w:pPr>
        <w:widowControl w:val="0"/>
        <w:spacing w:after="240" w:line="360" w:lineRule="atLeast"/>
        <w:ind w:right="1880"/>
        <w:jc w:val="both"/>
        <w:rPr>
          <w:rFonts w:ascii="Arial" w:hAnsi="Arial" w:cs="Arial"/>
          <w:sz w:val="20"/>
          <w:szCs w:val="20"/>
        </w:rPr>
      </w:pPr>
    </w:p>
    <w:p w14:paraId="669C963D" w14:textId="77777777" w:rsidR="00EC0B5E" w:rsidRDefault="00EC0B5E" w:rsidP="00933F5B">
      <w:pPr>
        <w:widowControl w:val="0"/>
        <w:spacing w:after="240" w:line="360" w:lineRule="atLeast"/>
        <w:ind w:right="1880"/>
        <w:jc w:val="both"/>
        <w:rPr>
          <w:rFonts w:ascii="Arial" w:hAnsi="Arial" w:cs="Arial"/>
          <w:sz w:val="20"/>
          <w:szCs w:val="20"/>
        </w:rPr>
      </w:pPr>
    </w:p>
    <w:p w14:paraId="4D64E70A" w14:textId="77777777" w:rsidR="00EC0B5E" w:rsidRDefault="00EC0B5E" w:rsidP="00933F5B">
      <w:pPr>
        <w:widowControl w:val="0"/>
        <w:spacing w:after="240" w:line="360" w:lineRule="atLeast"/>
        <w:ind w:right="1880"/>
        <w:jc w:val="both"/>
        <w:rPr>
          <w:rFonts w:ascii="Arial" w:hAnsi="Arial" w:cs="Arial"/>
          <w:sz w:val="20"/>
          <w:szCs w:val="20"/>
        </w:rPr>
      </w:pPr>
    </w:p>
    <w:p w14:paraId="2D667B16" w14:textId="77777777" w:rsidR="00EC0B5E" w:rsidRDefault="00EC0B5E" w:rsidP="00933F5B">
      <w:pPr>
        <w:widowControl w:val="0"/>
        <w:spacing w:after="240" w:line="360" w:lineRule="atLeast"/>
        <w:ind w:right="1880"/>
        <w:jc w:val="both"/>
        <w:rPr>
          <w:rFonts w:ascii="Arial" w:hAnsi="Arial" w:cs="Arial"/>
          <w:sz w:val="20"/>
          <w:szCs w:val="20"/>
        </w:rPr>
      </w:pPr>
    </w:p>
    <w:p w14:paraId="66527DA1" w14:textId="77777777" w:rsidR="00EC0B5E" w:rsidRDefault="00EC0B5E" w:rsidP="00933F5B">
      <w:pPr>
        <w:widowControl w:val="0"/>
        <w:spacing w:after="240" w:line="360" w:lineRule="atLeast"/>
        <w:ind w:right="1880"/>
        <w:jc w:val="both"/>
        <w:rPr>
          <w:rFonts w:ascii="Arial" w:hAnsi="Arial" w:cs="Arial"/>
          <w:sz w:val="20"/>
          <w:szCs w:val="20"/>
        </w:rPr>
      </w:pPr>
    </w:p>
    <w:p w14:paraId="0AA7762E" w14:textId="57CF33D1" w:rsidR="003D680F" w:rsidRPr="008C43FF" w:rsidRDefault="003D680F" w:rsidP="003D680F">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4</w:t>
      </w:r>
      <w:r w:rsidRPr="002E06C9">
        <w:rPr>
          <w:rFonts w:ascii="Arial" w:hAnsi="Arial" w:cs="Arial"/>
          <w:sz w:val="20"/>
          <w:szCs w:val="20"/>
        </w:rPr>
        <w:t>/</w:t>
      </w:r>
      <w:r>
        <w:rPr>
          <w:rFonts w:ascii="Arial" w:hAnsi="Arial" w:cs="Arial"/>
          <w:sz w:val="20"/>
          <w:szCs w:val="20"/>
        </w:rPr>
        <w:t>4</w:t>
      </w:r>
    </w:p>
    <w:p w14:paraId="12A88C34" w14:textId="19826CFA" w:rsidR="00336422" w:rsidRPr="00A6193D" w:rsidRDefault="7CD6D720" w:rsidP="003D680F">
      <w:pPr>
        <w:widowControl w:val="0"/>
        <w:spacing w:after="240" w:line="360" w:lineRule="atLeast"/>
        <w:ind w:left="70" w:right="1880"/>
        <w:jc w:val="both"/>
        <w:rPr>
          <w:rFonts w:ascii="Arial" w:hAnsi="Arial" w:cs="Arial"/>
          <w:b/>
          <w:bCs/>
          <w:sz w:val="20"/>
          <w:szCs w:val="20"/>
        </w:rPr>
      </w:pPr>
      <w:r w:rsidRPr="16BE81B1">
        <w:rPr>
          <w:rFonts w:ascii="Arial" w:hAnsi="Arial" w:cs="Arial"/>
          <w:b/>
          <w:bCs/>
          <w:sz w:val="20"/>
          <w:szCs w:val="20"/>
        </w:rPr>
        <w:t>Bild</w:t>
      </w:r>
      <w:r w:rsidR="003D680F">
        <w:rPr>
          <w:rFonts w:ascii="Arial" w:hAnsi="Arial" w:cs="Arial"/>
          <w:b/>
          <w:bCs/>
          <w:sz w:val="20"/>
          <w:szCs w:val="20"/>
        </w:rPr>
        <w:t>material</w:t>
      </w:r>
    </w:p>
    <w:p w14:paraId="2681D3BC" w14:textId="3BEF11A9" w:rsidR="00A6193D" w:rsidRDefault="003D680F" w:rsidP="003D680F">
      <w:pPr>
        <w:widowControl w:val="0"/>
        <w:spacing w:after="240" w:line="360" w:lineRule="atLeast"/>
        <w:ind w:left="70" w:right="1880"/>
        <w:jc w:val="both"/>
        <w:rPr>
          <w:rStyle w:val="ui-provider"/>
        </w:rPr>
      </w:pPr>
      <w:r>
        <w:rPr>
          <w:noProof/>
        </w:rPr>
        <w:drawing>
          <wp:inline distT="0" distB="0" distL="0" distR="0" wp14:anchorId="5D8551EA" wp14:editId="2372649D">
            <wp:extent cx="4680000" cy="3117600"/>
            <wp:effectExtent l="0" t="0" r="0" b="0"/>
            <wp:docPr id="1703228361" name="Grafik 4" descr="Ein Bild, das Kleidung, Person, Schuhwerk,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228361" name="Grafik 4" descr="Ein Bild, das Kleidung, Person, Schuhwerk, Man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680000" cy="3117600"/>
                    </a:xfrm>
                    <a:prstGeom prst="rect">
                      <a:avLst/>
                    </a:prstGeom>
                  </pic:spPr>
                </pic:pic>
              </a:graphicData>
            </a:graphic>
          </wp:inline>
        </w:drawing>
      </w:r>
    </w:p>
    <w:p w14:paraId="15E44FD6" w14:textId="09D4E61F" w:rsidR="00A672D0" w:rsidRPr="003D680F" w:rsidRDefault="00C319D4" w:rsidP="003D680F">
      <w:pPr>
        <w:widowControl w:val="0"/>
        <w:spacing w:after="240" w:line="360" w:lineRule="auto"/>
        <w:ind w:left="68" w:right="1985"/>
        <w:jc w:val="both"/>
        <w:rPr>
          <w:rFonts w:ascii="Arial" w:hAnsi="Arial" w:cs="Arial"/>
          <w:sz w:val="16"/>
          <w:szCs w:val="16"/>
        </w:rPr>
      </w:pPr>
      <w:r w:rsidRPr="003D680F">
        <w:rPr>
          <w:rFonts w:ascii="Arial" w:hAnsi="Arial" w:cs="Arial"/>
          <w:sz w:val="16"/>
          <w:szCs w:val="16"/>
        </w:rPr>
        <w:t xml:space="preserve">Das Team der Abteilung „Digital Solutions &amp; Services“ beim Sicherheitshersteller ABUS. </w:t>
      </w:r>
      <w:r w:rsidR="00A672D0" w:rsidRPr="003D680F">
        <w:rPr>
          <w:rFonts w:ascii="Arial" w:hAnsi="Arial" w:cs="Arial"/>
          <w:sz w:val="16"/>
          <w:szCs w:val="16"/>
        </w:rPr>
        <w:t>Vordere</w:t>
      </w:r>
      <w:r w:rsidR="00EC0B5E" w:rsidRPr="003D680F">
        <w:rPr>
          <w:rFonts w:ascii="Arial" w:hAnsi="Arial" w:cs="Arial"/>
          <w:sz w:val="16"/>
          <w:szCs w:val="16"/>
        </w:rPr>
        <w:t xml:space="preserve"> Reihe von </w:t>
      </w:r>
      <w:r w:rsidR="00A672D0" w:rsidRPr="003D680F">
        <w:rPr>
          <w:rFonts w:ascii="Arial" w:hAnsi="Arial" w:cs="Arial"/>
          <w:sz w:val="16"/>
          <w:szCs w:val="16"/>
        </w:rPr>
        <w:t xml:space="preserve">links nach rechts: Carsten </w:t>
      </w:r>
      <w:proofErr w:type="spellStart"/>
      <w:r w:rsidR="00A672D0" w:rsidRPr="003D680F">
        <w:rPr>
          <w:rFonts w:ascii="Arial" w:hAnsi="Arial" w:cs="Arial"/>
          <w:sz w:val="16"/>
          <w:szCs w:val="16"/>
        </w:rPr>
        <w:t>Pietruck</w:t>
      </w:r>
      <w:proofErr w:type="spellEnd"/>
      <w:r w:rsidR="00A672D0" w:rsidRPr="003D680F">
        <w:rPr>
          <w:rFonts w:ascii="Arial" w:hAnsi="Arial" w:cs="Arial"/>
          <w:sz w:val="16"/>
          <w:szCs w:val="16"/>
        </w:rPr>
        <w:t xml:space="preserve">, Stefanie Herkelmann und Dr. Reimer </w:t>
      </w:r>
      <w:proofErr w:type="spellStart"/>
      <w:r w:rsidR="00A672D0" w:rsidRPr="003D680F">
        <w:rPr>
          <w:rFonts w:ascii="Arial" w:hAnsi="Arial" w:cs="Arial"/>
          <w:sz w:val="16"/>
          <w:szCs w:val="16"/>
        </w:rPr>
        <w:t>Hintzpeter</w:t>
      </w:r>
      <w:proofErr w:type="spellEnd"/>
      <w:r w:rsidR="00A672D0" w:rsidRPr="003D680F">
        <w:rPr>
          <w:rFonts w:ascii="Arial" w:hAnsi="Arial" w:cs="Arial"/>
          <w:sz w:val="16"/>
          <w:szCs w:val="16"/>
        </w:rPr>
        <w:t>.</w:t>
      </w:r>
    </w:p>
    <w:p w14:paraId="4C803B2A" w14:textId="5CEF1D1A" w:rsidR="00A672D0" w:rsidRDefault="00A672D0" w:rsidP="003D680F">
      <w:pPr>
        <w:widowControl w:val="0"/>
        <w:spacing w:after="240" w:line="240" w:lineRule="auto"/>
        <w:ind w:left="68" w:right="991"/>
        <w:jc w:val="both"/>
        <w:rPr>
          <w:i/>
          <w:iCs/>
          <w:sz w:val="20"/>
          <w:szCs w:val="20"/>
        </w:rPr>
      </w:pPr>
      <w:r>
        <w:rPr>
          <w:rStyle w:val="ui-provider"/>
          <w:i/>
          <w:iCs/>
          <w:sz w:val="20"/>
          <w:szCs w:val="20"/>
        </w:rPr>
        <w:t xml:space="preserve"> </w:t>
      </w:r>
      <w:r w:rsidR="003D680F">
        <w:rPr>
          <w:i/>
          <w:iCs/>
          <w:noProof/>
          <w:sz w:val="20"/>
          <w:szCs w:val="20"/>
        </w:rPr>
        <w:drawing>
          <wp:inline distT="0" distB="0" distL="0" distR="0" wp14:anchorId="386767F2" wp14:editId="2C8C7507">
            <wp:extent cx="4679715" cy="2355742"/>
            <wp:effectExtent l="0" t="0" r="0" b="0"/>
            <wp:docPr id="1557361000" name="Grafik 5" descr="Ein Bild, das Screenshot, Hand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361000" name="Grafik 5" descr="Ein Bild, das Screenshot, Handy enthält.&#10;&#10;Automatisch generierte Beschreibung"/>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4680000" cy="2355885"/>
                    </a:xfrm>
                    <a:prstGeom prst="rect">
                      <a:avLst/>
                    </a:prstGeom>
                    <a:ln>
                      <a:noFill/>
                    </a:ln>
                    <a:extLst>
                      <a:ext uri="{53640926-AAD7-44D8-BBD7-CCE9431645EC}">
                        <a14:shadowObscured xmlns:a14="http://schemas.microsoft.com/office/drawing/2010/main"/>
                      </a:ext>
                    </a:extLst>
                  </pic:spPr>
                </pic:pic>
              </a:graphicData>
            </a:graphic>
          </wp:inline>
        </w:drawing>
      </w:r>
    </w:p>
    <w:p w14:paraId="77D7DA75" w14:textId="7D54B92C" w:rsidR="00A672D0" w:rsidRPr="003D680F" w:rsidRDefault="00B0709A" w:rsidP="003D680F">
      <w:pPr>
        <w:widowControl w:val="0"/>
        <w:spacing w:after="240" w:line="360" w:lineRule="auto"/>
        <w:ind w:left="68" w:right="1985"/>
        <w:jc w:val="both"/>
        <w:rPr>
          <w:rFonts w:ascii="Arial" w:hAnsi="Arial" w:cs="Arial"/>
          <w:sz w:val="16"/>
          <w:szCs w:val="16"/>
        </w:rPr>
      </w:pPr>
      <w:r w:rsidRPr="003D680F">
        <w:rPr>
          <w:rFonts w:ascii="Arial" w:hAnsi="Arial" w:cs="Arial"/>
          <w:sz w:val="16"/>
          <w:szCs w:val="16"/>
        </w:rPr>
        <w:t>Smarte Produkte</w:t>
      </w:r>
      <w:r w:rsidR="000A6F8F" w:rsidRPr="003D680F">
        <w:rPr>
          <w:rFonts w:ascii="Arial" w:hAnsi="Arial" w:cs="Arial"/>
          <w:sz w:val="16"/>
          <w:szCs w:val="16"/>
        </w:rPr>
        <w:t xml:space="preserve"> </w:t>
      </w:r>
      <w:r w:rsidR="00A71367" w:rsidRPr="003D680F">
        <w:rPr>
          <w:rFonts w:ascii="Arial" w:hAnsi="Arial" w:cs="Arial"/>
          <w:sz w:val="16"/>
          <w:szCs w:val="16"/>
        </w:rPr>
        <w:t>von ABUS</w:t>
      </w:r>
      <w:r w:rsidR="000A6F8F" w:rsidRPr="003D680F">
        <w:rPr>
          <w:rFonts w:ascii="Arial" w:hAnsi="Arial" w:cs="Arial"/>
          <w:sz w:val="16"/>
          <w:szCs w:val="16"/>
        </w:rPr>
        <w:t xml:space="preserve">, die sich über die App ABUS </w:t>
      </w:r>
      <w:proofErr w:type="spellStart"/>
      <w:r w:rsidR="000A6F8F" w:rsidRPr="003D680F">
        <w:rPr>
          <w:rFonts w:ascii="Arial" w:hAnsi="Arial" w:cs="Arial"/>
          <w:sz w:val="16"/>
          <w:szCs w:val="16"/>
        </w:rPr>
        <w:t>One</w:t>
      </w:r>
      <w:proofErr w:type="spellEnd"/>
      <w:r w:rsidR="000A6F8F" w:rsidRPr="003D680F">
        <w:rPr>
          <w:rFonts w:ascii="Arial" w:hAnsi="Arial" w:cs="Arial"/>
          <w:sz w:val="16"/>
          <w:szCs w:val="16"/>
        </w:rPr>
        <w:t xml:space="preserve"> bedienen lassen. </w:t>
      </w:r>
    </w:p>
    <w:sectPr w:rsidR="00A672D0" w:rsidRPr="003D680F" w:rsidSect="003C16EF">
      <w:headerReference w:type="default" r:id="rId15"/>
      <w:headerReference w:type="first" r:id="rId16"/>
      <w:footerReference w:type="first" r:id="rId17"/>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BEC2F" w14:textId="77777777" w:rsidR="00737BC0" w:rsidRDefault="00737BC0" w:rsidP="007548EC">
      <w:pPr>
        <w:spacing w:after="0" w:line="240" w:lineRule="auto"/>
      </w:pPr>
      <w:r>
        <w:separator/>
      </w:r>
    </w:p>
  </w:endnote>
  <w:endnote w:type="continuationSeparator" w:id="0">
    <w:p w14:paraId="4C13FC79" w14:textId="77777777" w:rsidR="00737BC0" w:rsidRDefault="00737BC0" w:rsidP="007548EC">
      <w:pPr>
        <w:spacing w:after="0" w:line="240" w:lineRule="auto"/>
      </w:pPr>
      <w:r>
        <w:continuationSeparator/>
      </w:r>
    </w:p>
  </w:endnote>
  <w:endnote w:type="continuationNotice" w:id="1">
    <w:p w14:paraId="0E7439E8" w14:textId="77777777" w:rsidR="00737BC0" w:rsidRDefault="00737B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88517" w14:textId="77777777" w:rsidR="00737BC0" w:rsidRDefault="00737BC0" w:rsidP="007548EC">
      <w:pPr>
        <w:spacing w:after="0" w:line="240" w:lineRule="auto"/>
      </w:pPr>
      <w:r>
        <w:separator/>
      </w:r>
    </w:p>
  </w:footnote>
  <w:footnote w:type="continuationSeparator" w:id="0">
    <w:p w14:paraId="0F93632F" w14:textId="77777777" w:rsidR="00737BC0" w:rsidRDefault="00737BC0" w:rsidP="007548EC">
      <w:pPr>
        <w:spacing w:after="0" w:line="240" w:lineRule="auto"/>
      </w:pPr>
      <w:r>
        <w:continuationSeparator/>
      </w:r>
    </w:p>
  </w:footnote>
  <w:footnote w:type="continuationNotice" w:id="1">
    <w:p w14:paraId="4AB00D19" w14:textId="77777777" w:rsidR="00737BC0" w:rsidRDefault="00737B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44BD5"/>
    <w:multiLevelType w:val="hybridMultilevel"/>
    <w:tmpl w:val="26E0C0B2"/>
    <w:lvl w:ilvl="0" w:tplc="83EC988E">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 w15:restartNumberingAfterBreak="0">
    <w:nsid w:val="30340840"/>
    <w:multiLevelType w:val="hybridMultilevel"/>
    <w:tmpl w:val="B8F63A12"/>
    <w:lvl w:ilvl="0" w:tplc="247ADD8A">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466F25"/>
    <w:multiLevelType w:val="hybridMultilevel"/>
    <w:tmpl w:val="5344C72C"/>
    <w:lvl w:ilvl="0" w:tplc="FFECA610">
      <w:start w:val="60"/>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4" w15:restartNumberingAfterBreak="0">
    <w:nsid w:val="39482E34"/>
    <w:multiLevelType w:val="hybridMultilevel"/>
    <w:tmpl w:val="6322954A"/>
    <w:lvl w:ilvl="0" w:tplc="48F20334">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5" w15:restartNumberingAfterBreak="0">
    <w:nsid w:val="403D36EE"/>
    <w:multiLevelType w:val="hybridMultilevel"/>
    <w:tmpl w:val="F92A73FE"/>
    <w:lvl w:ilvl="0" w:tplc="04070001">
      <w:start w:val="1"/>
      <w:numFmt w:val="bullet"/>
      <w:lvlText w:val=""/>
      <w:lvlJc w:val="left"/>
      <w:pPr>
        <w:ind w:left="790" w:hanging="360"/>
      </w:pPr>
      <w:rPr>
        <w:rFonts w:ascii="Symbol" w:hAnsi="Symbo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abstractNum w:abstractNumId="6" w15:restartNumberingAfterBreak="0">
    <w:nsid w:val="41F64F4F"/>
    <w:multiLevelType w:val="hybridMultilevel"/>
    <w:tmpl w:val="63D43BF2"/>
    <w:lvl w:ilvl="0" w:tplc="EE6A169A">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7" w15:restartNumberingAfterBreak="0">
    <w:nsid w:val="460027B1"/>
    <w:multiLevelType w:val="hybridMultilevel"/>
    <w:tmpl w:val="B2841C26"/>
    <w:lvl w:ilvl="0" w:tplc="E074682A">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8" w15:restartNumberingAfterBreak="0">
    <w:nsid w:val="48860B82"/>
    <w:multiLevelType w:val="hybridMultilevel"/>
    <w:tmpl w:val="BA4A1A94"/>
    <w:lvl w:ilvl="0" w:tplc="BBD8F578">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9" w15:restartNumberingAfterBreak="0">
    <w:nsid w:val="4C4A7E0B"/>
    <w:multiLevelType w:val="hybridMultilevel"/>
    <w:tmpl w:val="7342241C"/>
    <w:lvl w:ilvl="0" w:tplc="B86470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F435844"/>
    <w:multiLevelType w:val="hybridMultilevel"/>
    <w:tmpl w:val="5BAE823E"/>
    <w:lvl w:ilvl="0" w:tplc="2E20D2B0">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12" w15:restartNumberingAfterBreak="0">
    <w:nsid w:val="63667E70"/>
    <w:multiLevelType w:val="hybridMultilevel"/>
    <w:tmpl w:val="AC388812"/>
    <w:lvl w:ilvl="0" w:tplc="5E681E96">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3" w15:restartNumberingAfterBreak="0">
    <w:nsid w:val="70E850E8"/>
    <w:multiLevelType w:val="hybridMultilevel"/>
    <w:tmpl w:val="A71A3E66"/>
    <w:lvl w:ilvl="0" w:tplc="DF543E8A">
      <w:start w:val="2008"/>
      <w:numFmt w:val="bullet"/>
      <w:lvlText w:val="-"/>
      <w:lvlJc w:val="left"/>
      <w:pPr>
        <w:ind w:left="720" w:hanging="360"/>
      </w:pPr>
      <w:rPr>
        <w:rFonts w:ascii="Arial" w:eastAsiaTheme="minorHAnsi"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CA7D04"/>
    <w:multiLevelType w:val="hybridMultilevel"/>
    <w:tmpl w:val="1486A70A"/>
    <w:lvl w:ilvl="0" w:tplc="C7AA5534">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num w:numId="1" w16cid:durableId="224027943">
    <w:abstractNumId w:val="2"/>
  </w:num>
  <w:num w:numId="2" w16cid:durableId="2144152216">
    <w:abstractNumId w:val="10"/>
  </w:num>
  <w:num w:numId="3" w16cid:durableId="596140568">
    <w:abstractNumId w:val="9"/>
  </w:num>
  <w:num w:numId="4" w16cid:durableId="1439831742">
    <w:abstractNumId w:val="5"/>
  </w:num>
  <w:num w:numId="5" w16cid:durableId="144006842">
    <w:abstractNumId w:val="0"/>
  </w:num>
  <w:num w:numId="6" w16cid:durableId="2042968956">
    <w:abstractNumId w:val="12"/>
  </w:num>
  <w:num w:numId="7" w16cid:durableId="1588150993">
    <w:abstractNumId w:val="13"/>
  </w:num>
  <w:num w:numId="8" w16cid:durableId="1197232666">
    <w:abstractNumId w:val="1"/>
  </w:num>
  <w:num w:numId="9" w16cid:durableId="1419253375">
    <w:abstractNumId w:val="4"/>
  </w:num>
  <w:num w:numId="10" w16cid:durableId="828441868">
    <w:abstractNumId w:val="14"/>
  </w:num>
  <w:num w:numId="11" w16cid:durableId="2060855145">
    <w:abstractNumId w:val="3"/>
  </w:num>
  <w:num w:numId="12" w16cid:durableId="857892426">
    <w:abstractNumId w:val="11"/>
  </w:num>
  <w:num w:numId="13" w16cid:durableId="1823309433">
    <w:abstractNumId w:val="8"/>
  </w:num>
  <w:num w:numId="14" w16cid:durableId="377628217">
    <w:abstractNumId w:val="7"/>
  </w:num>
  <w:num w:numId="15" w16cid:durableId="21294671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2C8"/>
    <w:rsid w:val="00002CC6"/>
    <w:rsid w:val="00003007"/>
    <w:rsid w:val="000048EE"/>
    <w:rsid w:val="00004950"/>
    <w:rsid w:val="00004F0D"/>
    <w:rsid w:val="00005399"/>
    <w:rsid w:val="00005CF8"/>
    <w:rsid w:val="0000647E"/>
    <w:rsid w:val="000073DB"/>
    <w:rsid w:val="00010E7E"/>
    <w:rsid w:val="00011315"/>
    <w:rsid w:val="000119A2"/>
    <w:rsid w:val="00011F68"/>
    <w:rsid w:val="0001311F"/>
    <w:rsid w:val="000131A2"/>
    <w:rsid w:val="000151D8"/>
    <w:rsid w:val="00015D19"/>
    <w:rsid w:val="00017584"/>
    <w:rsid w:val="00020DF5"/>
    <w:rsid w:val="00021CAD"/>
    <w:rsid w:val="0002216D"/>
    <w:rsid w:val="0002373F"/>
    <w:rsid w:val="00023921"/>
    <w:rsid w:val="00023AA1"/>
    <w:rsid w:val="00023AE4"/>
    <w:rsid w:val="00023BE7"/>
    <w:rsid w:val="00024D36"/>
    <w:rsid w:val="0002504A"/>
    <w:rsid w:val="00025B2B"/>
    <w:rsid w:val="00026449"/>
    <w:rsid w:val="00026ED0"/>
    <w:rsid w:val="000306BF"/>
    <w:rsid w:val="00030DEE"/>
    <w:rsid w:val="000310F6"/>
    <w:rsid w:val="000311EB"/>
    <w:rsid w:val="00031812"/>
    <w:rsid w:val="000325F1"/>
    <w:rsid w:val="000330FC"/>
    <w:rsid w:val="00033200"/>
    <w:rsid w:val="000342FD"/>
    <w:rsid w:val="00036050"/>
    <w:rsid w:val="00036F08"/>
    <w:rsid w:val="00037A6C"/>
    <w:rsid w:val="00037F65"/>
    <w:rsid w:val="000406E1"/>
    <w:rsid w:val="0004082D"/>
    <w:rsid w:val="000418BA"/>
    <w:rsid w:val="00041A80"/>
    <w:rsid w:val="00041CE1"/>
    <w:rsid w:val="00042B84"/>
    <w:rsid w:val="000433C4"/>
    <w:rsid w:val="00043A3A"/>
    <w:rsid w:val="00043F7D"/>
    <w:rsid w:val="00044168"/>
    <w:rsid w:val="000459D3"/>
    <w:rsid w:val="0004656E"/>
    <w:rsid w:val="0004680F"/>
    <w:rsid w:val="00046A99"/>
    <w:rsid w:val="00046C3B"/>
    <w:rsid w:val="00046D13"/>
    <w:rsid w:val="00047401"/>
    <w:rsid w:val="000479A5"/>
    <w:rsid w:val="00050AED"/>
    <w:rsid w:val="00050D5D"/>
    <w:rsid w:val="00051F8B"/>
    <w:rsid w:val="00052ED7"/>
    <w:rsid w:val="000537FC"/>
    <w:rsid w:val="00053FA7"/>
    <w:rsid w:val="0005463B"/>
    <w:rsid w:val="0005477E"/>
    <w:rsid w:val="000551EA"/>
    <w:rsid w:val="000558F0"/>
    <w:rsid w:val="00055F33"/>
    <w:rsid w:val="00056459"/>
    <w:rsid w:val="000573C6"/>
    <w:rsid w:val="00057E52"/>
    <w:rsid w:val="00060046"/>
    <w:rsid w:val="000606C1"/>
    <w:rsid w:val="00060DC3"/>
    <w:rsid w:val="00062001"/>
    <w:rsid w:val="00062A6F"/>
    <w:rsid w:val="000638DF"/>
    <w:rsid w:val="00064969"/>
    <w:rsid w:val="00064ABA"/>
    <w:rsid w:val="00065566"/>
    <w:rsid w:val="000658C6"/>
    <w:rsid w:val="00065D3E"/>
    <w:rsid w:val="00065E7F"/>
    <w:rsid w:val="00066060"/>
    <w:rsid w:val="0006668C"/>
    <w:rsid w:val="000676B6"/>
    <w:rsid w:val="000717B3"/>
    <w:rsid w:val="00071809"/>
    <w:rsid w:val="000730CE"/>
    <w:rsid w:val="00075D45"/>
    <w:rsid w:val="000760A7"/>
    <w:rsid w:val="00076D78"/>
    <w:rsid w:val="000775FF"/>
    <w:rsid w:val="00077AFE"/>
    <w:rsid w:val="00077DCB"/>
    <w:rsid w:val="000804C7"/>
    <w:rsid w:val="0008056D"/>
    <w:rsid w:val="00080E5A"/>
    <w:rsid w:val="000810C3"/>
    <w:rsid w:val="0008200F"/>
    <w:rsid w:val="00082785"/>
    <w:rsid w:val="00082E1F"/>
    <w:rsid w:val="00083B20"/>
    <w:rsid w:val="00083C37"/>
    <w:rsid w:val="00084E2E"/>
    <w:rsid w:val="00085096"/>
    <w:rsid w:val="000867F4"/>
    <w:rsid w:val="00086A6B"/>
    <w:rsid w:val="00087347"/>
    <w:rsid w:val="00087B85"/>
    <w:rsid w:val="00087DFD"/>
    <w:rsid w:val="000908A3"/>
    <w:rsid w:val="00091257"/>
    <w:rsid w:val="00093E30"/>
    <w:rsid w:val="0009407A"/>
    <w:rsid w:val="000942C1"/>
    <w:rsid w:val="00095161"/>
    <w:rsid w:val="000954A9"/>
    <w:rsid w:val="00095A42"/>
    <w:rsid w:val="00095CA3"/>
    <w:rsid w:val="00095EA0"/>
    <w:rsid w:val="00097906"/>
    <w:rsid w:val="000A1F79"/>
    <w:rsid w:val="000A22E8"/>
    <w:rsid w:val="000A266A"/>
    <w:rsid w:val="000A2B17"/>
    <w:rsid w:val="000A4DA5"/>
    <w:rsid w:val="000A5C17"/>
    <w:rsid w:val="000A677C"/>
    <w:rsid w:val="000A6F8F"/>
    <w:rsid w:val="000A70D8"/>
    <w:rsid w:val="000A7B26"/>
    <w:rsid w:val="000B12C8"/>
    <w:rsid w:val="000B2BB5"/>
    <w:rsid w:val="000B3279"/>
    <w:rsid w:val="000B3C83"/>
    <w:rsid w:val="000B4582"/>
    <w:rsid w:val="000B5451"/>
    <w:rsid w:val="000B6FE9"/>
    <w:rsid w:val="000B7147"/>
    <w:rsid w:val="000B73F1"/>
    <w:rsid w:val="000C05E8"/>
    <w:rsid w:val="000C0A51"/>
    <w:rsid w:val="000C0E5A"/>
    <w:rsid w:val="000C224E"/>
    <w:rsid w:val="000C35AB"/>
    <w:rsid w:val="000C3771"/>
    <w:rsid w:val="000C3929"/>
    <w:rsid w:val="000C56B8"/>
    <w:rsid w:val="000C58C7"/>
    <w:rsid w:val="000C5B68"/>
    <w:rsid w:val="000C6845"/>
    <w:rsid w:val="000C6EC2"/>
    <w:rsid w:val="000C6FD2"/>
    <w:rsid w:val="000C76A4"/>
    <w:rsid w:val="000C7A9F"/>
    <w:rsid w:val="000D09BC"/>
    <w:rsid w:val="000D0D6B"/>
    <w:rsid w:val="000D1384"/>
    <w:rsid w:val="000D1AD4"/>
    <w:rsid w:val="000D1B9A"/>
    <w:rsid w:val="000D1F62"/>
    <w:rsid w:val="000D22AD"/>
    <w:rsid w:val="000D31F2"/>
    <w:rsid w:val="000D42B4"/>
    <w:rsid w:val="000D4858"/>
    <w:rsid w:val="000D4D22"/>
    <w:rsid w:val="000D54BC"/>
    <w:rsid w:val="000D59C9"/>
    <w:rsid w:val="000D5C2D"/>
    <w:rsid w:val="000D68C8"/>
    <w:rsid w:val="000D6B34"/>
    <w:rsid w:val="000E133E"/>
    <w:rsid w:val="000E15A9"/>
    <w:rsid w:val="000E184E"/>
    <w:rsid w:val="000E1B5C"/>
    <w:rsid w:val="000E1C5F"/>
    <w:rsid w:val="000E225E"/>
    <w:rsid w:val="000E2395"/>
    <w:rsid w:val="000E24A6"/>
    <w:rsid w:val="000E279D"/>
    <w:rsid w:val="000E41E4"/>
    <w:rsid w:val="000E45D5"/>
    <w:rsid w:val="000E4BE4"/>
    <w:rsid w:val="000E4C70"/>
    <w:rsid w:val="000E4F4E"/>
    <w:rsid w:val="000E70D2"/>
    <w:rsid w:val="000E7186"/>
    <w:rsid w:val="000E718E"/>
    <w:rsid w:val="000E7A04"/>
    <w:rsid w:val="000F017F"/>
    <w:rsid w:val="000F18B7"/>
    <w:rsid w:val="000F24B1"/>
    <w:rsid w:val="000F2F02"/>
    <w:rsid w:val="000F38BC"/>
    <w:rsid w:val="000F5240"/>
    <w:rsid w:val="000F55B1"/>
    <w:rsid w:val="000F5BC2"/>
    <w:rsid w:val="000F63D8"/>
    <w:rsid w:val="001002A5"/>
    <w:rsid w:val="0010043A"/>
    <w:rsid w:val="00101C1A"/>
    <w:rsid w:val="0010292F"/>
    <w:rsid w:val="0010297F"/>
    <w:rsid w:val="0010371B"/>
    <w:rsid w:val="00103997"/>
    <w:rsid w:val="00103C40"/>
    <w:rsid w:val="001044F1"/>
    <w:rsid w:val="00104713"/>
    <w:rsid w:val="00105C4E"/>
    <w:rsid w:val="00105C6B"/>
    <w:rsid w:val="00107A3A"/>
    <w:rsid w:val="00107D13"/>
    <w:rsid w:val="00110650"/>
    <w:rsid w:val="00115192"/>
    <w:rsid w:val="001159AF"/>
    <w:rsid w:val="00116D81"/>
    <w:rsid w:val="001203B1"/>
    <w:rsid w:val="001208D0"/>
    <w:rsid w:val="00120CA3"/>
    <w:rsid w:val="00121509"/>
    <w:rsid w:val="00121E98"/>
    <w:rsid w:val="001225A8"/>
    <w:rsid w:val="00123574"/>
    <w:rsid w:val="0012425C"/>
    <w:rsid w:val="0012484A"/>
    <w:rsid w:val="00126149"/>
    <w:rsid w:val="00126FB6"/>
    <w:rsid w:val="00126FC5"/>
    <w:rsid w:val="001276C4"/>
    <w:rsid w:val="001279E4"/>
    <w:rsid w:val="00127EC0"/>
    <w:rsid w:val="001302FD"/>
    <w:rsid w:val="0013031E"/>
    <w:rsid w:val="0013032E"/>
    <w:rsid w:val="001309A1"/>
    <w:rsid w:val="001313A1"/>
    <w:rsid w:val="001316F8"/>
    <w:rsid w:val="00132AA5"/>
    <w:rsid w:val="00132ABB"/>
    <w:rsid w:val="001333DA"/>
    <w:rsid w:val="00133725"/>
    <w:rsid w:val="00133D88"/>
    <w:rsid w:val="00133EF7"/>
    <w:rsid w:val="00134609"/>
    <w:rsid w:val="001346DF"/>
    <w:rsid w:val="00135F4E"/>
    <w:rsid w:val="00136538"/>
    <w:rsid w:val="00136A76"/>
    <w:rsid w:val="001379D5"/>
    <w:rsid w:val="001418D1"/>
    <w:rsid w:val="0014238E"/>
    <w:rsid w:val="00142770"/>
    <w:rsid w:val="00143B52"/>
    <w:rsid w:val="00144602"/>
    <w:rsid w:val="00144A07"/>
    <w:rsid w:val="00144A6D"/>
    <w:rsid w:val="0014558F"/>
    <w:rsid w:val="001515D8"/>
    <w:rsid w:val="001517ED"/>
    <w:rsid w:val="00152370"/>
    <w:rsid w:val="00152BFC"/>
    <w:rsid w:val="00152CF0"/>
    <w:rsid w:val="001532F1"/>
    <w:rsid w:val="001542A8"/>
    <w:rsid w:val="00154652"/>
    <w:rsid w:val="001551C2"/>
    <w:rsid w:val="00155B56"/>
    <w:rsid w:val="00155D42"/>
    <w:rsid w:val="00155E7C"/>
    <w:rsid w:val="00155FD9"/>
    <w:rsid w:val="00157FC8"/>
    <w:rsid w:val="00160ECE"/>
    <w:rsid w:val="00162E40"/>
    <w:rsid w:val="0016343A"/>
    <w:rsid w:val="00163B59"/>
    <w:rsid w:val="00165A1C"/>
    <w:rsid w:val="00165B9B"/>
    <w:rsid w:val="00166173"/>
    <w:rsid w:val="00166854"/>
    <w:rsid w:val="00166B2A"/>
    <w:rsid w:val="00167DFF"/>
    <w:rsid w:val="00167E36"/>
    <w:rsid w:val="001702A6"/>
    <w:rsid w:val="00170D59"/>
    <w:rsid w:val="0017113F"/>
    <w:rsid w:val="00171701"/>
    <w:rsid w:val="00171779"/>
    <w:rsid w:val="00172188"/>
    <w:rsid w:val="001724D6"/>
    <w:rsid w:val="0017254C"/>
    <w:rsid w:val="00172A26"/>
    <w:rsid w:val="00173531"/>
    <w:rsid w:val="0017355C"/>
    <w:rsid w:val="001738C9"/>
    <w:rsid w:val="00174835"/>
    <w:rsid w:val="00175100"/>
    <w:rsid w:val="001768F5"/>
    <w:rsid w:val="00177B15"/>
    <w:rsid w:val="00177CF8"/>
    <w:rsid w:val="00181019"/>
    <w:rsid w:val="00181C66"/>
    <w:rsid w:val="00183113"/>
    <w:rsid w:val="00184055"/>
    <w:rsid w:val="001847AC"/>
    <w:rsid w:val="00184D7A"/>
    <w:rsid w:val="001853B5"/>
    <w:rsid w:val="001857B2"/>
    <w:rsid w:val="00185AE6"/>
    <w:rsid w:val="001864DE"/>
    <w:rsid w:val="001870F1"/>
    <w:rsid w:val="00187BC9"/>
    <w:rsid w:val="00190BE4"/>
    <w:rsid w:val="0019147E"/>
    <w:rsid w:val="00191B61"/>
    <w:rsid w:val="0019265A"/>
    <w:rsid w:val="00193009"/>
    <w:rsid w:val="00193190"/>
    <w:rsid w:val="0019439C"/>
    <w:rsid w:val="00195E14"/>
    <w:rsid w:val="00196F21"/>
    <w:rsid w:val="00197976"/>
    <w:rsid w:val="001979EC"/>
    <w:rsid w:val="001A0CAB"/>
    <w:rsid w:val="001A1D71"/>
    <w:rsid w:val="001A1F6A"/>
    <w:rsid w:val="001A22A3"/>
    <w:rsid w:val="001A35D1"/>
    <w:rsid w:val="001A366B"/>
    <w:rsid w:val="001A3C03"/>
    <w:rsid w:val="001A3D54"/>
    <w:rsid w:val="001A4C72"/>
    <w:rsid w:val="001A5104"/>
    <w:rsid w:val="001A58DB"/>
    <w:rsid w:val="001A5955"/>
    <w:rsid w:val="001A5F4A"/>
    <w:rsid w:val="001A624D"/>
    <w:rsid w:val="001A6E5E"/>
    <w:rsid w:val="001A75FF"/>
    <w:rsid w:val="001A7936"/>
    <w:rsid w:val="001A7A2C"/>
    <w:rsid w:val="001B01B7"/>
    <w:rsid w:val="001B1908"/>
    <w:rsid w:val="001B2B7C"/>
    <w:rsid w:val="001B470A"/>
    <w:rsid w:val="001B470E"/>
    <w:rsid w:val="001B4E40"/>
    <w:rsid w:val="001B4E4B"/>
    <w:rsid w:val="001B51AE"/>
    <w:rsid w:val="001B642C"/>
    <w:rsid w:val="001B70F7"/>
    <w:rsid w:val="001C0320"/>
    <w:rsid w:val="001C0E86"/>
    <w:rsid w:val="001C1A07"/>
    <w:rsid w:val="001C226C"/>
    <w:rsid w:val="001C26F1"/>
    <w:rsid w:val="001C29CB"/>
    <w:rsid w:val="001C2B8F"/>
    <w:rsid w:val="001C34F2"/>
    <w:rsid w:val="001C37E5"/>
    <w:rsid w:val="001C3D1B"/>
    <w:rsid w:val="001C4825"/>
    <w:rsid w:val="001C4B81"/>
    <w:rsid w:val="001C52A1"/>
    <w:rsid w:val="001C5CF9"/>
    <w:rsid w:val="001C5F6E"/>
    <w:rsid w:val="001C6EA0"/>
    <w:rsid w:val="001C7021"/>
    <w:rsid w:val="001D059C"/>
    <w:rsid w:val="001D0757"/>
    <w:rsid w:val="001D15D4"/>
    <w:rsid w:val="001D1D44"/>
    <w:rsid w:val="001D1FC9"/>
    <w:rsid w:val="001D2986"/>
    <w:rsid w:val="001D2CB8"/>
    <w:rsid w:val="001D3670"/>
    <w:rsid w:val="001D392E"/>
    <w:rsid w:val="001D4F16"/>
    <w:rsid w:val="001D5C84"/>
    <w:rsid w:val="001D7130"/>
    <w:rsid w:val="001D735A"/>
    <w:rsid w:val="001D776D"/>
    <w:rsid w:val="001D7CF5"/>
    <w:rsid w:val="001E29D9"/>
    <w:rsid w:val="001E2D58"/>
    <w:rsid w:val="001E3AF6"/>
    <w:rsid w:val="001E50B0"/>
    <w:rsid w:val="001E538F"/>
    <w:rsid w:val="001E5AC4"/>
    <w:rsid w:val="001E6EDD"/>
    <w:rsid w:val="001E7C4C"/>
    <w:rsid w:val="001F0E02"/>
    <w:rsid w:val="001F15F6"/>
    <w:rsid w:val="001F190E"/>
    <w:rsid w:val="001F4B0B"/>
    <w:rsid w:val="001F5285"/>
    <w:rsid w:val="001F55FF"/>
    <w:rsid w:val="001F5661"/>
    <w:rsid w:val="001F5A44"/>
    <w:rsid w:val="001F60BC"/>
    <w:rsid w:val="001F61FD"/>
    <w:rsid w:val="001F6865"/>
    <w:rsid w:val="001F7BCC"/>
    <w:rsid w:val="001F7F14"/>
    <w:rsid w:val="00200131"/>
    <w:rsid w:val="002010E2"/>
    <w:rsid w:val="00202379"/>
    <w:rsid w:val="00203548"/>
    <w:rsid w:val="00203909"/>
    <w:rsid w:val="00204BC6"/>
    <w:rsid w:val="00204CEA"/>
    <w:rsid w:val="00204E9E"/>
    <w:rsid w:val="00205C60"/>
    <w:rsid w:val="00206B75"/>
    <w:rsid w:val="002072E4"/>
    <w:rsid w:val="00207686"/>
    <w:rsid w:val="00207A8A"/>
    <w:rsid w:val="002101C8"/>
    <w:rsid w:val="002105E9"/>
    <w:rsid w:val="002107A2"/>
    <w:rsid w:val="00211064"/>
    <w:rsid w:val="00211C12"/>
    <w:rsid w:val="00211DEF"/>
    <w:rsid w:val="002123D6"/>
    <w:rsid w:val="00213571"/>
    <w:rsid w:val="00214F8D"/>
    <w:rsid w:val="002153F6"/>
    <w:rsid w:val="002179A1"/>
    <w:rsid w:val="00220312"/>
    <w:rsid w:val="00220E81"/>
    <w:rsid w:val="00222FBD"/>
    <w:rsid w:val="00225061"/>
    <w:rsid w:val="002252B4"/>
    <w:rsid w:val="002264E5"/>
    <w:rsid w:val="0022729F"/>
    <w:rsid w:val="00227854"/>
    <w:rsid w:val="00227D08"/>
    <w:rsid w:val="0023179F"/>
    <w:rsid w:val="002318CC"/>
    <w:rsid w:val="002349AB"/>
    <w:rsid w:val="0023500D"/>
    <w:rsid w:val="002359E4"/>
    <w:rsid w:val="00235C18"/>
    <w:rsid w:val="00236021"/>
    <w:rsid w:val="00237052"/>
    <w:rsid w:val="0023709B"/>
    <w:rsid w:val="00237154"/>
    <w:rsid w:val="00240251"/>
    <w:rsid w:val="00240302"/>
    <w:rsid w:val="00240E23"/>
    <w:rsid w:val="002415B9"/>
    <w:rsid w:val="00241E4E"/>
    <w:rsid w:val="00242C57"/>
    <w:rsid w:val="00247F8A"/>
    <w:rsid w:val="00250304"/>
    <w:rsid w:val="00250432"/>
    <w:rsid w:val="0025070F"/>
    <w:rsid w:val="00251F4C"/>
    <w:rsid w:val="00252531"/>
    <w:rsid w:val="00252AB0"/>
    <w:rsid w:val="00252E5D"/>
    <w:rsid w:val="00253515"/>
    <w:rsid w:val="00254EC4"/>
    <w:rsid w:val="0025501C"/>
    <w:rsid w:val="002551D6"/>
    <w:rsid w:val="00255437"/>
    <w:rsid w:val="00255966"/>
    <w:rsid w:val="00256573"/>
    <w:rsid w:val="00256AA3"/>
    <w:rsid w:val="0025745B"/>
    <w:rsid w:val="00257489"/>
    <w:rsid w:val="00260C86"/>
    <w:rsid w:val="00261F25"/>
    <w:rsid w:val="00262576"/>
    <w:rsid w:val="0026274B"/>
    <w:rsid w:val="00262CA9"/>
    <w:rsid w:val="002655FC"/>
    <w:rsid w:val="00267E9C"/>
    <w:rsid w:val="00271621"/>
    <w:rsid w:val="0027196C"/>
    <w:rsid w:val="002732D7"/>
    <w:rsid w:val="002736DD"/>
    <w:rsid w:val="00273C2E"/>
    <w:rsid w:val="00274EC5"/>
    <w:rsid w:val="002761C0"/>
    <w:rsid w:val="00276246"/>
    <w:rsid w:val="00276C19"/>
    <w:rsid w:val="00276C42"/>
    <w:rsid w:val="00277A34"/>
    <w:rsid w:val="00277D73"/>
    <w:rsid w:val="002811A4"/>
    <w:rsid w:val="00281844"/>
    <w:rsid w:val="002819DA"/>
    <w:rsid w:val="00283DE1"/>
    <w:rsid w:val="00284A62"/>
    <w:rsid w:val="002853BE"/>
    <w:rsid w:val="002869D9"/>
    <w:rsid w:val="00286AE2"/>
    <w:rsid w:val="00287287"/>
    <w:rsid w:val="00287BFE"/>
    <w:rsid w:val="00290E35"/>
    <w:rsid w:val="0029202D"/>
    <w:rsid w:val="00293254"/>
    <w:rsid w:val="0029326F"/>
    <w:rsid w:val="00296506"/>
    <w:rsid w:val="0029761D"/>
    <w:rsid w:val="00297654"/>
    <w:rsid w:val="002978AD"/>
    <w:rsid w:val="002A04C9"/>
    <w:rsid w:val="002A05A3"/>
    <w:rsid w:val="002A0FB0"/>
    <w:rsid w:val="002A126D"/>
    <w:rsid w:val="002A1E09"/>
    <w:rsid w:val="002A227D"/>
    <w:rsid w:val="002A439C"/>
    <w:rsid w:val="002A45F9"/>
    <w:rsid w:val="002A462B"/>
    <w:rsid w:val="002A47C6"/>
    <w:rsid w:val="002A4DD9"/>
    <w:rsid w:val="002A6132"/>
    <w:rsid w:val="002A6D4F"/>
    <w:rsid w:val="002A7D67"/>
    <w:rsid w:val="002A7F83"/>
    <w:rsid w:val="002B04D8"/>
    <w:rsid w:val="002B0FE5"/>
    <w:rsid w:val="002B148E"/>
    <w:rsid w:val="002B15CD"/>
    <w:rsid w:val="002B1D91"/>
    <w:rsid w:val="002B3006"/>
    <w:rsid w:val="002B37E6"/>
    <w:rsid w:val="002B3932"/>
    <w:rsid w:val="002B4067"/>
    <w:rsid w:val="002B4409"/>
    <w:rsid w:val="002B4C26"/>
    <w:rsid w:val="002B4D51"/>
    <w:rsid w:val="002B59CC"/>
    <w:rsid w:val="002B5ADF"/>
    <w:rsid w:val="002B6342"/>
    <w:rsid w:val="002B75E4"/>
    <w:rsid w:val="002C0946"/>
    <w:rsid w:val="002C0CDB"/>
    <w:rsid w:val="002C0D4B"/>
    <w:rsid w:val="002C1127"/>
    <w:rsid w:val="002C12CA"/>
    <w:rsid w:val="002C13A0"/>
    <w:rsid w:val="002C184B"/>
    <w:rsid w:val="002C1EAF"/>
    <w:rsid w:val="002C2E09"/>
    <w:rsid w:val="002C35BF"/>
    <w:rsid w:val="002C367F"/>
    <w:rsid w:val="002C3B38"/>
    <w:rsid w:val="002C3E94"/>
    <w:rsid w:val="002C4041"/>
    <w:rsid w:val="002C40A1"/>
    <w:rsid w:val="002C5A47"/>
    <w:rsid w:val="002C5F03"/>
    <w:rsid w:val="002C6198"/>
    <w:rsid w:val="002C716E"/>
    <w:rsid w:val="002D080C"/>
    <w:rsid w:val="002D09B2"/>
    <w:rsid w:val="002D0A51"/>
    <w:rsid w:val="002D2154"/>
    <w:rsid w:val="002D2E5E"/>
    <w:rsid w:val="002D2ED8"/>
    <w:rsid w:val="002D33E1"/>
    <w:rsid w:val="002D421F"/>
    <w:rsid w:val="002D5B56"/>
    <w:rsid w:val="002D5D36"/>
    <w:rsid w:val="002D69C0"/>
    <w:rsid w:val="002E06C9"/>
    <w:rsid w:val="002E079F"/>
    <w:rsid w:val="002E1C7F"/>
    <w:rsid w:val="002E25F2"/>
    <w:rsid w:val="002E3713"/>
    <w:rsid w:val="002E459D"/>
    <w:rsid w:val="002E575C"/>
    <w:rsid w:val="002E5DEB"/>
    <w:rsid w:val="002E5E51"/>
    <w:rsid w:val="002E6674"/>
    <w:rsid w:val="002E706C"/>
    <w:rsid w:val="002F0A4C"/>
    <w:rsid w:val="002F0E36"/>
    <w:rsid w:val="002F19FB"/>
    <w:rsid w:val="002F23D1"/>
    <w:rsid w:val="002F257B"/>
    <w:rsid w:val="002F2615"/>
    <w:rsid w:val="002F3C52"/>
    <w:rsid w:val="002F405F"/>
    <w:rsid w:val="002F478F"/>
    <w:rsid w:val="002F48A5"/>
    <w:rsid w:val="002F5F06"/>
    <w:rsid w:val="002F7179"/>
    <w:rsid w:val="002F76B8"/>
    <w:rsid w:val="002F7BB1"/>
    <w:rsid w:val="002F7F3C"/>
    <w:rsid w:val="00300781"/>
    <w:rsid w:val="00300B41"/>
    <w:rsid w:val="0030105F"/>
    <w:rsid w:val="00301734"/>
    <w:rsid w:val="0030195E"/>
    <w:rsid w:val="00301BE6"/>
    <w:rsid w:val="0030299C"/>
    <w:rsid w:val="003033B1"/>
    <w:rsid w:val="003036E8"/>
    <w:rsid w:val="0030416D"/>
    <w:rsid w:val="00304E80"/>
    <w:rsid w:val="003054D8"/>
    <w:rsid w:val="00305609"/>
    <w:rsid w:val="00305FDF"/>
    <w:rsid w:val="00307551"/>
    <w:rsid w:val="0030777A"/>
    <w:rsid w:val="00310241"/>
    <w:rsid w:val="00310DF5"/>
    <w:rsid w:val="00312177"/>
    <w:rsid w:val="0031221F"/>
    <w:rsid w:val="0031227B"/>
    <w:rsid w:val="00314608"/>
    <w:rsid w:val="00314BC2"/>
    <w:rsid w:val="003153FE"/>
    <w:rsid w:val="0031568B"/>
    <w:rsid w:val="00316242"/>
    <w:rsid w:val="00316377"/>
    <w:rsid w:val="003164B4"/>
    <w:rsid w:val="0031683F"/>
    <w:rsid w:val="00317128"/>
    <w:rsid w:val="00317F9D"/>
    <w:rsid w:val="003203B2"/>
    <w:rsid w:val="003204AC"/>
    <w:rsid w:val="00321515"/>
    <w:rsid w:val="00322931"/>
    <w:rsid w:val="00323F74"/>
    <w:rsid w:val="003241D5"/>
    <w:rsid w:val="0032495C"/>
    <w:rsid w:val="00324BD1"/>
    <w:rsid w:val="00325AC6"/>
    <w:rsid w:val="00325B3D"/>
    <w:rsid w:val="003266F8"/>
    <w:rsid w:val="00330AC8"/>
    <w:rsid w:val="00330D51"/>
    <w:rsid w:val="00332BA1"/>
    <w:rsid w:val="00333502"/>
    <w:rsid w:val="00333D9B"/>
    <w:rsid w:val="003344DC"/>
    <w:rsid w:val="0033456F"/>
    <w:rsid w:val="003345E5"/>
    <w:rsid w:val="00334A73"/>
    <w:rsid w:val="003359FF"/>
    <w:rsid w:val="00336422"/>
    <w:rsid w:val="00337408"/>
    <w:rsid w:val="00337732"/>
    <w:rsid w:val="00341A13"/>
    <w:rsid w:val="00343940"/>
    <w:rsid w:val="00344F51"/>
    <w:rsid w:val="00345B7C"/>
    <w:rsid w:val="00346862"/>
    <w:rsid w:val="003479DC"/>
    <w:rsid w:val="00347C5C"/>
    <w:rsid w:val="0035129C"/>
    <w:rsid w:val="00351A36"/>
    <w:rsid w:val="0035208F"/>
    <w:rsid w:val="0035275F"/>
    <w:rsid w:val="00352EFE"/>
    <w:rsid w:val="0035364E"/>
    <w:rsid w:val="00353B8C"/>
    <w:rsid w:val="003551CB"/>
    <w:rsid w:val="00355752"/>
    <w:rsid w:val="003564BB"/>
    <w:rsid w:val="0035671A"/>
    <w:rsid w:val="003567DD"/>
    <w:rsid w:val="00356E69"/>
    <w:rsid w:val="003572B3"/>
    <w:rsid w:val="00357323"/>
    <w:rsid w:val="00357812"/>
    <w:rsid w:val="003601E8"/>
    <w:rsid w:val="003606EF"/>
    <w:rsid w:val="00360B33"/>
    <w:rsid w:val="00361EDA"/>
    <w:rsid w:val="00362F01"/>
    <w:rsid w:val="00363804"/>
    <w:rsid w:val="003649D9"/>
    <w:rsid w:val="0036522B"/>
    <w:rsid w:val="00365D57"/>
    <w:rsid w:val="00365E08"/>
    <w:rsid w:val="00365F3B"/>
    <w:rsid w:val="0036759B"/>
    <w:rsid w:val="0037153C"/>
    <w:rsid w:val="0037297A"/>
    <w:rsid w:val="00374E3C"/>
    <w:rsid w:val="003751B7"/>
    <w:rsid w:val="00375CA1"/>
    <w:rsid w:val="00375D6B"/>
    <w:rsid w:val="003770FF"/>
    <w:rsid w:val="00377CDA"/>
    <w:rsid w:val="00377D45"/>
    <w:rsid w:val="0038040D"/>
    <w:rsid w:val="00380B0D"/>
    <w:rsid w:val="00381E58"/>
    <w:rsid w:val="00381F82"/>
    <w:rsid w:val="003824DD"/>
    <w:rsid w:val="003837D6"/>
    <w:rsid w:val="00383C6E"/>
    <w:rsid w:val="003852AA"/>
    <w:rsid w:val="003854E9"/>
    <w:rsid w:val="0038593C"/>
    <w:rsid w:val="003865AC"/>
    <w:rsid w:val="00386F15"/>
    <w:rsid w:val="0038713F"/>
    <w:rsid w:val="00387D8A"/>
    <w:rsid w:val="00390612"/>
    <w:rsid w:val="00390E9D"/>
    <w:rsid w:val="00391083"/>
    <w:rsid w:val="00392391"/>
    <w:rsid w:val="00393EC7"/>
    <w:rsid w:val="003947CF"/>
    <w:rsid w:val="00395E92"/>
    <w:rsid w:val="003961CE"/>
    <w:rsid w:val="003A02E2"/>
    <w:rsid w:val="003A09A3"/>
    <w:rsid w:val="003A0A64"/>
    <w:rsid w:val="003A0B94"/>
    <w:rsid w:val="003A2982"/>
    <w:rsid w:val="003A2EDA"/>
    <w:rsid w:val="003A31AD"/>
    <w:rsid w:val="003A3BB4"/>
    <w:rsid w:val="003A4D7F"/>
    <w:rsid w:val="003A5424"/>
    <w:rsid w:val="003A6286"/>
    <w:rsid w:val="003B0594"/>
    <w:rsid w:val="003B0C29"/>
    <w:rsid w:val="003B1846"/>
    <w:rsid w:val="003B276D"/>
    <w:rsid w:val="003B3005"/>
    <w:rsid w:val="003B3AD9"/>
    <w:rsid w:val="003B4A8D"/>
    <w:rsid w:val="003B697C"/>
    <w:rsid w:val="003B729E"/>
    <w:rsid w:val="003B757C"/>
    <w:rsid w:val="003B7886"/>
    <w:rsid w:val="003B7E01"/>
    <w:rsid w:val="003C05A0"/>
    <w:rsid w:val="003C16EF"/>
    <w:rsid w:val="003C23D3"/>
    <w:rsid w:val="003C33E0"/>
    <w:rsid w:val="003C3AE3"/>
    <w:rsid w:val="003C3D6D"/>
    <w:rsid w:val="003C502D"/>
    <w:rsid w:val="003C5CA6"/>
    <w:rsid w:val="003C67F8"/>
    <w:rsid w:val="003C7F12"/>
    <w:rsid w:val="003D1A51"/>
    <w:rsid w:val="003D32FA"/>
    <w:rsid w:val="003D511D"/>
    <w:rsid w:val="003D6003"/>
    <w:rsid w:val="003D680F"/>
    <w:rsid w:val="003E11AF"/>
    <w:rsid w:val="003E19E4"/>
    <w:rsid w:val="003E1E9C"/>
    <w:rsid w:val="003E25D4"/>
    <w:rsid w:val="003E2AC6"/>
    <w:rsid w:val="003E3AC6"/>
    <w:rsid w:val="003E43BE"/>
    <w:rsid w:val="003E4571"/>
    <w:rsid w:val="003E45D1"/>
    <w:rsid w:val="003E4938"/>
    <w:rsid w:val="003E514C"/>
    <w:rsid w:val="003E5C01"/>
    <w:rsid w:val="003E6EB7"/>
    <w:rsid w:val="003E76AC"/>
    <w:rsid w:val="003F0836"/>
    <w:rsid w:val="003F2327"/>
    <w:rsid w:val="003F377E"/>
    <w:rsid w:val="003F5F3A"/>
    <w:rsid w:val="003F66BA"/>
    <w:rsid w:val="003F79F8"/>
    <w:rsid w:val="0040000A"/>
    <w:rsid w:val="0040356B"/>
    <w:rsid w:val="00403779"/>
    <w:rsid w:val="004039B3"/>
    <w:rsid w:val="00404659"/>
    <w:rsid w:val="00404A51"/>
    <w:rsid w:val="00405341"/>
    <w:rsid w:val="00405548"/>
    <w:rsid w:val="00405F86"/>
    <w:rsid w:val="00406277"/>
    <w:rsid w:val="00406718"/>
    <w:rsid w:val="00407F90"/>
    <w:rsid w:val="004105E4"/>
    <w:rsid w:val="00411D3F"/>
    <w:rsid w:val="004122A2"/>
    <w:rsid w:val="00412575"/>
    <w:rsid w:val="00412C49"/>
    <w:rsid w:val="0041388D"/>
    <w:rsid w:val="004141A1"/>
    <w:rsid w:val="0041586F"/>
    <w:rsid w:val="00415A06"/>
    <w:rsid w:val="00420214"/>
    <w:rsid w:val="004208B2"/>
    <w:rsid w:val="00421C40"/>
    <w:rsid w:val="0042345B"/>
    <w:rsid w:val="00423BFA"/>
    <w:rsid w:val="00424765"/>
    <w:rsid w:val="00424A34"/>
    <w:rsid w:val="00427534"/>
    <w:rsid w:val="00431E2B"/>
    <w:rsid w:val="004326D2"/>
    <w:rsid w:val="00433012"/>
    <w:rsid w:val="0043402C"/>
    <w:rsid w:val="004343CD"/>
    <w:rsid w:val="0043494A"/>
    <w:rsid w:val="00436227"/>
    <w:rsid w:val="004365E2"/>
    <w:rsid w:val="00436FF8"/>
    <w:rsid w:val="004377DC"/>
    <w:rsid w:val="00437D77"/>
    <w:rsid w:val="004417FC"/>
    <w:rsid w:val="00441F2F"/>
    <w:rsid w:val="00442FE6"/>
    <w:rsid w:val="00443C57"/>
    <w:rsid w:val="00443E2B"/>
    <w:rsid w:val="004441BB"/>
    <w:rsid w:val="00444250"/>
    <w:rsid w:val="004456A9"/>
    <w:rsid w:val="0044606B"/>
    <w:rsid w:val="00446111"/>
    <w:rsid w:val="00446821"/>
    <w:rsid w:val="00446B81"/>
    <w:rsid w:val="004509BA"/>
    <w:rsid w:val="00451A90"/>
    <w:rsid w:val="00451C17"/>
    <w:rsid w:val="00451F03"/>
    <w:rsid w:val="0045368A"/>
    <w:rsid w:val="0045492C"/>
    <w:rsid w:val="00454F01"/>
    <w:rsid w:val="00455344"/>
    <w:rsid w:val="004555FC"/>
    <w:rsid w:val="00456CD2"/>
    <w:rsid w:val="00461221"/>
    <w:rsid w:val="00461447"/>
    <w:rsid w:val="004617AC"/>
    <w:rsid w:val="00461A79"/>
    <w:rsid w:val="0046291D"/>
    <w:rsid w:val="00462A74"/>
    <w:rsid w:val="0046311E"/>
    <w:rsid w:val="0046410E"/>
    <w:rsid w:val="00465EBC"/>
    <w:rsid w:val="00466211"/>
    <w:rsid w:val="00466C7C"/>
    <w:rsid w:val="0046728C"/>
    <w:rsid w:val="004679BC"/>
    <w:rsid w:val="00467D33"/>
    <w:rsid w:val="004705D1"/>
    <w:rsid w:val="00470C15"/>
    <w:rsid w:val="004717D9"/>
    <w:rsid w:val="00471E0F"/>
    <w:rsid w:val="00471FF8"/>
    <w:rsid w:val="004727FB"/>
    <w:rsid w:val="0047312A"/>
    <w:rsid w:val="00473276"/>
    <w:rsid w:val="00473A8A"/>
    <w:rsid w:val="00474A00"/>
    <w:rsid w:val="004750C8"/>
    <w:rsid w:val="00476AD5"/>
    <w:rsid w:val="0047715E"/>
    <w:rsid w:val="00477E2C"/>
    <w:rsid w:val="00477E62"/>
    <w:rsid w:val="004801B9"/>
    <w:rsid w:val="00480A3F"/>
    <w:rsid w:val="00480D4E"/>
    <w:rsid w:val="00481C25"/>
    <w:rsid w:val="004820AC"/>
    <w:rsid w:val="00482724"/>
    <w:rsid w:val="00482732"/>
    <w:rsid w:val="00482D0E"/>
    <w:rsid w:val="00483A47"/>
    <w:rsid w:val="00484E77"/>
    <w:rsid w:val="004853FB"/>
    <w:rsid w:val="004863E9"/>
    <w:rsid w:val="00486574"/>
    <w:rsid w:val="004867C7"/>
    <w:rsid w:val="004875C4"/>
    <w:rsid w:val="0049092A"/>
    <w:rsid w:val="00493797"/>
    <w:rsid w:val="00494010"/>
    <w:rsid w:val="0049572C"/>
    <w:rsid w:val="004958F9"/>
    <w:rsid w:val="004962D0"/>
    <w:rsid w:val="0049671D"/>
    <w:rsid w:val="00496E7A"/>
    <w:rsid w:val="00497425"/>
    <w:rsid w:val="00497A81"/>
    <w:rsid w:val="004A015D"/>
    <w:rsid w:val="004A0494"/>
    <w:rsid w:val="004A1D91"/>
    <w:rsid w:val="004A1DDB"/>
    <w:rsid w:val="004A1F43"/>
    <w:rsid w:val="004A2BCB"/>
    <w:rsid w:val="004A2D33"/>
    <w:rsid w:val="004A343F"/>
    <w:rsid w:val="004A5948"/>
    <w:rsid w:val="004A6B3E"/>
    <w:rsid w:val="004A7663"/>
    <w:rsid w:val="004A787E"/>
    <w:rsid w:val="004A7DA1"/>
    <w:rsid w:val="004B1B38"/>
    <w:rsid w:val="004B2587"/>
    <w:rsid w:val="004B3652"/>
    <w:rsid w:val="004B43C3"/>
    <w:rsid w:val="004B48EE"/>
    <w:rsid w:val="004B640A"/>
    <w:rsid w:val="004B69EA"/>
    <w:rsid w:val="004C06E4"/>
    <w:rsid w:val="004C1097"/>
    <w:rsid w:val="004C2309"/>
    <w:rsid w:val="004C274C"/>
    <w:rsid w:val="004C3AF7"/>
    <w:rsid w:val="004C5887"/>
    <w:rsid w:val="004C5FAC"/>
    <w:rsid w:val="004C642C"/>
    <w:rsid w:val="004C68EA"/>
    <w:rsid w:val="004D066D"/>
    <w:rsid w:val="004D0ED1"/>
    <w:rsid w:val="004D2416"/>
    <w:rsid w:val="004D3108"/>
    <w:rsid w:val="004D49AC"/>
    <w:rsid w:val="004D4FBA"/>
    <w:rsid w:val="004D5D7E"/>
    <w:rsid w:val="004D739B"/>
    <w:rsid w:val="004D795E"/>
    <w:rsid w:val="004E0D0A"/>
    <w:rsid w:val="004E36DA"/>
    <w:rsid w:val="004E37C0"/>
    <w:rsid w:val="004E4D6B"/>
    <w:rsid w:val="004E5456"/>
    <w:rsid w:val="004E56E2"/>
    <w:rsid w:val="004E5EB7"/>
    <w:rsid w:val="004E65C8"/>
    <w:rsid w:val="004E7472"/>
    <w:rsid w:val="004E7EEF"/>
    <w:rsid w:val="004F0F60"/>
    <w:rsid w:val="004F104C"/>
    <w:rsid w:val="004F1B22"/>
    <w:rsid w:val="004F3B27"/>
    <w:rsid w:val="004F3BB8"/>
    <w:rsid w:val="004F3CB2"/>
    <w:rsid w:val="004F4BAE"/>
    <w:rsid w:val="004F54B0"/>
    <w:rsid w:val="004F6C37"/>
    <w:rsid w:val="00500D4E"/>
    <w:rsid w:val="005026DF"/>
    <w:rsid w:val="00502D54"/>
    <w:rsid w:val="00502E29"/>
    <w:rsid w:val="005032AE"/>
    <w:rsid w:val="0050378E"/>
    <w:rsid w:val="00503812"/>
    <w:rsid w:val="005047D3"/>
    <w:rsid w:val="005047E0"/>
    <w:rsid w:val="00505730"/>
    <w:rsid w:val="00505967"/>
    <w:rsid w:val="00506F0D"/>
    <w:rsid w:val="005113BB"/>
    <w:rsid w:val="00511754"/>
    <w:rsid w:val="00511CA6"/>
    <w:rsid w:val="005128EB"/>
    <w:rsid w:val="00512BED"/>
    <w:rsid w:val="00512EB6"/>
    <w:rsid w:val="00513AB1"/>
    <w:rsid w:val="0051454B"/>
    <w:rsid w:val="00514D9D"/>
    <w:rsid w:val="00514F02"/>
    <w:rsid w:val="00515DBB"/>
    <w:rsid w:val="00520423"/>
    <w:rsid w:val="0052075B"/>
    <w:rsid w:val="0052106B"/>
    <w:rsid w:val="005216D7"/>
    <w:rsid w:val="0052342D"/>
    <w:rsid w:val="005240B9"/>
    <w:rsid w:val="005241DE"/>
    <w:rsid w:val="00525CC1"/>
    <w:rsid w:val="00526718"/>
    <w:rsid w:val="00526822"/>
    <w:rsid w:val="00526ABA"/>
    <w:rsid w:val="00526D80"/>
    <w:rsid w:val="00527448"/>
    <w:rsid w:val="00530EA6"/>
    <w:rsid w:val="0053109E"/>
    <w:rsid w:val="00531646"/>
    <w:rsid w:val="0053178F"/>
    <w:rsid w:val="00531942"/>
    <w:rsid w:val="00532E31"/>
    <w:rsid w:val="005331E6"/>
    <w:rsid w:val="00533227"/>
    <w:rsid w:val="005335D4"/>
    <w:rsid w:val="0053469B"/>
    <w:rsid w:val="005361B0"/>
    <w:rsid w:val="005366C1"/>
    <w:rsid w:val="00536824"/>
    <w:rsid w:val="00537A02"/>
    <w:rsid w:val="0054206B"/>
    <w:rsid w:val="00542DDE"/>
    <w:rsid w:val="005432CD"/>
    <w:rsid w:val="005469F5"/>
    <w:rsid w:val="0054799D"/>
    <w:rsid w:val="00547C5A"/>
    <w:rsid w:val="00547E98"/>
    <w:rsid w:val="005500DD"/>
    <w:rsid w:val="00550BD4"/>
    <w:rsid w:val="005511BA"/>
    <w:rsid w:val="005535E4"/>
    <w:rsid w:val="00553747"/>
    <w:rsid w:val="00554439"/>
    <w:rsid w:val="00554A8F"/>
    <w:rsid w:val="00555499"/>
    <w:rsid w:val="00557889"/>
    <w:rsid w:val="00560481"/>
    <w:rsid w:val="00560541"/>
    <w:rsid w:val="00560877"/>
    <w:rsid w:val="00560A5B"/>
    <w:rsid w:val="00560E3E"/>
    <w:rsid w:val="005619DE"/>
    <w:rsid w:val="005621C8"/>
    <w:rsid w:val="00562F6A"/>
    <w:rsid w:val="00563F86"/>
    <w:rsid w:val="00565107"/>
    <w:rsid w:val="00566693"/>
    <w:rsid w:val="0056677B"/>
    <w:rsid w:val="0056697E"/>
    <w:rsid w:val="00566ED6"/>
    <w:rsid w:val="005673EC"/>
    <w:rsid w:val="00567507"/>
    <w:rsid w:val="0056777C"/>
    <w:rsid w:val="00567781"/>
    <w:rsid w:val="00570377"/>
    <w:rsid w:val="00571EFE"/>
    <w:rsid w:val="00572693"/>
    <w:rsid w:val="00572C2B"/>
    <w:rsid w:val="0057300A"/>
    <w:rsid w:val="00573AEA"/>
    <w:rsid w:val="00574EC1"/>
    <w:rsid w:val="00577385"/>
    <w:rsid w:val="00577577"/>
    <w:rsid w:val="005778FF"/>
    <w:rsid w:val="005779C2"/>
    <w:rsid w:val="00577D79"/>
    <w:rsid w:val="00577F6A"/>
    <w:rsid w:val="005802A1"/>
    <w:rsid w:val="005802D1"/>
    <w:rsid w:val="00580680"/>
    <w:rsid w:val="00581785"/>
    <w:rsid w:val="00581968"/>
    <w:rsid w:val="00581C37"/>
    <w:rsid w:val="00582510"/>
    <w:rsid w:val="00582B4B"/>
    <w:rsid w:val="00582F95"/>
    <w:rsid w:val="00583C5C"/>
    <w:rsid w:val="00583C6C"/>
    <w:rsid w:val="00583FDC"/>
    <w:rsid w:val="00584893"/>
    <w:rsid w:val="00584E48"/>
    <w:rsid w:val="00584FE5"/>
    <w:rsid w:val="0058535E"/>
    <w:rsid w:val="005876E9"/>
    <w:rsid w:val="005877B8"/>
    <w:rsid w:val="0059080E"/>
    <w:rsid w:val="00593C16"/>
    <w:rsid w:val="00594085"/>
    <w:rsid w:val="00594E31"/>
    <w:rsid w:val="005A097D"/>
    <w:rsid w:val="005A0E78"/>
    <w:rsid w:val="005A1E0A"/>
    <w:rsid w:val="005A2186"/>
    <w:rsid w:val="005A2E96"/>
    <w:rsid w:val="005A2ECF"/>
    <w:rsid w:val="005A417B"/>
    <w:rsid w:val="005A610B"/>
    <w:rsid w:val="005A66B0"/>
    <w:rsid w:val="005A7236"/>
    <w:rsid w:val="005A76CC"/>
    <w:rsid w:val="005B0A5A"/>
    <w:rsid w:val="005B0C93"/>
    <w:rsid w:val="005B184C"/>
    <w:rsid w:val="005B3E7A"/>
    <w:rsid w:val="005B4D0C"/>
    <w:rsid w:val="005B53D0"/>
    <w:rsid w:val="005B5765"/>
    <w:rsid w:val="005B5984"/>
    <w:rsid w:val="005B6423"/>
    <w:rsid w:val="005B74D5"/>
    <w:rsid w:val="005B7D33"/>
    <w:rsid w:val="005C004C"/>
    <w:rsid w:val="005C03CA"/>
    <w:rsid w:val="005C18B6"/>
    <w:rsid w:val="005C257E"/>
    <w:rsid w:val="005C3823"/>
    <w:rsid w:val="005C3894"/>
    <w:rsid w:val="005C3D93"/>
    <w:rsid w:val="005C4339"/>
    <w:rsid w:val="005C4AC6"/>
    <w:rsid w:val="005C6EB7"/>
    <w:rsid w:val="005C740F"/>
    <w:rsid w:val="005D03A3"/>
    <w:rsid w:val="005D065F"/>
    <w:rsid w:val="005D0754"/>
    <w:rsid w:val="005D163A"/>
    <w:rsid w:val="005D23E4"/>
    <w:rsid w:val="005D2B81"/>
    <w:rsid w:val="005D4059"/>
    <w:rsid w:val="005D5D95"/>
    <w:rsid w:val="005D7361"/>
    <w:rsid w:val="005E10A2"/>
    <w:rsid w:val="005E18DA"/>
    <w:rsid w:val="005E2019"/>
    <w:rsid w:val="005E348A"/>
    <w:rsid w:val="005E3B16"/>
    <w:rsid w:val="005E433E"/>
    <w:rsid w:val="005E4343"/>
    <w:rsid w:val="005E4347"/>
    <w:rsid w:val="005E5D10"/>
    <w:rsid w:val="005E63EF"/>
    <w:rsid w:val="005E6610"/>
    <w:rsid w:val="005E7050"/>
    <w:rsid w:val="005E715A"/>
    <w:rsid w:val="005F03EF"/>
    <w:rsid w:val="005F0FF2"/>
    <w:rsid w:val="005F1409"/>
    <w:rsid w:val="005F2C55"/>
    <w:rsid w:val="005F2FC2"/>
    <w:rsid w:val="005F3EB4"/>
    <w:rsid w:val="005F4251"/>
    <w:rsid w:val="005F506B"/>
    <w:rsid w:val="005F5FC6"/>
    <w:rsid w:val="005F7ABB"/>
    <w:rsid w:val="006009F7"/>
    <w:rsid w:val="00600F15"/>
    <w:rsid w:val="0060104F"/>
    <w:rsid w:val="00601DD9"/>
    <w:rsid w:val="00602612"/>
    <w:rsid w:val="00602B77"/>
    <w:rsid w:val="00602E32"/>
    <w:rsid w:val="00602EA7"/>
    <w:rsid w:val="0060359A"/>
    <w:rsid w:val="00603A77"/>
    <w:rsid w:val="00605E5B"/>
    <w:rsid w:val="00605EFA"/>
    <w:rsid w:val="0060676A"/>
    <w:rsid w:val="00606E4D"/>
    <w:rsid w:val="00606EE4"/>
    <w:rsid w:val="006074AA"/>
    <w:rsid w:val="00607E83"/>
    <w:rsid w:val="00607F6C"/>
    <w:rsid w:val="00610BBC"/>
    <w:rsid w:val="00611DBC"/>
    <w:rsid w:val="00612140"/>
    <w:rsid w:val="006122F6"/>
    <w:rsid w:val="00612D93"/>
    <w:rsid w:val="006131ED"/>
    <w:rsid w:val="0061336E"/>
    <w:rsid w:val="00613F1D"/>
    <w:rsid w:val="00614038"/>
    <w:rsid w:val="00614128"/>
    <w:rsid w:val="00614517"/>
    <w:rsid w:val="006158BD"/>
    <w:rsid w:val="006158E6"/>
    <w:rsid w:val="00616008"/>
    <w:rsid w:val="00616428"/>
    <w:rsid w:val="006170B8"/>
    <w:rsid w:val="0061771B"/>
    <w:rsid w:val="00617771"/>
    <w:rsid w:val="00620AB0"/>
    <w:rsid w:val="00620EE8"/>
    <w:rsid w:val="00621458"/>
    <w:rsid w:val="00621875"/>
    <w:rsid w:val="00621C36"/>
    <w:rsid w:val="006221C2"/>
    <w:rsid w:val="006225D9"/>
    <w:rsid w:val="00622F92"/>
    <w:rsid w:val="0062306E"/>
    <w:rsid w:val="00625962"/>
    <w:rsid w:val="00625C8E"/>
    <w:rsid w:val="00625F40"/>
    <w:rsid w:val="006277EB"/>
    <w:rsid w:val="00627E4E"/>
    <w:rsid w:val="006302C3"/>
    <w:rsid w:val="00630304"/>
    <w:rsid w:val="00630373"/>
    <w:rsid w:val="00630C1C"/>
    <w:rsid w:val="00631273"/>
    <w:rsid w:val="00631CDB"/>
    <w:rsid w:val="00633968"/>
    <w:rsid w:val="006348FD"/>
    <w:rsid w:val="00634D57"/>
    <w:rsid w:val="00635277"/>
    <w:rsid w:val="006352E4"/>
    <w:rsid w:val="00635653"/>
    <w:rsid w:val="006357E6"/>
    <w:rsid w:val="00635F29"/>
    <w:rsid w:val="0063679A"/>
    <w:rsid w:val="006373CD"/>
    <w:rsid w:val="00637A7E"/>
    <w:rsid w:val="00640497"/>
    <w:rsid w:val="00640560"/>
    <w:rsid w:val="00640EE3"/>
    <w:rsid w:val="006413BC"/>
    <w:rsid w:val="00642689"/>
    <w:rsid w:val="00642D5E"/>
    <w:rsid w:val="006459F3"/>
    <w:rsid w:val="00647777"/>
    <w:rsid w:val="00647DB1"/>
    <w:rsid w:val="0065038D"/>
    <w:rsid w:val="0065071C"/>
    <w:rsid w:val="00650835"/>
    <w:rsid w:val="0065195C"/>
    <w:rsid w:val="00651CD2"/>
    <w:rsid w:val="0065209D"/>
    <w:rsid w:val="00653053"/>
    <w:rsid w:val="0065497D"/>
    <w:rsid w:val="00655031"/>
    <w:rsid w:val="006562BC"/>
    <w:rsid w:val="00656791"/>
    <w:rsid w:val="00656956"/>
    <w:rsid w:val="00656C27"/>
    <w:rsid w:val="00657EF1"/>
    <w:rsid w:val="006620D9"/>
    <w:rsid w:val="00662555"/>
    <w:rsid w:val="00664390"/>
    <w:rsid w:val="006655F5"/>
    <w:rsid w:val="00666152"/>
    <w:rsid w:val="00666175"/>
    <w:rsid w:val="006665FA"/>
    <w:rsid w:val="006673A4"/>
    <w:rsid w:val="00667972"/>
    <w:rsid w:val="00670100"/>
    <w:rsid w:val="00670622"/>
    <w:rsid w:val="00670DA1"/>
    <w:rsid w:val="00672720"/>
    <w:rsid w:val="006729C5"/>
    <w:rsid w:val="0067313A"/>
    <w:rsid w:val="00673BCF"/>
    <w:rsid w:val="006742D9"/>
    <w:rsid w:val="00674CC4"/>
    <w:rsid w:val="006753FD"/>
    <w:rsid w:val="006760C6"/>
    <w:rsid w:val="00676FEB"/>
    <w:rsid w:val="006772B7"/>
    <w:rsid w:val="006775D9"/>
    <w:rsid w:val="00680309"/>
    <w:rsid w:val="0068084C"/>
    <w:rsid w:val="00680AA6"/>
    <w:rsid w:val="00681096"/>
    <w:rsid w:val="0068173D"/>
    <w:rsid w:val="00682012"/>
    <w:rsid w:val="00682387"/>
    <w:rsid w:val="0068267B"/>
    <w:rsid w:val="00682C31"/>
    <w:rsid w:val="006840C3"/>
    <w:rsid w:val="006840E2"/>
    <w:rsid w:val="00684654"/>
    <w:rsid w:val="006850B5"/>
    <w:rsid w:val="00685825"/>
    <w:rsid w:val="00685A06"/>
    <w:rsid w:val="00686D11"/>
    <w:rsid w:val="00687AC2"/>
    <w:rsid w:val="00690026"/>
    <w:rsid w:val="0069020E"/>
    <w:rsid w:val="00690FD6"/>
    <w:rsid w:val="00691BE4"/>
    <w:rsid w:val="00691D71"/>
    <w:rsid w:val="00692BDF"/>
    <w:rsid w:val="00692CAD"/>
    <w:rsid w:val="00693BBB"/>
    <w:rsid w:val="006957DE"/>
    <w:rsid w:val="006969F3"/>
    <w:rsid w:val="00696B62"/>
    <w:rsid w:val="00697241"/>
    <w:rsid w:val="006A1D98"/>
    <w:rsid w:val="006A3A4D"/>
    <w:rsid w:val="006A3B45"/>
    <w:rsid w:val="006A3D1A"/>
    <w:rsid w:val="006A4975"/>
    <w:rsid w:val="006A5263"/>
    <w:rsid w:val="006A54B6"/>
    <w:rsid w:val="006A6478"/>
    <w:rsid w:val="006A6587"/>
    <w:rsid w:val="006A7B74"/>
    <w:rsid w:val="006B017D"/>
    <w:rsid w:val="006B0C7B"/>
    <w:rsid w:val="006B1888"/>
    <w:rsid w:val="006B1B9B"/>
    <w:rsid w:val="006B3F04"/>
    <w:rsid w:val="006B4F19"/>
    <w:rsid w:val="006B5053"/>
    <w:rsid w:val="006B6387"/>
    <w:rsid w:val="006B6CE9"/>
    <w:rsid w:val="006B710D"/>
    <w:rsid w:val="006C1ABD"/>
    <w:rsid w:val="006C2080"/>
    <w:rsid w:val="006C415C"/>
    <w:rsid w:val="006C458F"/>
    <w:rsid w:val="006C464F"/>
    <w:rsid w:val="006C51F2"/>
    <w:rsid w:val="006C6634"/>
    <w:rsid w:val="006C6700"/>
    <w:rsid w:val="006C74C8"/>
    <w:rsid w:val="006C7F8B"/>
    <w:rsid w:val="006D03DF"/>
    <w:rsid w:val="006D1A8B"/>
    <w:rsid w:val="006D2A7E"/>
    <w:rsid w:val="006D3B27"/>
    <w:rsid w:val="006D431D"/>
    <w:rsid w:val="006D54FB"/>
    <w:rsid w:val="006D58DF"/>
    <w:rsid w:val="006D5B4D"/>
    <w:rsid w:val="006D641D"/>
    <w:rsid w:val="006D6C3B"/>
    <w:rsid w:val="006D7153"/>
    <w:rsid w:val="006D797D"/>
    <w:rsid w:val="006E0D41"/>
    <w:rsid w:val="006E26D4"/>
    <w:rsid w:val="006E282E"/>
    <w:rsid w:val="006E2D82"/>
    <w:rsid w:val="006E2E9C"/>
    <w:rsid w:val="006E340A"/>
    <w:rsid w:val="006E3A81"/>
    <w:rsid w:val="006E43F5"/>
    <w:rsid w:val="006E5659"/>
    <w:rsid w:val="006E67D7"/>
    <w:rsid w:val="006E7D34"/>
    <w:rsid w:val="006F0152"/>
    <w:rsid w:val="006F030A"/>
    <w:rsid w:val="006F2429"/>
    <w:rsid w:val="006F2F65"/>
    <w:rsid w:val="006F3820"/>
    <w:rsid w:val="006F402B"/>
    <w:rsid w:val="006F42AA"/>
    <w:rsid w:val="006F4761"/>
    <w:rsid w:val="006F50BA"/>
    <w:rsid w:val="006F5BAD"/>
    <w:rsid w:val="006F6994"/>
    <w:rsid w:val="006F706A"/>
    <w:rsid w:val="006F7AF1"/>
    <w:rsid w:val="007000A9"/>
    <w:rsid w:val="007004C9"/>
    <w:rsid w:val="00701402"/>
    <w:rsid w:val="007016A0"/>
    <w:rsid w:val="007030BA"/>
    <w:rsid w:val="007039AD"/>
    <w:rsid w:val="00703B0E"/>
    <w:rsid w:val="007055B3"/>
    <w:rsid w:val="00706D82"/>
    <w:rsid w:val="00707DB8"/>
    <w:rsid w:val="007111B1"/>
    <w:rsid w:val="0071371E"/>
    <w:rsid w:val="0071494D"/>
    <w:rsid w:val="00715310"/>
    <w:rsid w:val="00715AA9"/>
    <w:rsid w:val="00716F75"/>
    <w:rsid w:val="007171E9"/>
    <w:rsid w:val="007175D7"/>
    <w:rsid w:val="00717FA0"/>
    <w:rsid w:val="00720488"/>
    <w:rsid w:val="007206AC"/>
    <w:rsid w:val="007211F2"/>
    <w:rsid w:val="0072168F"/>
    <w:rsid w:val="00722A04"/>
    <w:rsid w:val="00723A38"/>
    <w:rsid w:val="007244D7"/>
    <w:rsid w:val="00724AF5"/>
    <w:rsid w:val="007250C2"/>
    <w:rsid w:val="007252E5"/>
    <w:rsid w:val="007274F5"/>
    <w:rsid w:val="0073083A"/>
    <w:rsid w:val="00730C0B"/>
    <w:rsid w:val="00731D97"/>
    <w:rsid w:val="007332DF"/>
    <w:rsid w:val="007335DC"/>
    <w:rsid w:val="007358D2"/>
    <w:rsid w:val="00735933"/>
    <w:rsid w:val="007368BF"/>
    <w:rsid w:val="00736DE7"/>
    <w:rsid w:val="007375F0"/>
    <w:rsid w:val="00737BC0"/>
    <w:rsid w:val="00740C49"/>
    <w:rsid w:val="0074190F"/>
    <w:rsid w:val="0074246D"/>
    <w:rsid w:val="00744A64"/>
    <w:rsid w:val="00745320"/>
    <w:rsid w:val="007453BA"/>
    <w:rsid w:val="0074594A"/>
    <w:rsid w:val="00751CE6"/>
    <w:rsid w:val="00752DBC"/>
    <w:rsid w:val="00753AC6"/>
    <w:rsid w:val="00753E11"/>
    <w:rsid w:val="007548EC"/>
    <w:rsid w:val="007548FB"/>
    <w:rsid w:val="007563F1"/>
    <w:rsid w:val="00756BC2"/>
    <w:rsid w:val="00757BCE"/>
    <w:rsid w:val="00760300"/>
    <w:rsid w:val="00761EED"/>
    <w:rsid w:val="007624D1"/>
    <w:rsid w:val="0076304D"/>
    <w:rsid w:val="00763E27"/>
    <w:rsid w:val="007642C3"/>
    <w:rsid w:val="00766004"/>
    <w:rsid w:val="0076646E"/>
    <w:rsid w:val="0076657D"/>
    <w:rsid w:val="007678E1"/>
    <w:rsid w:val="0077059B"/>
    <w:rsid w:val="0077256B"/>
    <w:rsid w:val="00772EAB"/>
    <w:rsid w:val="007738C6"/>
    <w:rsid w:val="00773F1A"/>
    <w:rsid w:val="00774597"/>
    <w:rsid w:val="00774F70"/>
    <w:rsid w:val="007803BA"/>
    <w:rsid w:val="00780EAD"/>
    <w:rsid w:val="007810E2"/>
    <w:rsid w:val="00781BAC"/>
    <w:rsid w:val="007821A5"/>
    <w:rsid w:val="007843D7"/>
    <w:rsid w:val="00784627"/>
    <w:rsid w:val="00784B22"/>
    <w:rsid w:val="00784DCB"/>
    <w:rsid w:val="0078699D"/>
    <w:rsid w:val="00790592"/>
    <w:rsid w:val="00790662"/>
    <w:rsid w:val="007907F0"/>
    <w:rsid w:val="00791D73"/>
    <w:rsid w:val="007923E5"/>
    <w:rsid w:val="00792EE3"/>
    <w:rsid w:val="00793AF4"/>
    <w:rsid w:val="00793D5F"/>
    <w:rsid w:val="00794D8A"/>
    <w:rsid w:val="007953AB"/>
    <w:rsid w:val="007957A9"/>
    <w:rsid w:val="00795C3D"/>
    <w:rsid w:val="00795E77"/>
    <w:rsid w:val="00796F45"/>
    <w:rsid w:val="0079784B"/>
    <w:rsid w:val="00797E4A"/>
    <w:rsid w:val="007A0D94"/>
    <w:rsid w:val="007A23F3"/>
    <w:rsid w:val="007A38F6"/>
    <w:rsid w:val="007A4146"/>
    <w:rsid w:val="007A44C2"/>
    <w:rsid w:val="007A49E5"/>
    <w:rsid w:val="007A4C34"/>
    <w:rsid w:val="007A4D7F"/>
    <w:rsid w:val="007A5FCF"/>
    <w:rsid w:val="007A7758"/>
    <w:rsid w:val="007B00B7"/>
    <w:rsid w:val="007B0B7C"/>
    <w:rsid w:val="007B1EB5"/>
    <w:rsid w:val="007B25BA"/>
    <w:rsid w:val="007B36DF"/>
    <w:rsid w:val="007B453D"/>
    <w:rsid w:val="007B4730"/>
    <w:rsid w:val="007B4C92"/>
    <w:rsid w:val="007B4F40"/>
    <w:rsid w:val="007B5ADB"/>
    <w:rsid w:val="007B5BD9"/>
    <w:rsid w:val="007C017D"/>
    <w:rsid w:val="007C082F"/>
    <w:rsid w:val="007C11CB"/>
    <w:rsid w:val="007C178C"/>
    <w:rsid w:val="007C381F"/>
    <w:rsid w:val="007C4A5B"/>
    <w:rsid w:val="007C5699"/>
    <w:rsid w:val="007C607C"/>
    <w:rsid w:val="007D0188"/>
    <w:rsid w:val="007D056B"/>
    <w:rsid w:val="007D0C24"/>
    <w:rsid w:val="007D0E0B"/>
    <w:rsid w:val="007D11A5"/>
    <w:rsid w:val="007D24D0"/>
    <w:rsid w:val="007D3D5D"/>
    <w:rsid w:val="007D4812"/>
    <w:rsid w:val="007D778C"/>
    <w:rsid w:val="007D7922"/>
    <w:rsid w:val="007D7B11"/>
    <w:rsid w:val="007E067A"/>
    <w:rsid w:val="007E0869"/>
    <w:rsid w:val="007E1FE9"/>
    <w:rsid w:val="007E2C05"/>
    <w:rsid w:val="007E5A7F"/>
    <w:rsid w:val="007E5A9B"/>
    <w:rsid w:val="007E5F87"/>
    <w:rsid w:val="007E6918"/>
    <w:rsid w:val="007E6D42"/>
    <w:rsid w:val="007E7A63"/>
    <w:rsid w:val="007F04F9"/>
    <w:rsid w:val="007F18ED"/>
    <w:rsid w:val="007F2596"/>
    <w:rsid w:val="007F2C51"/>
    <w:rsid w:val="007F3D50"/>
    <w:rsid w:val="007F3FEC"/>
    <w:rsid w:val="007F41A4"/>
    <w:rsid w:val="007F421C"/>
    <w:rsid w:val="007F45D4"/>
    <w:rsid w:val="007F4DE9"/>
    <w:rsid w:val="007F5380"/>
    <w:rsid w:val="007F70DC"/>
    <w:rsid w:val="007F710E"/>
    <w:rsid w:val="007F74B5"/>
    <w:rsid w:val="007F77D1"/>
    <w:rsid w:val="00800487"/>
    <w:rsid w:val="00800671"/>
    <w:rsid w:val="00800FD3"/>
    <w:rsid w:val="008020FF"/>
    <w:rsid w:val="0080216E"/>
    <w:rsid w:val="00804C4A"/>
    <w:rsid w:val="00804CEC"/>
    <w:rsid w:val="008054E4"/>
    <w:rsid w:val="008059B7"/>
    <w:rsid w:val="00805C64"/>
    <w:rsid w:val="00810D63"/>
    <w:rsid w:val="00811957"/>
    <w:rsid w:val="00812278"/>
    <w:rsid w:val="008152DC"/>
    <w:rsid w:val="00815306"/>
    <w:rsid w:val="0081542C"/>
    <w:rsid w:val="008164C2"/>
    <w:rsid w:val="00817012"/>
    <w:rsid w:val="00817379"/>
    <w:rsid w:val="008175B4"/>
    <w:rsid w:val="00817DC5"/>
    <w:rsid w:val="00817F3B"/>
    <w:rsid w:val="00817FB1"/>
    <w:rsid w:val="00820197"/>
    <w:rsid w:val="00821374"/>
    <w:rsid w:val="00822EAB"/>
    <w:rsid w:val="00822EF7"/>
    <w:rsid w:val="00822FF9"/>
    <w:rsid w:val="00823993"/>
    <w:rsid w:val="00823D0C"/>
    <w:rsid w:val="008242A0"/>
    <w:rsid w:val="00824336"/>
    <w:rsid w:val="00824802"/>
    <w:rsid w:val="00824A8D"/>
    <w:rsid w:val="00825E55"/>
    <w:rsid w:val="00826046"/>
    <w:rsid w:val="00827213"/>
    <w:rsid w:val="00827FB1"/>
    <w:rsid w:val="008307F8"/>
    <w:rsid w:val="00830955"/>
    <w:rsid w:val="00833634"/>
    <w:rsid w:val="0083659B"/>
    <w:rsid w:val="008379F1"/>
    <w:rsid w:val="008400C7"/>
    <w:rsid w:val="00841AD0"/>
    <w:rsid w:val="008427E6"/>
    <w:rsid w:val="00842D75"/>
    <w:rsid w:val="008438CB"/>
    <w:rsid w:val="00843E4B"/>
    <w:rsid w:val="008469BB"/>
    <w:rsid w:val="008479E4"/>
    <w:rsid w:val="008504FB"/>
    <w:rsid w:val="00850D55"/>
    <w:rsid w:val="0085123E"/>
    <w:rsid w:val="00852B6F"/>
    <w:rsid w:val="008538F6"/>
    <w:rsid w:val="00853A30"/>
    <w:rsid w:val="008548E3"/>
    <w:rsid w:val="00854AAF"/>
    <w:rsid w:val="0085558E"/>
    <w:rsid w:val="00855FD9"/>
    <w:rsid w:val="008563CA"/>
    <w:rsid w:val="008568D6"/>
    <w:rsid w:val="00856AD0"/>
    <w:rsid w:val="00862A88"/>
    <w:rsid w:val="0086317E"/>
    <w:rsid w:val="008635CF"/>
    <w:rsid w:val="0086503C"/>
    <w:rsid w:val="0086661A"/>
    <w:rsid w:val="00867BEE"/>
    <w:rsid w:val="008701C1"/>
    <w:rsid w:val="00870DDB"/>
    <w:rsid w:val="00871EFF"/>
    <w:rsid w:val="00872D48"/>
    <w:rsid w:val="00873698"/>
    <w:rsid w:val="008749C7"/>
    <w:rsid w:val="00875002"/>
    <w:rsid w:val="00875082"/>
    <w:rsid w:val="00875387"/>
    <w:rsid w:val="008755DC"/>
    <w:rsid w:val="00875B68"/>
    <w:rsid w:val="00876C2D"/>
    <w:rsid w:val="00877317"/>
    <w:rsid w:val="0087796F"/>
    <w:rsid w:val="00881768"/>
    <w:rsid w:val="00881EEC"/>
    <w:rsid w:val="0088313C"/>
    <w:rsid w:val="008847C1"/>
    <w:rsid w:val="00884F8C"/>
    <w:rsid w:val="0088552F"/>
    <w:rsid w:val="008857AF"/>
    <w:rsid w:val="00885C1E"/>
    <w:rsid w:val="00885ECB"/>
    <w:rsid w:val="0088687C"/>
    <w:rsid w:val="0088769E"/>
    <w:rsid w:val="008879AF"/>
    <w:rsid w:val="00887F6E"/>
    <w:rsid w:val="00893CEB"/>
    <w:rsid w:val="0089449F"/>
    <w:rsid w:val="00895C82"/>
    <w:rsid w:val="00896283"/>
    <w:rsid w:val="00896801"/>
    <w:rsid w:val="008968AF"/>
    <w:rsid w:val="008A0067"/>
    <w:rsid w:val="008A15AB"/>
    <w:rsid w:val="008A1CDE"/>
    <w:rsid w:val="008A1E4F"/>
    <w:rsid w:val="008A26CB"/>
    <w:rsid w:val="008A2BD5"/>
    <w:rsid w:val="008A39FA"/>
    <w:rsid w:val="008A437E"/>
    <w:rsid w:val="008A44AF"/>
    <w:rsid w:val="008A47FB"/>
    <w:rsid w:val="008A62C6"/>
    <w:rsid w:val="008A673F"/>
    <w:rsid w:val="008B030F"/>
    <w:rsid w:val="008B0421"/>
    <w:rsid w:val="008B14D9"/>
    <w:rsid w:val="008B17F3"/>
    <w:rsid w:val="008B1874"/>
    <w:rsid w:val="008B3A76"/>
    <w:rsid w:val="008B640E"/>
    <w:rsid w:val="008B6460"/>
    <w:rsid w:val="008B68F0"/>
    <w:rsid w:val="008B6E5C"/>
    <w:rsid w:val="008B7730"/>
    <w:rsid w:val="008B7AD7"/>
    <w:rsid w:val="008B7E0A"/>
    <w:rsid w:val="008C0246"/>
    <w:rsid w:val="008C1032"/>
    <w:rsid w:val="008C1944"/>
    <w:rsid w:val="008C31F2"/>
    <w:rsid w:val="008C3F91"/>
    <w:rsid w:val="008C432F"/>
    <w:rsid w:val="008C5F3D"/>
    <w:rsid w:val="008C6333"/>
    <w:rsid w:val="008C6392"/>
    <w:rsid w:val="008C753C"/>
    <w:rsid w:val="008C77B6"/>
    <w:rsid w:val="008C7EBF"/>
    <w:rsid w:val="008D032B"/>
    <w:rsid w:val="008D060F"/>
    <w:rsid w:val="008D09EB"/>
    <w:rsid w:val="008D268B"/>
    <w:rsid w:val="008D3DF3"/>
    <w:rsid w:val="008D40D9"/>
    <w:rsid w:val="008D5308"/>
    <w:rsid w:val="008D64B0"/>
    <w:rsid w:val="008D66CB"/>
    <w:rsid w:val="008D6790"/>
    <w:rsid w:val="008D70E3"/>
    <w:rsid w:val="008E056C"/>
    <w:rsid w:val="008E10AC"/>
    <w:rsid w:val="008E44F8"/>
    <w:rsid w:val="008E605D"/>
    <w:rsid w:val="008E7758"/>
    <w:rsid w:val="008F0E79"/>
    <w:rsid w:val="008F15C2"/>
    <w:rsid w:val="008F21A9"/>
    <w:rsid w:val="008F2DC9"/>
    <w:rsid w:val="008F3B60"/>
    <w:rsid w:val="008F3D40"/>
    <w:rsid w:val="008F4058"/>
    <w:rsid w:val="008F4345"/>
    <w:rsid w:val="008F446E"/>
    <w:rsid w:val="008F59FF"/>
    <w:rsid w:val="008F5A2F"/>
    <w:rsid w:val="008F5DFA"/>
    <w:rsid w:val="0090002A"/>
    <w:rsid w:val="009006AC"/>
    <w:rsid w:val="00900AB1"/>
    <w:rsid w:val="00901F2E"/>
    <w:rsid w:val="009024E8"/>
    <w:rsid w:val="00905E06"/>
    <w:rsid w:val="009063A5"/>
    <w:rsid w:val="009068DA"/>
    <w:rsid w:val="009069BC"/>
    <w:rsid w:val="00906D15"/>
    <w:rsid w:val="009070C6"/>
    <w:rsid w:val="0090762B"/>
    <w:rsid w:val="009078FB"/>
    <w:rsid w:val="00907BAD"/>
    <w:rsid w:val="009108F7"/>
    <w:rsid w:val="00911417"/>
    <w:rsid w:val="0091369E"/>
    <w:rsid w:val="0091373A"/>
    <w:rsid w:val="00914AEA"/>
    <w:rsid w:val="009167AA"/>
    <w:rsid w:val="00916B31"/>
    <w:rsid w:val="009176C4"/>
    <w:rsid w:val="00920449"/>
    <w:rsid w:val="00920971"/>
    <w:rsid w:val="00922C51"/>
    <w:rsid w:val="00924FCD"/>
    <w:rsid w:val="0092568D"/>
    <w:rsid w:val="009258FA"/>
    <w:rsid w:val="00926F1B"/>
    <w:rsid w:val="00927092"/>
    <w:rsid w:val="009271C2"/>
    <w:rsid w:val="009279E0"/>
    <w:rsid w:val="00927E9E"/>
    <w:rsid w:val="009304AD"/>
    <w:rsid w:val="009316E1"/>
    <w:rsid w:val="00931B06"/>
    <w:rsid w:val="00931F31"/>
    <w:rsid w:val="00933F3E"/>
    <w:rsid w:val="00933F5B"/>
    <w:rsid w:val="00934F3C"/>
    <w:rsid w:val="009355DC"/>
    <w:rsid w:val="00935FF4"/>
    <w:rsid w:val="00936754"/>
    <w:rsid w:val="00936D6A"/>
    <w:rsid w:val="0093765C"/>
    <w:rsid w:val="009377A0"/>
    <w:rsid w:val="00937EE7"/>
    <w:rsid w:val="00940549"/>
    <w:rsid w:val="00940C0F"/>
    <w:rsid w:val="00941360"/>
    <w:rsid w:val="00941D1B"/>
    <w:rsid w:val="00942947"/>
    <w:rsid w:val="00942DE2"/>
    <w:rsid w:val="00943706"/>
    <w:rsid w:val="00943A43"/>
    <w:rsid w:val="00944B46"/>
    <w:rsid w:val="009462A9"/>
    <w:rsid w:val="0094686B"/>
    <w:rsid w:val="00946B99"/>
    <w:rsid w:val="00946E27"/>
    <w:rsid w:val="00946E36"/>
    <w:rsid w:val="00946FEC"/>
    <w:rsid w:val="0094795D"/>
    <w:rsid w:val="00947EC6"/>
    <w:rsid w:val="0095013E"/>
    <w:rsid w:val="009501CE"/>
    <w:rsid w:val="00950384"/>
    <w:rsid w:val="00950660"/>
    <w:rsid w:val="009506DA"/>
    <w:rsid w:val="009516F8"/>
    <w:rsid w:val="00952DFD"/>
    <w:rsid w:val="00953C17"/>
    <w:rsid w:val="00954B32"/>
    <w:rsid w:val="009558B4"/>
    <w:rsid w:val="009568CD"/>
    <w:rsid w:val="009569D8"/>
    <w:rsid w:val="009575C3"/>
    <w:rsid w:val="0096090F"/>
    <w:rsid w:val="00962871"/>
    <w:rsid w:val="00963F87"/>
    <w:rsid w:val="00964FF8"/>
    <w:rsid w:val="00965004"/>
    <w:rsid w:val="00966B59"/>
    <w:rsid w:val="00966FB2"/>
    <w:rsid w:val="00966FE4"/>
    <w:rsid w:val="00967BEF"/>
    <w:rsid w:val="00970A94"/>
    <w:rsid w:val="00970B69"/>
    <w:rsid w:val="00970FBB"/>
    <w:rsid w:val="009721DB"/>
    <w:rsid w:val="009729F5"/>
    <w:rsid w:val="00973D28"/>
    <w:rsid w:val="009740FB"/>
    <w:rsid w:val="009743E0"/>
    <w:rsid w:val="00974751"/>
    <w:rsid w:val="00974AF7"/>
    <w:rsid w:val="0097644F"/>
    <w:rsid w:val="0097646C"/>
    <w:rsid w:val="00976BD2"/>
    <w:rsid w:val="00977467"/>
    <w:rsid w:val="00977CBE"/>
    <w:rsid w:val="0098072F"/>
    <w:rsid w:val="00981236"/>
    <w:rsid w:val="00982967"/>
    <w:rsid w:val="009829DC"/>
    <w:rsid w:val="009835FE"/>
    <w:rsid w:val="0098402D"/>
    <w:rsid w:val="00984594"/>
    <w:rsid w:val="009849B8"/>
    <w:rsid w:val="00984F3A"/>
    <w:rsid w:val="00985D39"/>
    <w:rsid w:val="00986364"/>
    <w:rsid w:val="0098753A"/>
    <w:rsid w:val="009903C3"/>
    <w:rsid w:val="009917CA"/>
    <w:rsid w:val="00992BCB"/>
    <w:rsid w:val="00992C0E"/>
    <w:rsid w:val="009932B8"/>
    <w:rsid w:val="00993373"/>
    <w:rsid w:val="0099395E"/>
    <w:rsid w:val="00994CBB"/>
    <w:rsid w:val="009A00EC"/>
    <w:rsid w:val="009A0E22"/>
    <w:rsid w:val="009A1F17"/>
    <w:rsid w:val="009A20DA"/>
    <w:rsid w:val="009A253E"/>
    <w:rsid w:val="009A35F3"/>
    <w:rsid w:val="009A37B1"/>
    <w:rsid w:val="009A5573"/>
    <w:rsid w:val="009A6B33"/>
    <w:rsid w:val="009A705A"/>
    <w:rsid w:val="009A70A2"/>
    <w:rsid w:val="009A7E06"/>
    <w:rsid w:val="009B05DD"/>
    <w:rsid w:val="009B1237"/>
    <w:rsid w:val="009B3119"/>
    <w:rsid w:val="009B315F"/>
    <w:rsid w:val="009B3180"/>
    <w:rsid w:val="009B36F2"/>
    <w:rsid w:val="009B4BCB"/>
    <w:rsid w:val="009B4CE6"/>
    <w:rsid w:val="009B59EA"/>
    <w:rsid w:val="009C2572"/>
    <w:rsid w:val="009C3472"/>
    <w:rsid w:val="009C3A7A"/>
    <w:rsid w:val="009C42D6"/>
    <w:rsid w:val="009C44FE"/>
    <w:rsid w:val="009C4595"/>
    <w:rsid w:val="009C4B3A"/>
    <w:rsid w:val="009C5286"/>
    <w:rsid w:val="009C5F02"/>
    <w:rsid w:val="009C6705"/>
    <w:rsid w:val="009C7AA3"/>
    <w:rsid w:val="009D113A"/>
    <w:rsid w:val="009D24CB"/>
    <w:rsid w:val="009D2738"/>
    <w:rsid w:val="009D2BBB"/>
    <w:rsid w:val="009D2CB6"/>
    <w:rsid w:val="009D39D3"/>
    <w:rsid w:val="009D403E"/>
    <w:rsid w:val="009D404F"/>
    <w:rsid w:val="009D48FE"/>
    <w:rsid w:val="009D5F84"/>
    <w:rsid w:val="009D6B41"/>
    <w:rsid w:val="009D6EF9"/>
    <w:rsid w:val="009D7531"/>
    <w:rsid w:val="009D7896"/>
    <w:rsid w:val="009D78B8"/>
    <w:rsid w:val="009E18E2"/>
    <w:rsid w:val="009E1C20"/>
    <w:rsid w:val="009E1CF7"/>
    <w:rsid w:val="009E3132"/>
    <w:rsid w:val="009E3171"/>
    <w:rsid w:val="009E3F35"/>
    <w:rsid w:val="009E478B"/>
    <w:rsid w:val="009E541C"/>
    <w:rsid w:val="009E6564"/>
    <w:rsid w:val="009E74E8"/>
    <w:rsid w:val="009F020F"/>
    <w:rsid w:val="009F028B"/>
    <w:rsid w:val="009F152D"/>
    <w:rsid w:val="009F2350"/>
    <w:rsid w:val="009F31AB"/>
    <w:rsid w:val="009F3C32"/>
    <w:rsid w:val="009F447C"/>
    <w:rsid w:val="009F4686"/>
    <w:rsid w:val="009F4888"/>
    <w:rsid w:val="009F4A15"/>
    <w:rsid w:val="009F4A8C"/>
    <w:rsid w:val="009F5D7D"/>
    <w:rsid w:val="009F61A5"/>
    <w:rsid w:val="009F6C1D"/>
    <w:rsid w:val="009F7728"/>
    <w:rsid w:val="00A0010C"/>
    <w:rsid w:val="00A014FC"/>
    <w:rsid w:val="00A01B22"/>
    <w:rsid w:val="00A02415"/>
    <w:rsid w:val="00A030A5"/>
    <w:rsid w:val="00A04A72"/>
    <w:rsid w:val="00A05D05"/>
    <w:rsid w:val="00A069EC"/>
    <w:rsid w:val="00A07668"/>
    <w:rsid w:val="00A1035B"/>
    <w:rsid w:val="00A11475"/>
    <w:rsid w:val="00A12855"/>
    <w:rsid w:val="00A13D35"/>
    <w:rsid w:val="00A14365"/>
    <w:rsid w:val="00A1615C"/>
    <w:rsid w:val="00A168ED"/>
    <w:rsid w:val="00A16E04"/>
    <w:rsid w:val="00A20525"/>
    <w:rsid w:val="00A20D1F"/>
    <w:rsid w:val="00A20EA7"/>
    <w:rsid w:val="00A211A3"/>
    <w:rsid w:val="00A21D94"/>
    <w:rsid w:val="00A22685"/>
    <w:rsid w:val="00A24136"/>
    <w:rsid w:val="00A25F0A"/>
    <w:rsid w:val="00A2686D"/>
    <w:rsid w:val="00A270B1"/>
    <w:rsid w:val="00A276DD"/>
    <w:rsid w:val="00A30195"/>
    <w:rsid w:val="00A30CAB"/>
    <w:rsid w:val="00A3147E"/>
    <w:rsid w:val="00A315B7"/>
    <w:rsid w:val="00A31B0D"/>
    <w:rsid w:val="00A31F16"/>
    <w:rsid w:val="00A32B8E"/>
    <w:rsid w:val="00A33187"/>
    <w:rsid w:val="00A349B5"/>
    <w:rsid w:val="00A4034C"/>
    <w:rsid w:val="00A41282"/>
    <w:rsid w:val="00A433AF"/>
    <w:rsid w:val="00A43704"/>
    <w:rsid w:val="00A4477C"/>
    <w:rsid w:val="00A447E3"/>
    <w:rsid w:val="00A44B3A"/>
    <w:rsid w:val="00A46031"/>
    <w:rsid w:val="00A46736"/>
    <w:rsid w:val="00A46BB8"/>
    <w:rsid w:val="00A472B5"/>
    <w:rsid w:val="00A47A63"/>
    <w:rsid w:val="00A50CD6"/>
    <w:rsid w:val="00A50E6A"/>
    <w:rsid w:val="00A512E1"/>
    <w:rsid w:val="00A51999"/>
    <w:rsid w:val="00A52622"/>
    <w:rsid w:val="00A530F3"/>
    <w:rsid w:val="00A54844"/>
    <w:rsid w:val="00A553DF"/>
    <w:rsid w:val="00A558D4"/>
    <w:rsid w:val="00A5659F"/>
    <w:rsid w:val="00A5675B"/>
    <w:rsid w:val="00A56922"/>
    <w:rsid w:val="00A57242"/>
    <w:rsid w:val="00A6067E"/>
    <w:rsid w:val="00A60D24"/>
    <w:rsid w:val="00A6193D"/>
    <w:rsid w:val="00A6223B"/>
    <w:rsid w:val="00A62B05"/>
    <w:rsid w:val="00A63DDD"/>
    <w:rsid w:val="00A63FF5"/>
    <w:rsid w:val="00A64140"/>
    <w:rsid w:val="00A64ABE"/>
    <w:rsid w:val="00A64EFF"/>
    <w:rsid w:val="00A65C74"/>
    <w:rsid w:val="00A66A66"/>
    <w:rsid w:val="00A672D0"/>
    <w:rsid w:val="00A6750A"/>
    <w:rsid w:val="00A70BFA"/>
    <w:rsid w:val="00A71367"/>
    <w:rsid w:val="00A73DF0"/>
    <w:rsid w:val="00A73EEB"/>
    <w:rsid w:val="00A74FE0"/>
    <w:rsid w:val="00A7514F"/>
    <w:rsid w:val="00A7680B"/>
    <w:rsid w:val="00A7795B"/>
    <w:rsid w:val="00A77BB7"/>
    <w:rsid w:val="00A77D3E"/>
    <w:rsid w:val="00A80CF3"/>
    <w:rsid w:val="00A80FF8"/>
    <w:rsid w:val="00A81625"/>
    <w:rsid w:val="00A81C6B"/>
    <w:rsid w:val="00A8223F"/>
    <w:rsid w:val="00A82AB8"/>
    <w:rsid w:val="00A83060"/>
    <w:rsid w:val="00A83507"/>
    <w:rsid w:val="00A83649"/>
    <w:rsid w:val="00A83EA9"/>
    <w:rsid w:val="00A84F95"/>
    <w:rsid w:val="00A850FA"/>
    <w:rsid w:val="00A857B2"/>
    <w:rsid w:val="00A85A34"/>
    <w:rsid w:val="00A86572"/>
    <w:rsid w:val="00A8710D"/>
    <w:rsid w:val="00A9030B"/>
    <w:rsid w:val="00A907C7"/>
    <w:rsid w:val="00A92C4A"/>
    <w:rsid w:val="00A936DD"/>
    <w:rsid w:val="00A93AC6"/>
    <w:rsid w:val="00A93E2D"/>
    <w:rsid w:val="00A96AF5"/>
    <w:rsid w:val="00A96D33"/>
    <w:rsid w:val="00A97E0C"/>
    <w:rsid w:val="00AA01A5"/>
    <w:rsid w:val="00AA0C75"/>
    <w:rsid w:val="00AA2AFC"/>
    <w:rsid w:val="00AA2C08"/>
    <w:rsid w:val="00AA33EA"/>
    <w:rsid w:val="00AA438F"/>
    <w:rsid w:val="00AA4623"/>
    <w:rsid w:val="00AA4744"/>
    <w:rsid w:val="00AA4FCC"/>
    <w:rsid w:val="00AA65CB"/>
    <w:rsid w:val="00AA6C2F"/>
    <w:rsid w:val="00AA73C5"/>
    <w:rsid w:val="00AA7AB8"/>
    <w:rsid w:val="00AB0C68"/>
    <w:rsid w:val="00AB397E"/>
    <w:rsid w:val="00AB4178"/>
    <w:rsid w:val="00AB454D"/>
    <w:rsid w:val="00AB4927"/>
    <w:rsid w:val="00AB71A1"/>
    <w:rsid w:val="00AB751B"/>
    <w:rsid w:val="00AC06B7"/>
    <w:rsid w:val="00AC081E"/>
    <w:rsid w:val="00AC0F99"/>
    <w:rsid w:val="00AC1161"/>
    <w:rsid w:val="00AC1767"/>
    <w:rsid w:val="00AC1974"/>
    <w:rsid w:val="00AC1AF6"/>
    <w:rsid w:val="00AC2C95"/>
    <w:rsid w:val="00AC2D0C"/>
    <w:rsid w:val="00AC34EC"/>
    <w:rsid w:val="00AC3F94"/>
    <w:rsid w:val="00AC51C5"/>
    <w:rsid w:val="00AC5C92"/>
    <w:rsid w:val="00AC5D62"/>
    <w:rsid w:val="00AC717F"/>
    <w:rsid w:val="00AC759F"/>
    <w:rsid w:val="00AC78D6"/>
    <w:rsid w:val="00AD0094"/>
    <w:rsid w:val="00AD0738"/>
    <w:rsid w:val="00AD1542"/>
    <w:rsid w:val="00AD1745"/>
    <w:rsid w:val="00AD208A"/>
    <w:rsid w:val="00AD21AD"/>
    <w:rsid w:val="00AD2425"/>
    <w:rsid w:val="00AD25BC"/>
    <w:rsid w:val="00AD26AD"/>
    <w:rsid w:val="00AD2ED1"/>
    <w:rsid w:val="00AD33ED"/>
    <w:rsid w:val="00AD3492"/>
    <w:rsid w:val="00AD3B1C"/>
    <w:rsid w:val="00AD4061"/>
    <w:rsid w:val="00AD42CF"/>
    <w:rsid w:val="00AD4CEA"/>
    <w:rsid w:val="00AD4E6C"/>
    <w:rsid w:val="00AD4F8A"/>
    <w:rsid w:val="00AD75B0"/>
    <w:rsid w:val="00AD76F9"/>
    <w:rsid w:val="00AE0A2D"/>
    <w:rsid w:val="00AE0CD0"/>
    <w:rsid w:val="00AE107D"/>
    <w:rsid w:val="00AE18D4"/>
    <w:rsid w:val="00AE1C7F"/>
    <w:rsid w:val="00AE25FF"/>
    <w:rsid w:val="00AE2B98"/>
    <w:rsid w:val="00AE3685"/>
    <w:rsid w:val="00AE3D18"/>
    <w:rsid w:val="00AE4EB9"/>
    <w:rsid w:val="00AE4F40"/>
    <w:rsid w:val="00AE52E7"/>
    <w:rsid w:val="00AE55AF"/>
    <w:rsid w:val="00AE6344"/>
    <w:rsid w:val="00AE7A71"/>
    <w:rsid w:val="00AF0198"/>
    <w:rsid w:val="00AF08F4"/>
    <w:rsid w:val="00AF1BE4"/>
    <w:rsid w:val="00AF4752"/>
    <w:rsid w:val="00AF4866"/>
    <w:rsid w:val="00AF4C61"/>
    <w:rsid w:val="00AF4D60"/>
    <w:rsid w:val="00AF5B76"/>
    <w:rsid w:val="00AF5E74"/>
    <w:rsid w:val="00AF731E"/>
    <w:rsid w:val="00B00207"/>
    <w:rsid w:val="00B01EFC"/>
    <w:rsid w:val="00B022C2"/>
    <w:rsid w:val="00B0303B"/>
    <w:rsid w:val="00B035FF"/>
    <w:rsid w:val="00B03BA4"/>
    <w:rsid w:val="00B03E5B"/>
    <w:rsid w:val="00B04845"/>
    <w:rsid w:val="00B050A8"/>
    <w:rsid w:val="00B05707"/>
    <w:rsid w:val="00B05A13"/>
    <w:rsid w:val="00B05C1F"/>
    <w:rsid w:val="00B06741"/>
    <w:rsid w:val="00B0679C"/>
    <w:rsid w:val="00B0709A"/>
    <w:rsid w:val="00B072C2"/>
    <w:rsid w:val="00B109C4"/>
    <w:rsid w:val="00B1132F"/>
    <w:rsid w:val="00B1140C"/>
    <w:rsid w:val="00B133DA"/>
    <w:rsid w:val="00B13432"/>
    <w:rsid w:val="00B13492"/>
    <w:rsid w:val="00B13B1C"/>
    <w:rsid w:val="00B14F2D"/>
    <w:rsid w:val="00B15105"/>
    <w:rsid w:val="00B15784"/>
    <w:rsid w:val="00B16B0F"/>
    <w:rsid w:val="00B1710A"/>
    <w:rsid w:val="00B201E4"/>
    <w:rsid w:val="00B20D93"/>
    <w:rsid w:val="00B215ED"/>
    <w:rsid w:val="00B22404"/>
    <w:rsid w:val="00B22E4B"/>
    <w:rsid w:val="00B24CFF"/>
    <w:rsid w:val="00B25052"/>
    <w:rsid w:val="00B25146"/>
    <w:rsid w:val="00B25CC4"/>
    <w:rsid w:val="00B25E94"/>
    <w:rsid w:val="00B26BD6"/>
    <w:rsid w:val="00B27467"/>
    <w:rsid w:val="00B2762B"/>
    <w:rsid w:val="00B2764D"/>
    <w:rsid w:val="00B27FD2"/>
    <w:rsid w:val="00B3035B"/>
    <w:rsid w:val="00B308DF"/>
    <w:rsid w:val="00B30B39"/>
    <w:rsid w:val="00B3189F"/>
    <w:rsid w:val="00B319EA"/>
    <w:rsid w:val="00B327D4"/>
    <w:rsid w:val="00B328B6"/>
    <w:rsid w:val="00B32A97"/>
    <w:rsid w:val="00B32BCB"/>
    <w:rsid w:val="00B335D8"/>
    <w:rsid w:val="00B35377"/>
    <w:rsid w:val="00B35599"/>
    <w:rsid w:val="00B40454"/>
    <w:rsid w:val="00B40831"/>
    <w:rsid w:val="00B408F0"/>
    <w:rsid w:val="00B41064"/>
    <w:rsid w:val="00B4160F"/>
    <w:rsid w:val="00B42605"/>
    <w:rsid w:val="00B427C9"/>
    <w:rsid w:val="00B42C6C"/>
    <w:rsid w:val="00B43D40"/>
    <w:rsid w:val="00B43F0C"/>
    <w:rsid w:val="00B44280"/>
    <w:rsid w:val="00B44529"/>
    <w:rsid w:val="00B451FA"/>
    <w:rsid w:val="00B46EA2"/>
    <w:rsid w:val="00B47C42"/>
    <w:rsid w:val="00B50032"/>
    <w:rsid w:val="00B50160"/>
    <w:rsid w:val="00B5030D"/>
    <w:rsid w:val="00B51AD4"/>
    <w:rsid w:val="00B51DD8"/>
    <w:rsid w:val="00B5479A"/>
    <w:rsid w:val="00B548C4"/>
    <w:rsid w:val="00B5732F"/>
    <w:rsid w:val="00B6039D"/>
    <w:rsid w:val="00B603A8"/>
    <w:rsid w:val="00B605EC"/>
    <w:rsid w:val="00B60A03"/>
    <w:rsid w:val="00B62275"/>
    <w:rsid w:val="00B623AD"/>
    <w:rsid w:val="00B62B55"/>
    <w:rsid w:val="00B6384B"/>
    <w:rsid w:val="00B638AC"/>
    <w:rsid w:val="00B64B0D"/>
    <w:rsid w:val="00B654EE"/>
    <w:rsid w:val="00B65AE8"/>
    <w:rsid w:val="00B65C33"/>
    <w:rsid w:val="00B65F6D"/>
    <w:rsid w:val="00B67D29"/>
    <w:rsid w:val="00B70A18"/>
    <w:rsid w:val="00B7112B"/>
    <w:rsid w:val="00B731D5"/>
    <w:rsid w:val="00B7366D"/>
    <w:rsid w:val="00B74CA4"/>
    <w:rsid w:val="00B768DE"/>
    <w:rsid w:val="00B77F6A"/>
    <w:rsid w:val="00B8037A"/>
    <w:rsid w:val="00B80C5A"/>
    <w:rsid w:val="00B80E50"/>
    <w:rsid w:val="00B8253E"/>
    <w:rsid w:val="00B8339E"/>
    <w:rsid w:val="00B8345B"/>
    <w:rsid w:val="00B85C32"/>
    <w:rsid w:val="00B86036"/>
    <w:rsid w:val="00B86258"/>
    <w:rsid w:val="00B865C1"/>
    <w:rsid w:val="00B90020"/>
    <w:rsid w:val="00B90AD8"/>
    <w:rsid w:val="00B92F3C"/>
    <w:rsid w:val="00B93D5B"/>
    <w:rsid w:val="00B94A7D"/>
    <w:rsid w:val="00B94E99"/>
    <w:rsid w:val="00B95D65"/>
    <w:rsid w:val="00BA050C"/>
    <w:rsid w:val="00BA10F9"/>
    <w:rsid w:val="00BA16CD"/>
    <w:rsid w:val="00BA16E0"/>
    <w:rsid w:val="00BA2899"/>
    <w:rsid w:val="00BA2B70"/>
    <w:rsid w:val="00BA2B78"/>
    <w:rsid w:val="00BA42D5"/>
    <w:rsid w:val="00BA6825"/>
    <w:rsid w:val="00BA6D46"/>
    <w:rsid w:val="00BA705F"/>
    <w:rsid w:val="00BA709D"/>
    <w:rsid w:val="00BB0001"/>
    <w:rsid w:val="00BB0231"/>
    <w:rsid w:val="00BB0AE6"/>
    <w:rsid w:val="00BB1826"/>
    <w:rsid w:val="00BB2A26"/>
    <w:rsid w:val="00BB3F19"/>
    <w:rsid w:val="00BB4EE1"/>
    <w:rsid w:val="00BB52FB"/>
    <w:rsid w:val="00BB59A1"/>
    <w:rsid w:val="00BB653E"/>
    <w:rsid w:val="00BB7D40"/>
    <w:rsid w:val="00BB7E48"/>
    <w:rsid w:val="00BC03DD"/>
    <w:rsid w:val="00BC04D4"/>
    <w:rsid w:val="00BC110E"/>
    <w:rsid w:val="00BC19F6"/>
    <w:rsid w:val="00BC2907"/>
    <w:rsid w:val="00BC304C"/>
    <w:rsid w:val="00BC3084"/>
    <w:rsid w:val="00BC3A38"/>
    <w:rsid w:val="00BC44F1"/>
    <w:rsid w:val="00BC57C3"/>
    <w:rsid w:val="00BC671B"/>
    <w:rsid w:val="00BC7404"/>
    <w:rsid w:val="00BC7926"/>
    <w:rsid w:val="00BC7F03"/>
    <w:rsid w:val="00BD13D1"/>
    <w:rsid w:val="00BD2149"/>
    <w:rsid w:val="00BD21DB"/>
    <w:rsid w:val="00BD30C5"/>
    <w:rsid w:val="00BD31DC"/>
    <w:rsid w:val="00BD3867"/>
    <w:rsid w:val="00BD4591"/>
    <w:rsid w:val="00BD49D1"/>
    <w:rsid w:val="00BD4E37"/>
    <w:rsid w:val="00BD57C9"/>
    <w:rsid w:val="00BD6463"/>
    <w:rsid w:val="00BE05B8"/>
    <w:rsid w:val="00BE0914"/>
    <w:rsid w:val="00BE0B5F"/>
    <w:rsid w:val="00BE0EB5"/>
    <w:rsid w:val="00BE1CA7"/>
    <w:rsid w:val="00BE2C65"/>
    <w:rsid w:val="00BE349C"/>
    <w:rsid w:val="00BE3DCF"/>
    <w:rsid w:val="00BE427F"/>
    <w:rsid w:val="00BE53FF"/>
    <w:rsid w:val="00BE5821"/>
    <w:rsid w:val="00BE5853"/>
    <w:rsid w:val="00BE7B44"/>
    <w:rsid w:val="00BE7BA9"/>
    <w:rsid w:val="00BF0750"/>
    <w:rsid w:val="00BF2A41"/>
    <w:rsid w:val="00BF2F73"/>
    <w:rsid w:val="00BF539F"/>
    <w:rsid w:val="00BF5817"/>
    <w:rsid w:val="00BF7E1E"/>
    <w:rsid w:val="00C0103C"/>
    <w:rsid w:val="00C0125A"/>
    <w:rsid w:val="00C01F37"/>
    <w:rsid w:val="00C02F87"/>
    <w:rsid w:val="00C037E2"/>
    <w:rsid w:val="00C0406D"/>
    <w:rsid w:val="00C04DCE"/>
    <w:rsid w:val="00C0577B"/>
    <w:rsid w:val="00C06502"/>
    <w:rsid w:val="00C07B85"/>
    <w:rsid w:val="00C106DC"/>
    <w:rsid w:val="00C11076"/>
    <w:rsid w:val="00C131E1"/>
    <w:rsid w:val="00C14EF7"/>
    <w:rsid w:val="00C205C0"/>
    <w:rsid w:val="00C2092B"/>
    <w:rsid w:val="00C20B0C"/>
    <w:rsid w:val="00C20D42"/>
    <w:rsid w:val="00C2147A"/>
    <w:rsid w:val="00C2245D"/>
    <w:rsid w:val="00C234DF"/>
    <w:rsid w:val="00C23ED4"/>
    <w:rsid w:val="00C24F02"/>
    <w:rsid w:val="00C254D1"/>
    <w:rsid w:val="00C2620F"/>
    <w:rsid w:val="00C26CE9"/>
    <w:rsid w:val="00C27AE3"/>
    <w:rsid w:val="00C3136F"/>
    <w:rsid w:val="00C319D4"/>
    <w:rsid w:val="00C32266"/>
    <w:rsid w:val="00C32B29"/>
    <w:rsid w:val="00C32C70"/>
    <w:rsid w:val="00C33806"/>
    <w:rsid w:val="00C34187"/>
    <w:rsid w:val="00C34418"/>
    <w:rsid w:val="00C3485B"/>
    <w:rsid w:val="00C35678"/>
    <w:rsid w:val="00C36E16"/>
    <w:rsid w:val="00C37745"/>
    <w:rsid w:val="00C4029D"/>
    <w:rsid w:val="00C40603"/>
    <w:rsid w:val="00C40EC4"/>
    <w:rsid w:val="00C42637"/>
    <w:rsid w:val="00C4296E"/>
    <w:rsid w:val="00C4448E"/>
    <w:rsid w:val="00C454EC"/>
    <w:rsid w:val="00C45C16"/>
    <w:rsid w:val="00C46773"/>
    <w:rsid w:val="00C471FE"/>
    <w:rsid w:val="00C474D4"/>
    <w:rsid w:val="00C47E72"/>
    <w:rsid w:val="00C50233"/>
    <w:rsid w:val="00C50463"/>
    <w:rsid w:val="00C50932"/>
    <w:rsid w:val="00C51AED"/>
    <w:rsid w:val="00C520E6"/>
    <w:rsid w:val="00C52D24"/>
    <w:rsid w:val="00C52F28"/>
    <w:rsid w:val="00C54252"/>
    <w:rsid w:val="00C55818"/>
    <w:rsid w:val="00C55985"/>
    <w:rsid w:val="00C55AF9"/>
    <w:rsid w:val="00C55F55"/>
    <w:rsid w:val="00C56313"/>
    <w:rsid w:val="00C57168"/>
    <w:rsid w:val="00C57BE7"/>
    <w:rsid w:val="00C57F41"/>
    <w:rsid w:val="00C613F3"/>
    <w:rsid w:val="00C61A9D"/>
    <w:rsid w:val="00C63093"/>
    <w:rsid w:val="00C637AC"/>
    <w:rsid w:val="00C63BDB"/>
    <w:rsid w:val="00C63F2F"/>
    <w:rsid w:val="00C63F76"/>
    <w:rsid w:val="00C65228"/>
    <w:rsid w:val="00C655F0"/>
    <w:rsid w:val="00C666F1"/>
    <w:rsid w:val="00C672F5"/>
    <w:rsid w:val="00C679C7"/>
    <w:rsid w:val="00C67FF0"/>
    <w:rsid w:val="00C710BF"/>
    <w:rsid w:val="00C71B01"/>
    <w:rsid w:val="00C74904"/>
    <w:rsid w:val="00C749E4"/>
    <w:rsid w:val="00C74ED4"/>
    <w:rsid w:val="00C76529"/>
    <w:rsid w:val="00C80784"/>
    <w:rsid w:val="00C82A17"/>
    <w:rsid w:val="00C82E0A"/>
    <w:rsid w:val="00C8576E"/>
    <w:rsid w:val="00C8669E"/>
    <w:rsid w:val="00C866CA"/>
    <w:rsid w:val="00C87BCE"/>
    <w:rsid w:val="00C87FA4"/>
    <w:rsid w:val="00C90C1A"/>
    <w:rsid w:val="00C913DD"/>
    <w:rsid w:val="00C91F2E"/>
    <w:rsid w:val="00C921E4"/>
    <w:rsid w:val="00C927A9"/>
    <w:rsid w:val="00C93173"/>
    <w:rsid w:val="00C9567E"/>
    <w:rsid w:val="00C95C05"/>
    <w:rsid w:val="00C95F36"/>
    <w:rsid w:val="00C96C6C"/>
    <w:rsid w:val="00C97AB3"/>
    <w:rsid w:val="00C97CF8"/>
    <w:rsid w:val="00CA017C"/>
    <w:rsid w:val="00CA0241"/>
    <w:rsid w:val="00CA0445"/>
    <w:rsid w:val="00CA061D"/>
    <w:rsid w:val="00CA0D94"/>
    <w:rsid w:val="00CA2ACF"/>
    <w:rsid w:val="00CA332E"/>
    <w:rsid w:val="00CA4398"/>
    <w:rsid w:val="00CA4604"/>
    <w:rsid w:val="00CA62B2"/>
    <w:rsid w:val="00CA63A1"/>
    <w:rsid w:val="00CA6FBB"/>
    <w:rsid w:val="00CA7068"/>
    <w:rsid w:val="00CA71AE"/>
    <w:rsid w:val="00CA7669"/>
    <w:rsid w:val="00CA7A4C"/>
    <w:rsid w:val="00CB004E"/>
    <w:rsid w:val="00CB082A"/>
    <w:rsid w:val="00CB098B"/>
    <w:rsid w:val="00CB1689"/>
    <w:rsid w:val="00CB2DB7"/>
    <w:rsid w:val="00CB359E"/>
    <w:rsid w:val="00CB383B"/>
    <w:rsid w:val="00CB3A40"/>
    <w:rsid w:val="00CB4915"/>
    <w:rsid w:val="00CB52C7"/>
    <w:rsid w:val="00CB6A77"/>
    <w:rsid w:val="00CB70AF"/>
    <w:rsid w:val="00CB730E"/>
    <w:rsid w:val="00CB7313"/>
    <w:rsid w:val="00CB782F"/>
    <w:rsid w:val="00CB7B8A"/>
    <w:rsid w:val="00CC0281"/>
    <w:rsid w:val="00CC2347"/>
    <w:rsid w:val="00CC24B0"/>
    <w:rsid w:val="00CC2779"/>
    <w:rsid w:val="00CC39B6"/>
    <w:rsid w:val="00CC46F9"/>
    <w:rsid w:val="00CC4E43"/>
    <w:rsid w:val="00CC51F5"/>
    <w:rsid w:val="00CC65E4"/>
    <w:rsid w:val="00CC688C"/>
    <w:rsid w:val="00CC7635"/>
    <w:rsid w:val="00CD0B0B"/>
    <w:rsid w:val="00CD0B0F"/>
    <w:rsid w:val="00CD2A5E"/>
    <w:rsid w:val="00CD2B0A"/>
    <w:rsid w:val="00CD2BE9"/>
    <w:rsid w:val="00CD3C7A"/>
    <w:rsid w:val="00CD3D72"/>
    <w:rsid w:val="00CD4B5A"/>
    <w:rsid w:val="00CD555A"/>
    <w:rsid w:val="00CD5805"/>
    <w:rsid w:val="00CD6AC0"/>
    <w:rsid w:val="00CD74F9"/>
    <w:rsid w:val="00CD797A"/>
    <w:rsid w:val="00CE0511"/>
    <w:rsid w:val="00CE0A47"/>
    <w:rsid w:val="00CE2765"/>
    <w:rsid w:val="00CE2BAB"/>
    <w:rsid w:val="00CE3601"/>
    <w:rsid w:val="00CE3C4E"/>
    <w:rsid w:val="00CE55D0"/>
    <w:rsid w:val="00CE5B88"/>
    <w:rsid w:val="00CE5ED1"/>
    <w:rsid w:val="00CE6110"/>
    <w:rsid w:val="00CE6665"/>
    <w:rsid w:val="00CF0586"/>
    <w:rsid w:val="00CF1297"/>
    <w:rsid w:val="00CF129E"/>
    <w:rsid w:val="00CF136F"/>
    <w:rsid w:val="00CF13F7"/>
    <w:rsid w:val="00CF1680"/>
    <w:rsid w:val="00CF23C5"/>
    <w:rsid w:val="00CF2CB0"/>
    <w:rsid w:val="00CF3654"/>
    <w:rsid w:val="00CF429D"/>
    <w:rsid w:val="00CF549C"/>
    <w:rsid w:val="00CF5944"/>
    <w:rsid w:val="00CF6838"/>
    <w:rsid w:val="00CF6DD4"/>
    <w:rsid w:val="00CF7ADC"/>
    <w:rsid w:val="00D02152"/>
    <w:rsid w:val="00D039AB"/>
    <w:rsid w:val="00D045A3"/>
    <w:rsid w:val="00D06197"/>
    <w:rsid w:val="00D06B56"/>
    <w:rsid w:val="00D06EE2"/>
    <w:rsid w:val="00D100BD"/>
    <w:rsid w:val="00D10517"/>
    <w:rsid w:val="00D1189F"/>
    <w:rsid w:val="00D11B7E"/>
    <w:rsid w:val="00D12494"/>
    <w:rsid w:val="00D13139"/>
    <w:rsid w:val="00D139D3"/>
    <w:rsid w:val="00D13E94"/>
    <w:rsid w:val="00D13F9A"/>
    <w:rsid w:val="00D14689"/>
    <w:rsid w:val="00D156B0"/>
    <w:rsid w:val="00D16B8F"/>
    <w:rsid w:val="00D1794B"/>
    <w:rsid w:val="00D20132"/>
    <w:rsid w:val="00D21F18"/>
    <w:rsid w:val="00D23C17"/>
    <w:rsid w:val="00D23D96"/>
    <w:rsid w:val="00D23EC4"/>
    <w:rsid w:val="00D23F0B"/>
    <w:rsid w:val="00D24792"/>
    <w:rsid w:val="00D24EF4"/>
    <w:rsid w:val="00D25E45"/>
    <w:rsid w:val="00D2621F"/>
    <w:rsid w:val="00D263E2"/>
    <w:rsid w:val="00D27818"/>
    <w:rsid w:val="00D30669"/>
    <w:rsid w:val="00D3227C"/>
    <w:rsid w:val="00D32593"/>
    <w:rsid w:val="00D3273D"/>
    <w:rsid w:val="00D329BB"/>
    <w:rsid w:val="00D32DEA"/>
    <w:rsid w:val="00D336C6"/>
    <w:rsid w:val="00D339BE"/>
    <w:rsid w:val="00D34204"/>
    <w:rsid w:val="00D345EF"/>
    <w:rsid w:val="00D34EAB"/>
    <w:rsid w:val="00D3509E"/>
    <w:rsid w:val="00D359AD"/>
    <w:rsid w:val="00D35A58"/>
    <w:rsid w:val="00D3616E"/>
    <w:rsid w:val="00D362F2"/>
    <w:rsid w:val="00D3659D"/>
    <w:rsid w:val="00D36BEA"/>
    <w:rsid w:val="00D37FB7"/>
    <w:rsid w:val="00D40008"/>
    <w:rsid w:val="00D41AC3"/>
    <w:rsid w:val="00D4260D"/>
    <w:rsid w:val="00D43679"/>
    <w:rsid w:val="00D437A8"/>
    <w:rsid w:val="00D44971"/>
    <w:rsid w:val="00D44E7B"/>
    <w:rsid w:val="00D44EF8"/>
    <w:rsid w:val="00D45B22"/>
    <w:rsid w:val="00D45BCB"/>
    <w:rsid w:val="00D45F63"/>
    <w:rsid w:val="00D46434"/>
    <w:rsid w:val="00D464CE"/>
    <w:rsid w:val="00D472F5"/>
    <w:rsid w:val="00D47580"/>
    <w:rsid w:val="00D47E64"/>
    <w:rsid w:val="00D50502"/>
    <w:rsid w:val="00D50A64"/>
    <w:rsid w:val="00D50D79"/>
    <w:rsid w:val="00D516EB"/>
    <w:rsid w:val="00D518DD"/>
    <w:rsid w:val="00D5207B"/>
    <w:rsid w:val="00D52255"/>
    <w:rsid w:val="00D531AA"/>
    <w:rsid w:val="00D53325"/>
    <w:rsid w:val="00D545B3"/>
    <w:rsid w:val="00D54D8B"/>
    <w:rsid w:val="00D55331"/>
    <w:rsid w:val="00D56034"/>
    <w:rsid w:val="00D5634D"/>
    <w:rsid w:val="00D60117"/>
    <w:rsid w:val="00D60871"/>
    <w:rsid w:val="00D61B9E"/>
    <w:rsid w:val="00D62893"/>
    <w:rsid w:val="00D629E2"/>
    <w:rsid w:val="00D62F22"/>
    <w:rsid w:val="00D63B2A"/>
    <w:rsid w:val="00D63B90"/>
    <w:rsid w:val="00D64204"/>
    <w:rsid w:val="00D65230"/>
    <w:rsid w:val="00D662A4"/>
    <w:rsid w:val="00D667D9"/>
    <w:rsid w:val="00D66EA2"/>
    <w:rsid w:val="00D67CDF"/>
    <w:rsid w:val="00D70301"/>
    <w:rsid w:val="00D706FC"/>
    <w:rsid w:val="00D70E94"/>
    <w:rsid w:val="00D7163D"/>
    <w:rsid w:val="00D71D03"/>
    <w:rsid w:val="00D739FB"/>
    <w:rsid w:val="00D7484A"/>
    <w:rsid w:val="00D74F83"/>
    <w:rsid w:val="00D75291"/>
    <w:rsid w:val="00D766DC"/>
    <w:rsid w:val="00D7684A"/>
    <w:rsid w:val="00D76993"/>
    <w:rsid w:val="00D77D15"/>
    <w:rsid w:val="00D80398"/>
    <w:rsid w:val="00D816EF"/>
    <w:rsid w:val="00D81C43"/>
    <w:rsid w:val="00D81D3F"/>
    <w:rsid w:val="00D854E7"/>
    <w:rsid w:val="00D85D5B"/>
    <w:rsid w:val="00D85EF7"/>
    <w:rsid w:val="00D863C7"/>
    <w:rsid w:val="00D86778"/>
    <w:rsid w:val="00D878F3"/>
    <w:rsid w:val="00D8FD53"/>
    <w:rsid w:val="00D90E2E"/>
    <w:rsid w:val="00D90F47"/>
    <w:rsid w:val="00D916A5"/>
    <w:rsid w:val="00D918D1"/>
    <w:rsid w:val="00D924F2"/>
    <w:rsid w:val="00D92EDA"/>
    <w:rsid w:val="00D93D6C"/>
    <w:rsid w:val="00D95499"/>
    <w:rsid w:val="00D954DD"/>
    <w:rsid w:val="00D9563D"/>
    <w:rsid w:val="00D95EF1"/>
    <w:rsid w:val="00D96528"/>
    <w:rsid w:val="00D96A92"/>
    <w:rsid w:val="00D97011"/>
    <w:rsid w:val="00DA00F2"/>
    <w:rsid w:val="00DA05AF"/>
    <w:rsid w:val="00DA10D4"/>
    <w:rsid w:val="00DA1C25"/>
    <w:rsid w:val="00DA24E9"/>
    <w:rsid w:val="00DA2FED"/>
    <w:rsid w:val="00DA53E6"/>
    <w:rsid w:val="00DA5568"/>
    <w:rsid w:val="00DA5A4B"/>
    <w:rsid w:val="00DA61BD"/>
    <w:rsid w:val="00DA638A"/>
    <w:rsid w:val="00DA6A58"/>
    <w:rsid w:val="00DB0215"/>
    <w:rsid w:val="00DB0C67"/>
    <w:rsid w:val="00DB0F13"/>
    <w:rsid w:val="00DB20E3"/>
    <w:rsid w:val="00DB27CF"/>
    <w:rsid w:val="00DB4C38"/>
    <w:rsid w:val="00DB4D21"/>
    <w:rsid w:val="00DB5060"/>
    <w:rsid w:val="00DB57E8"/>
    <w:rsid w:val="00DB5E48"/>
    <w:rsid w:val="00DB6848"/>
    <w:rsid w:val="00DB7653"/>
    <w:rsid w:val="00DB78CA"/>
    <w:rsid w:val="00DB7C34"/>
    <w:rsid w:val="00DB7C87"/>
    <w:rsid w:val="00DB7CA0"/>
    <w:rsid w:val="00DB7EF2"/>
    <w:rsid w:val="00DC0114"/>
    <w:rsid w:val="00DC03EA"/>
    <w:rsid w:val="00DC1B5A"/>
    <w:rsid w:val="00DC320D"/>
    <w:rsid w:val="00DC3528"/>
    <w:rsid w:val="00DC5A9B"/>
    <w:rsid w:val="00DC5BA2"/>
    <w:rsid w:val="00DC5C0C"/>
    <w:rsid w:val="00DC617A"/>
    <w:rsid w:val="00DC6930"/>
    <w:rsid w:val="00DC7458"/>
    <w:rsid w:val="00DC78A7"/>
    <w:rsid w:val="00DD069C"/>
    <w:rsid w:val="00DD07F7"/>
    <w:rsid w:val="00DD2794"/>
    <w:rsid w:val="00DD2966"/>
    <w:rsid w:val="00DD30EB"/>
    <w:rsid w:val="00DD44FC"/>
    <w:rsid w:val="00DD4738"/>
    <w:rsid w:val="00DD4C69"/>
    <w:rsid w:val="00DD5AAF"/>
    <w:rsid w:val="00DD6723"/>
    <w:rsid w:val="00DD68AD"/>
    <w:rsid w:val="00DD7247"/>
    <w:rsid w:val="00DE4C4A"/>
    <w:rsid w:val="00DE520B"/>
    <w:rsid w:val="00DE5306"/>
    <w:rsid w:val="00DE532B"/>
    <w:rsid w:val="00DE5756"/>
    <w:rsid w:val="00DE7764"/>
    <w:rsid w:val="00DF00A5"/>
    <w:rsid w:val="00DF04DD"/>
    <w:rsid w:val="00DF0C0A"/>
    <w:rsid w:val="00DF1584"/>
    <w:rsid w:val="00DF1D09"/>
    <w:rsid w:val="00DF2A4B"/>
    <w:rsid w:val="00DF2BB0"/>
    <w:rsid w:val="00DF3459"/>
    <w:rsid w:val="00DF3475"/>
    <w:rsid w:val="00DF363E"/>
    <w:rsid w:val="00DF57C5"/>
    <w:rsid w:val="00DF5A5A"/>
    <w:rsid w:val="00DF5C71"/>
    <w:rsid w:val="00DF624A"/>
    <w:rsid w:val="00DF7338"/>
    <w:rsid w:val="00E00732"/>
    <w:rsid w:val="00E01842"/>
    <w:rsid w:val="00E0580C"/>
    <w:rsid w:val="00E06241"/>
    <w:rsid w:val="00E06E15"/>
    <w:rsid w:val="00E07F27"/>
    <w:rsid w:val="00E1043E"/>
    <w:rsid w:val="00E10647"/>
    <w:rsid w:val="00E113A3"/>
    <w:rsid w:val="00E1264F"/>
    <w:rsid w:val="00E132B4"/>
    <w:rsid w:val="00E13873"/>
    <w:rsid w:val="00E13CA9"/>
    <w:rsid w:val="00E140B9"/>
    <w:rsid w:val="00E16B6C"/>
    <w:rsid w:val="00E1719A"/>
    <w:rsid w:val="00E17794"/>
    <w:rsid w:val="00E201FB"/>
    <w:rsid w:val="00E20D52"/>
    <w:rsid w:val="00E21633"/>
    <w:rsid w:val="00E22BC1"/>
    <w:rsid w:val="00E245E1"/>
    <w:rsid w:val="00E246A3"/>
    <w:rsid w:val="00E24794"/>
    <w:rsid w:val="00E24892"/>
    <w:rsid w:val="00E24D2F"/>
    <w:rsid w:val="00E25A66"/>
    <w:rsid w:val="00E25DA5"/>
    <w:rsid w:val="00E26F2A"/>
    <w:rsid w:val="00E26F6A"/>
    <w:rsid w:val="00E27F8C"/>
    <w:rsid w:val="00E301A4"/>
    <w:rsid w:val="00E3046F"/>
    <w:rsid w:val="00E304D2"/>
    <w:rsid w:val="00E30C0F"/>
    <w:rsid w:val="00E311DF"/>
    <w:rsid w:val="00E312A2"/>
    <w:rsid w:val="00E31491"/>
    <w:rsid w:val="00E31728"/>
    <w:rsid w:val="00E32839"/>
    <w:rsid w:val="00E328B8"/>
    <w:rsid w:val="00E32BE0"/>
    <w:rsid w:val="00E33B4F"/>
    <w:rsid w:val="00E33E28"/>
    <w:rsid w:val="00E34016"/>
    <w:rsid w:val="00E3459B"/>
    <w:rsid w:val="00E35F56"/>
    <w:rsid w:val="00E36876"/>
    <w:rsid w:val="00E36A23"/>
    <w:rsid w:val="00E37043"/>
    <w:rsid w:val="00E37684"/>
    <w:rsid w:val="00E378C1"/>
    <w:rsid w:val="00E37B3B"/>
    <w:rsid w:val="00E4181E"/>
    <w:rsid w:val="00E42194"/>
    <w:rsid w:val="00E423DC"/>
    <w:rsid w:val="00E430C6"/>
    <w:rsid w:val="00E43C47"/>
    <w:rsid w:val="00E43DA9"/>
    <w:rsid w:val="00E4504E"/>
    <w:rsid w:val="00E4536A"/>
    <w:rsid w:val="00E45501"/>
    <w:rsid w:val="00E45A91"/>
    <w:rsid w:val="00E50016"/>
    <w:rsid w:val="00E52045"/>
    <w:rsid w:val="00E53790"/>
    <w:rsid w:val="00E541BA"/>
    <w:rsid w:val="00E549B9"/>
    <w:rsid w:val="00E561DA"/>
    <w:rsid w:val="00E562B2"/>
    <w:rsid w:val="00E56869"/>
    <w:rsid w:val="00E57CEE"/>
    <w:rsid w:val="00E60634"/>
    <w:rsid w:val="00E60650"/>
    <w:rsid w:val="00E6077D"/>
    <w:rsid w:val="00E608B5"/>
    <w:rsid w:val="00E62E60"/>
    <w:rsid w:val="00E6380D"/>
    <w:rsid w:val="00E6399A"/>
    <w:rsid w:val="00E63B5D"/>
    <w:rsid w:val="00E63D4F"/>
    <w:rsid w:val="00E64B7C"/>
    <w:rsid w:val="00E64E49"/>
    <w:rsid w:val="00E655FC"/>
    <w:rsid w:val="00E669D4"/>
    <w:rsid w:val="00E677ED"/>
    <w:rsid w:val="00E72FBD"/>
    <w:rsid w:val="00E7313F"/>
    <w:rsid w:val="00E73484"/>
    <w:rsid w:val="00E73BCA"/>
    <w:rsid w:val="00E73E0B"/>
    <w:rsid w:val="00E73F9E"/>
    <w:rsid w:val="00E77BDB"/>
    <w:rsid w:val="00E77DD5"/>
    <w:rsid w:val="00E8054A"/>
    <w:rsid w:val="00E8095D"/>
    <w:rsid w:val="00E82934"/>
    <w:rsid w:val="00E84D50"/>
    <w:rsid w:val="00E85033"/>
    <w:rsid w:val="00E86F6F"/>
    <w:rsid w:val="00E87688"/>
    <w:rsid w:val="00E87F91"/>
    <w:rsid w:val="00E906C3"/>
    <w:rsid w:val="00E90A82"/>
    <w:rsid w:val="00E90F07"/>
    <w:rsid w:val="00E91AD8"/>
    <w:rsid w:val="00E925AA"/>
    <w:rsid w:val="00E93C6A"/>
    <w:rsid w:val="00E94B0C"/>
    <w:rsid w:val="00E9512D"/>
    <w:rsid w:val="00E96163"/>
    <w:rsid w:val="00E97031"/>
    <w:rsid w:val="00E97D22"/>
    <w:rsid w:val="00EA03D7"/>
    <w:rsid w:val="00EA049A"/>
    <w:rsid w:val="00EA0E6B"/>
    <w:rsid w:val="00EA11A6"/>
    <w:rsid w:val="00EA1AF0"/>
    <w:rsid w:val="00EA53B7"/>
    <w:rsid w:val="00EB018E"/>
    <w:rsid w:val="00EB19E8"/>
    <w:rsid w:val="00EB1BF4"/>
    <w:rsid w:val="00EB251C"/>
    <w:rsid w:val="00EB2702"/>
    <w:rsid w:val="00EB42BA"/>
    <w:rsid w:val="00EB526C"/>
    <w:rsid w:val="00EB5FB6"/>
    <w:rsid w:val="00EB7E12"/>
    <w:rsid w:val="00EC0743"/>
    <w:rsid w:val="00EC07F3"/>
    <w:rsid w:val="00EC0B5E"/>
    <w:rsid w:val="00EC2255"/>
    <w:rsid w:val="00EC28AD"/>
    <w:rsid w:val="00EC28C8"/>
    <w:rsid w:val="00EC3114"/>
    <w:rsid w:val="00EC31FA"/>
    <w:rsid w:val="00EC3F9F"/>
    <w:rsid w:val="00EC50E8"/>
    <w:rsid w:val="00EC5415"/>
    <w:rsid w:val="00EC546B"/>
    <w:rsid w:val="00EC574C"/>
    <w:rsid w:val="00EC57F4"/>
    <w:rsid w:val="00EC62CB"/>
    <w:rsid w:val="00EC66E7"/>
    <w:rsid w:val="00EC75F5"/>
    <w:rsid w:val="00ED104B"/>
    <w:rsid w:val="00ED1B5B"/>
    <w:rsid w:val="00ED1EA7"/>
    <w:rsid w:val="00ED28E6"/>
    <w:rsid w:val="00ED2965"/>
    <w:rsid w:val="00ED379E"/>
    <w:rsid w:val="00ED39DB"/>
    <w:rsid w:val="00ED4578"/>
    <w:rsid w:val="00ED5FC0"/>
    <w:rsid w:val="00ED6259"/>
    <w:rsid w:val="00EE0E54"/>
    <w:rsid w:val="00EE1184"/>
    <w:rsid w:val="00EE2307"/>
    <w:rsid w:val="00EE28F7"/>
    <w:rsid w:val="00EE2A10"/>
    <w:rsid w:val="00EE3E0E"/>
    <w:rsid w:val="00EE4939"/>
    <w:rsid w:val="00EE4ADC"/>
    <w:rsid w:val="00EE4B11"/>
    <w:rsid w:val="00EE4C4E"/>
    <w:rsid w:val="00EE77D8"/>
    <w:rsid w:val="00EF03AB"/>
    <w:rsid w:val="00EF043D"/>
    <w:rsid w:val="00EF0D36"/>
    <w:rsid w:val="00EF19AF"/>
    <w:rsid w:val="00EF2B24"/>
    <w:rsid w:val="00EF396D"/>
    <w:rsid w:val="00EF4099"/>
    <w:rsid w:val="00EF481B"/>
    <w:rsid w:val="00EF4C7D"/>
    <w:rsid w:val="00EF5242"/>
    <w:rsid w:val="00EF5313"/>
    <w:rsid w:val="00EF6ABC"/>
    <w:rsid w:val="00EF71C2"/>
    <w:rsid w:val="00EF771E"/>
    <w:rsid w:val="00EF7AA3"/>
    <w:rsid w:val="00F002F9"/>
    <w:rsid w:val="00F00D28"/>
    <w:rsid w:val="00F011CE"/>
    <w:rsid w:val="00F023D0"/>
    <w:rsid w:val="00F03B94"/>
    <w:rsid w:val="00F04DBA"/>
    <w:rsid w:val="00F04E1A"/>
    <w:rsid w:val="00F04F9C"/>
    <w:rsid w:val="00F05A5F"/>
    <w:rsid w:val="00F05C7B"/>
    <w:rsid w:val="00F06225"/>
    <w:rsid w:val="00F0655C"/>
    <w:rsid w:val="00F07242"/>
    <w:rsid w:val="00F07640"/>
    <w:rsid w:val="00F0786F"/>
    <w:rsid w:val="00F07D54"/>
    <w:rsid w:val="00F11C3F"/>
    <w:rsid w:val="00F11C9C"/>
    <w:rsid w:val="00F128B1"/>
    <w:rsid w:val="00F14C5D"/>
    <w:rsid w:val="00F15379"/>
    <w:rsid w:val="00F153FD"/>
    <w:rsid w:val="00F156C9"/>
    <w:rsid w:val="00F15F19"/>
    <w:rsid w:val="00F173D7"/>
    <w:rsid w:val="00F17F2C"/>
    <w:rsid w:val="00F20396"/>
    <w:rsid w:val="00F2074C"/>
    <w:rsid w:val="00F207B6"/>
    <w:rsid w:val="00F20C9D"/>
    <w:rsid w:val="00F21581"/>
    <w:rsid w:val="00F2219C"/>
    <w:rsid w:val="00F229B4"/>
    <w:rsid w:val="00F2335E"/>
    <w:rsid w:val="00F23DA6"/>
    <w:rsid w:val="00F23E88"/>
    <w:rsid w:val="00F24930"/>
    <w:rsid w:val="00F24B1A"/>
    <w:rsid w:val="00F255C7"/>
    <w:rsid w:val="00F25DA5"/>
    <w:rsid w:val="00F26257"/>
    <w:rsid w:val="00F268F2"/>
    <w:rsid w:val="00F27D43"/>
    <w:rsid w:val="00F30D7E"/>
    <w:rsid w:val="00F31062"/>
    <w:rsid w:val="00F31305"/>
    <w:rsid w:val="00F31825"/>
    <w:rsid w:val="00F32234"/>
    <w:rsid w:val="00F32A50"/>
    <w:rsid w:val="00F32E0D"/>
    <w:rsid w:val="00F33BA3"/>
    <w:rsid w:val="00F3420E"/>
    <w:rsid w:val="00F34597"/>
    <w:rsid w:val="00F345FF"/>
    <w:rsid w:val="00F36D00"/>
    <w:rsid w:val="00F371BA"/>
    <w:rsid w:val="00F372C6"/>
    <w:rsid w:val="00F372FE"/>
    <w:rsid w:val="00F374C9"/>
    <w:rsid w:val="00F377D2"/>
    <w:rsid w:val="00F409D0"/>
    <w:rsid w:val="00F40AA4"/>
    <w:rsid w:val="00F40F8F"/>
    <w:rsid w:val="00F41036"/>
    <w:rsid w:val="00F410C2"/>
    <w:rsid w:val="00F41688"/>
    <w:rsid w:val="00F41831"/>
    <w:rsid w:val="00F4252A"/>
    <w:rsid w:val="00F42AAD"/>
    <w:rsid w:val="00F42AE0"/>
    <w:rsid w:val="00F4350F"/>
    <w:rsid w:val="00F438C2"/>
    <w:rsid w:val="00F43FEF"/>
    <w:rsid w:val="00F44905"/>
    <w:rsid w:val="00F44EC9"/>
    <w:rsid w:val="00F44F13"/>
    <w:rsid w:val="00F47CFC"/>
    <w:rsid w:val="00F50E88"/>
    <w:rsid w:val="00F5118F"/>
    <w:rsid w:val="00F52210"/>
    <w:rsid w:val="00F52DBB"/>
    <w:rsid w:val="00F53142"/>
    <w:rsid w:val="00F531D0"/>
    <w:rsid w:val="00F53B12"/>
    <w:rsid w:val="00F53FE9"/>
    <w:rsid w:val="00F55463"/>
    <w:rsid w:val="00F56116"/>
    <w:rsid w:val="00F56652"/>
    <w:rsid w:val="00F56D33"/>
    <w:rsid w:val="00F577BA"/>
    <w:rsid w:val="00F61B56"/>
    <w:rsid w:val="00F626A7"/>
    <w:rsid w:val="00F6365A"/>
    <w:rsid w:val="00F64172"/>
    <w:rsid w:val="00F6417D"/>
    <w:rsid w:val="00F64639"/>
    <w:rsid w:val="00F64836"/>
    <w:rsid w:val="00F65D50"/>
    <w:rsid w:val="00F662D2"/>
    <w:rsid w:val="00F665E5"/>
    <w:rsid w:val="00F66735"/>
    <w:rsid w:val="00F678D4"/>
    <w:rsid w:val="00F7011E"/>
    <w:rsid w:val="00F70552"/>
    <w:rsid w:val="00F70F00"/>
    <w:rsid w:val="00F70F93"/>
    <w:rsid w:val="00F710F9"/>
    <w:rsid w:val="00F7164B"/>
    <w:rsid w:val="00F71D01"/>
    <w:rsid w:val="00F728CB"/>
    <w:rsid w:val="00F761E7"/>
    <w:rsid w:val="00F76B47"/>
    <w:rsid w:val="00F76FD4"/>
    <w:rsid w:val="00F777E4"/>
    <w:rsid w:val="00F818B5"/>
    <w:rsid w:val="00F81AD7"/>
    <w:rsid w:val="00F81B9F"/>
    <w:rsid w:val="00F82AF3"/>
    <w:rsid w:val="00F82F12"/>
    <w:rsid w:val="00F83112"/>
    <w:rsid w:val="00F8387C"/>
    <w:rsid w:val="00F83C3F"/>
    <w:rsid w:val="00F83CF6"/>
    <w:rsid w:val="00F847C2"/>
    <w:rsid w:val="00F84CC5"/>
    <w:rsid w:val="00F85715"/>
    <w:rsid w:val="00F85A6E"/>
    <w:rsid w:val="00F8661B"/>
    <w:rsid w:val="00F87738"/>
    <w:rsid w:val="00F87D66"/>
    <w:rsid w:val="00F90038"/>
    <w:rsid w:val="00F90E83"/>
    <w:rsid w:val="00F9121C"/>
    <w:rsid w:val="00F914A1"/>
    <w:rsid w:val="00F9338D"/>
    <w:rsid w:val="00F9393D"/>
    <w:rsid w:val="00F95AC3"/>
    <w:rsid w:val="00F95D53"/>
    <w:rsid w:val="00F969F8"/>
    <w:rsid w:val="00F96A03"/>
    <w:rsid w:val="00F97314"/>
    <w:rsid w:val="00FA00CA"/>
    <w:rsid w:val="00FA0323"/>
    <w:rsid w:val="00FA13F9"/>
    <w:rsid w:val="00FA1A46"/>
    <w:rsid w:val="00FA2BE4"/>
    <w:rsid w:val="00FA2C32"/>
    <w:rsid w:val="00FA3E0B"/>
    <w:rsid w:val="00FA40F1"/>
    <w:rsid w:val="00FA4214"/>
    <w:rsid w:val="00FA43C4"/>
    <w:rsid w:val="00FA5B38"/>
    <w:rsid w:val="00FA63F7"/>
    <w:rsid w:val="00FA6E43"/>
    <w:rsid w:val="00FA6EED"/>
    <w:rsid w:val="00FA7AAB"/>
    <w:rsid w:val="00FA7C7E"/>
    <w:rsid w:val="00FA7DE4"/>
    <w:rsid w:val="00FB0B38"/>
    <w:rsid w:val="00FB1BB6"/>
    <w:rsid w:val="00FB1EAB"/>
    <w:rsid w:val="00FB2B69"/>
    <w:rsid w:val="00FB2B93"/>
    <w:rsid w:val="00FB2C25"/>
    <w:rsid w:val="00FB2D91"/>
    <w:rsid w:val="00FB2FF8"/>
    <w:rsid w:val="00FB36B9"/>
    <w:rsid w:val="00FB3AC8"/>
    <w:rsid w:val="00FB3B42"/>
    <w:rsid w:val="00FB3E39"/>
    <w:rsid w:val="00FB4D1B"/>
    <w:rsid w:val="00FB5D97"/>
    <w:rsid w:val="00FB6608"/>
    <w:rsid w:val="00FB773E"/>
    <w:rsid w:val="00FB7748"/>
    <w:rsid w:val="00FB7F2F"/>
    <w:rsid w:val="00FC003F"/>
    <w:rsid w:val="00FC0058"/>
    <w:rsid w:val="00FC05C9"/>
    <w:rsid w:val="00FC0EFA"/>
    <w:rsid w:val="00FC16BE"/>
    <w:rsid w:val="00FC16F3"/>
    <w:rsid w:val="00FC1EBD"/>
    <w:rsid w:val="00FC2108"/>
    <w:rsid w:val="00FC38A8"/>
    <w:rsid w:val="00FC3A3A"/>
    <w:rsid w:val="00FC47E3"/>
    <w:rsid w:val="00FC558A"/>
    <w:rsid w:val="00FC70AC"/>
    <w:rsid w:val="00FD1AE6"/>
    <w:rsid w:val="00FD1BB1"/>
    <w:rsid w:val="00FD216B"/>
    <w:rsid w:val="00FD4068"/>
    <w:rsid w:val="00FD4593"/>
    <w:rsid w:val="00FD4A0E"/>
    <w:rsid w:val="00FD63D4"/>
    <w:rsid w:val="00FD6556"/>
    <w:rsid w:val="00FD7830"/>
    <w:rsid w:val="00FD7CB8"/>
    <w:rsid w:val="00FE0767"/>
    <w:rsid w:val="00FE12A1"/>
    <w:rsid w:val="00FE2151"/>
    <w:rsid w:val="00FE2CF9"/>
    <w:rsid w:val="00FE345F"/>
    <w:rsid w:val="00FE3E40"/>
    <w:rsid w:val="00FE4204"/>
    <w:rsid w:val="00FE42B8"/>
    <w:rsid w:val="00FE58CB"/>
    <w:rsid w:val="00FE6FE5"/>
    <w:rsid w:val="00FE7574"/>
    <w:rsid w:val="00FF07AF"/>
    <w:rsid w:val="00FF0D8B"/>
    <w:rsid w:val="00FF1FF2"/>
    <w:rsid w:val="00FF230C"/>
    <w:rsid w:val="00FF2BAF"/>
    <w:rsid w:val="00FF2C2F"/>
    <w:rsid w:val="00FF2D89"/>
    <w:rsid w:val="00FF3FAF"/>
    <w:rsid w:val="00FF436A"/>
    <w:rsid w:val="00FF4B09"/>
    <w:rsid w:val="00FF5455"/>
    <w:rsid w:val="00FF754C"/>
    <w:rsid w:val="00FF7AEB"/>
    <w:rsid w:val="013E8B6F"/>
    <w:rsid w:val="01662289"/>
    <w:rsid w:val="01687954"/>
    <w:rsid w:val="01725511"/>
    <w:rsid w:val="017DAE98"/>
    <w:rsid w:val="01F5A154"/>
    <w:rsid w:val="0214BC11"/>
    <w:rsid w:val="022560F9"/>
    <w:rsid w:val="02455D51"/>
    <w:rsid w:val="026DD29A"/>
    <w:rsid w:val="02714404"/>
    <w:rsid w:val="02DE2625"/>
    <w:rsid w:val="032E9985"/>
    <w:rsid w:val="038B358F"/>
    <w:rsid w:val="03D8F305"/>
    <w:rsid w:val="040E82F1"/>
    <w:rsid w:val="041606D9"/>
    <w:rsid w:val="0457258D"/>
    <w:rsid w:val="0475B26B"/>
    <w:rsid w:val="04A2350C"/>
    <w:rsid w:val="04ACC92F"/>
    <w:rsid w:val="04D94A8B"/>
    <w:rsid w:val="05345D45"/>
    <w:rsid w:val="05395891"/>
    <w:rsid w:val="061C56F8"/>
    <w:rsid w:val="06964C9F"/>
    <w:rsid w:val="069A2F79"/>
    <w:rsid w:val="06EE0061"/>
    <w:rsid w:val="070F1427"/>
    <w:rsid w:val="074C6C1F"/>
    <w:rsid w:val="076853E4"/>
    <w:rsid w:val="07982AAF"/>
    <w:rsid w:val="07EF719F"/>
    <w:rsid w:val="0854D389"/>
    <w:rsid w:val="089FD0CD"/>
    <w:rsid w:val="094140E1"/>
    <w:rsid w:val="095641C1"/>
    <w:rsid w:val="098CA104"/>
    <w:rsid w:val="0A25A123"/>
    <w:rsid w:val="0A5014CB"/>
    <w:rsid w:val="0A9F618E"/>
    <w:rsid w:val="0ABAAD99"/>
    <w:rsid w:val="0B1987FF"/>
    <w:rsid w:val="0B252D56"/>
    <w:rsid w:val="0B7C283A"/>
    <w:rsid w:val="0C3131C8"/>
    <w:rsid w:val="0CB3DEA3"/>
    <w:rsid w:val="0CCD5747"/>
    <w:rsid w:val="0D2EB2AE"/>
    <w:rsid w:val="0DA30B67"/>
    <w:rsid w:val="0DADEF9B"/>
    <w:rsid w:val="0E59CBCD"/>
    <w:rsid w:val="0E699509"/>
    <w:rsid w:val="0E79D87F"/>
    <w:rsid w:val="0E8899CF"/>
    <w:rsid w:val="0E946B62"/>
    <w:rsid w:val="0E9C38F2"/>
    <w:rsid w:val="0E9C91C5"/>
    <w:rsid w:val="0EF12662"/>
    <w:rsid w:val="0F45EA72"/>
    <w:rsid w:val="0F54CB2C"/>
    <w:rsid w:val="0F733700"/>
    <w:rsid w:val="0FC8E3E7"/>
    <w:rsid w:val="0FCF2D1D"/>
    <w:rsid w:val="104DDE82"/>
    <w:rsid w:val="1094AAF7"/>
    <w:rsid w:val="10F95AE7"/>
    <w:rsid w:val="11016DF3"/>
    <w:rsid w:val="110A9D9C"/>
    <w:rsid w:val="112E1F2B"/>
    <w:rsid w:val="11CECCD4"/>
    <w:rsid w:val="11EF7DAD"/>
    <w:rsid w:val="11FF8C96"/>
    <w:rsid w:val="126476A3"/>
    <w:rsid w:val="13232C75"/>
    <w:rsid w:val="138AD74F"/>
    <w:rsid w:val="13BF20B6"/>
    <w:rsid w:val="13CABDB0"/>
    <w:rsid w:val="14210D50"/>
    <w:rsid w:val="1459BE3C"/>
    <w:rsid w:val="14676771"/>
    <w:rsid w:val="149D8805"/>
    <w:rsid w:val="14D7AB21"/>
    <w:rsid w:val="15370211"/>
    <w:rsid w:val="15549621"/>
    <w:rsid w:val="15A8A4F9"/>
    <w:rsid w:val="15B8B615"/>
    <w:rsid w:val="15C35ECB"/>
    <w:rsid w:val="16413897"/>
    <w:rsid w:val="165BD623"/>
    <w:rsid w:val="1695F215"/>
    <w:rsid w:val="16BE81B1"/>
    <w:rsid w:val="16DDA344"/>
    <w:rsid w:val="17096FC9"/>
    <w:rsid w:val="178C7E72"/>
    <w:rsid w:val="17EC25C2"/>
    <w:rsid w:val="18755B5F"/>
    <w:rsid w:val="188F853C"/>
    <w:rsid w:val="18ACC48A"/>
    <w:rsid w:val="1906A28D"/>
    <w:rsid w:val="19717205"/>
    <w:rsid w:val="198F8C46"/>
    <w:rsid w:val="19AA2663"/>
    <w:rsid w:val="19B6506C"/>
    <w:rsid w:val="1A614377"/>
    <w:rsid w:val="1A73C9A5"/>
    <w:rsid w:val="1ABE4BD2"/>
    <w:rsid w:val="1B11F898"/>
    <w:rsid w:val="1B19F974"/>
    <w:rsid w:val="1B1EECFF"/>
    <w:rsid w:val="1B21AE3D"/>
    <w:rsid w:val="1B848A18"/>
    <w:rsid w:val="1BACFFF7"/>
    <w:rsid w:val="1BE86723"/>
    <w:rsid w:val="1C5BAA4F"/>
    <w:rsid w:val="1C657323"/>
    <w:rsid w:val="1D0D0F27"/>
    <w:rsid w:val="1D228B03"/>
    <w:rsid w:val="1D398ED4"/>
    <w:rsid w:val="1DEE5BD9"/>
    <w:rsid w:val="1E632908"/>
    <w:rsid w:val="1E86BE0D"/>
    <w:rsid w:val="1F0F6C3F"/>
    <w:rsid w:val="1F825450"/>
    <w:rsid w:val="1FC2D3C9"/>
    <w:rsid w:val="20207371"/>
    <w:rsid w:val="203B92A6"/>
    <w:rsid w:val="20534E23"/>
    <w:rsid w:val="2070EF9C"/>
    <w:rsid w:val="20C3D7B0"/>
    <w:rsid w:val="20FCF500"/>
    <w:rsid w:val="213778BC"/>
    <w:rsid w:val="222AE3FB"/>
    <w:rsid w:val="226B484F"/>
    <w:rsid w:val="227F89FC"/>
    <w:rsid w:val="22F46334"/>
    <w:rsid w:val="23094A32"/>
    <w:rsid w:val="232325F7"/>
    <w:rsid w:val="23534F93"/>
    <w:rsid w:val="23F0E44C"/>
    <w:rsid w:val="23F356B6"/>
    <w:rsid w:val="24B70D66"/>
    <w:rsid w:val="264BB9A0"/>
    <w:rsid w:val="267F9C7C"/>
    <w:rsid w:val="2773C6E1"/>
    <w:rsid w:val="280DB4D3"/>
    <w:rsid w:val="2885E47C"/>
    <w:rsid w:val="288A5B83"/>
    <w:rsid w:val="2A2E0F83"/>
    <w:rsid w:val="2A335556"/>
    <w:rsid w:val="2A5018AA"/>
    <w:rsid w:val="2A686C32"/>
    <w:rsid w:val="2A900A76"/>
    <w:rsid w:val="2B459D81"/>
    <w:rsid w:val="2B5363B8"/>
    <w:rsid w:val="2C017D9F"/>
    <w:rsid w:val="2C83CC85"/>
    <w:rsid w:val="2C964240"/>
    <w:rsid w:val="2C9A7615"/>
    <w:rsid w:val="2D14E033"/>
    <w:rsid w:val="2D2E96B3"/>
    <w:rsid w:val="2D9687B5"/>
    <w:rsid w:val="2DD38612"/>
    <w:rsid w:val="2EDDA370"/>
    <w:rsid w:val="2F29E282"/>
    <w:rsid w:val="2F3B6E9C"/>
    <w:rsid w:val="2F6911AA"/>
    <w:rsid w:val="2FA8F7EC"/>
    <w:rsid w:val="30D48209"/>
    <w:rsid w:val="30D5F29A"/>
    <w:rsid w:val="313827C6"/>
    <w:rsid w:val="3174E77D"/>
    <w:rsid w:val="31E57137"/>
    <w:rsid w:val="329B362C"/>
    <w:rsid w:val="32F1D633"/>
    <w:rsid w:val="33479115"/>
    <w:rsid w:val="3380D08D"/>
    <w:rsid w:val="349B1EAD"/>
    <w:rsid w:val="34E90CF3"/>
    <w:rsid w:val="3509D332"/>
    <w:rsid w:val="35331F4A"/>
    <w:rsid w:val="35720FF6"/>
    <w:rsid w:val="358ED6C9"/>
    <w:rsid w:val="35F49F39"/>
    <w:rsid w:val="365554CE"/>
    <w:rsid w:val="36B14CA2"/>
    <w:rsid w:val="36B21214"/>
    <w:rsid w:val="36B6E4B5"/>
    <w:rsid w:val="3727091E"/>
    <w:rsid w:val="37A22DAD"/>
    <w:rsid w:val="37B53760"/>
    <w:rsid w:val="3859D857"/>
    <w:rsid w:val="38B85891"/>
    <w:rsid w:val="38CACC30"/>
    <w:rsid w:val="392EB60B"/>
    <w:rsid w:val="396295A1"/>
    <w:rsid w:val="396455D3"/>
    <w:rsid w:val="39BCCC64"/>
    <w:rsid w:val="39DE58D2"/>
    <w:rsid w:val="3A70F95C"/>
    <w:rsid w:val="3AF0CBC3"/>
    <w:rsid w:val="3B086EA1"/>
    <w:rsid w:val="3B0FAF07"/>
    <w:rsid w:val="3B37C2FA"/>
    <w:rsid w:val="3B512AF7"/>
    <w:rsid w:val="3B8D7127"/>
    <w:rsid w:val="3B8D7F87"/>
    <w:rsid w:val="3BEAA628"/>
    <w:rsid w:val="3C8154CF"/>
    <w:rsid w:val="3D3037B7"/>
    <w:rsid w:val="3D71CF00"/>
    <w:rsid w:val="3DB5A8A4"/>
    <w:rsid w:val="3DC362CD"/>
    <w:rsid w:val="3E34D3CB"/>
    <w:rsid w:val="3E7B22A2"/>
    <w:rsid w:val="3F45DADC"/>
    <w:rsid w:val="3F4DBA2A"/>
    <w:rsid w:val="3F99D76E"/>
    <w:rsid w:val="40258DA4"/>
    <w:rsid w:val="4135BA20"/>
    <w:rsid w:val="41412641"/>
    <w:rsid w:val="4150A24F"/>
    <w:rsid w:val="4156AAD5"/>
    <w:rsid w:val="4185F302"/>
    <w:rsid w:val="419A9CD7"/>
    <w:rsid w:val="41AE5145"/>
    <w:rsid w:val="41D84320"/>
    <w:rsid w:val="41E19202"/>
    <w:rsid w:val="41FC1079"/>
    <w:rsid w:val="42909879"/>
    <w:rsid w:val="4298D341"/>
    <w:rsid w:val="43115DE0"/>
    <w:rsid w:val="43271CD6"/>
    <w:rsid w:val="439DF764"/>
    <w:rsid w:val="43BB2F76"/>
    <w:rsid w:val="43F27E86"/>
    <w:rsid w:val="44495C65"/>
    <w:rsid w:val="44FAC568"/>
    <w:rsid w:val="453914CA"/>
    <w:rsid w:val="45C13C33"/>
    <w:rsid w:val="46258448"/>
    <w:rsid w:val="463EE027"/>
    <w:rsid w:val="46BFF2FA"/>
    <w:rsid w:val="47299E50"/>
    <w:rsid w:val="4755135F"/>
    <w:rsid w:val="47C6EC9D"/>
    <w:rsid w:val="488E0433"/>
    <w:rsid w:val="4895313E"/>
    <w:rsid w:val="48B765A4"/>
    <w:rsid w:val="494A31E3"/>
    <w:rsid w:val="495DF874"/>
    <w:rsid w:val="49DE2603"/>
    <w:rsid w:val="4B1F7BE2"/>
    <w:rsid w:val="4BFD7F4B"/>
    <w:rsid w:val="4C32B8C8"/>
    <w:rsid w:val="4C4D9C53"/>
    <w:rsid w:val="4C79CFC2"/>
    <w:rsid w:val="4C888BDB"/>
    <w:rsid w:val="4C9E2710"/>
    <w:rsid w:val="4CA6DA52"/>
    <w:rsid w:val="4CA9D742"/>
    <w:rsid w:val="4CF2ADAC"/>
    <w:rsid w:val="4CF3F1FD"/>
    <w:rsid w:val="4D297785"/>
    <w:rsid w:val="4D9E8070"/>
    <w:rsid w:val="4DA585BB"/>
    <w:rsid w:val="4E21815A"/>
    <w:rsid w:val="4E251934"/>
    <w:rsid w:val="4E73CEA4"/>
    <w:rsid w:val="4E8257A3"/>
    <w:rsid w:val="4E83A4EF"/>
    <w:rsid w:val="4EF4D2C9"/>
    <w:rsid w:val="4F6BFDEB"/>
    <w:rsid w:val="4FF8519D"/>
    <w:rsid w:val="508BD06E"/>
    <w:rsid w:val="50B54AD3"/>
    <w:rsid w:val="50E64063"/>
    <w:rsid w:val="50E9CE01"/>
    <w:rsid w:val="50F689FF"/>
    <w:rsid w:val="51511E84"/>
    <w:rsid w:val="518D35A8"/>
    <w:rsid w:val="51B48225"/>
    <w:rsid w:val="51F0B664"/>
    <w:rsid w:val="521E390C"/>
    <w:rsid w:val="52C5D8C3"/>
    <w:rsid w:val="52DDD174"/>
    <w:rsid w:val="533E6005"/>
    <w:rsid w:val="534524A2"/>
    <w:rsid w:val="5357C740"/>
    <w:rsid w:val="53E3239A"/>
    <w:rsid w:val="544ECC0D"/>
    <w:rsid w:val="5471CEAB"/>
    <w:rsid w:val="547B5E2E"/>
    <w:rsid w:val="54942F4B"/>
    <w:rsid w:val="54A88F87"/>
    <w:rsid w:val="54C14C70"/>
    <w:rsid w:val="54EF2FA6"/>
    <w:rsid w:val="54FD8479"/>
    <w:rsid w:val="55488866"/>
    <w:rsid w:val="55B58363"/>
    <w:rsid w:val="5628C1E9"/>
    <w:rsid w:val="5636099E"/>
    <w:rsid w:val="5645C9A5"/>
    <w:rsid w:val="56FF75DB"/>
    <w:rsid w:val="5754F6A0"/>
    <w:rsid w:val="5755C87A"/>
    <w:rsid w:val="57789069"/>
    <w:rsid w:val="57E71DC9"/>
    <w:rsid w:val="57F92B8C"/>
    <w:rsid w:val="57F937C8"/>
    <w:rsid w:val="589D38CE"/>
    <w:rsid w:val="5912A672"/>
    <w:rsid w:val="593F35ED"/>
    <w:rsid w:val="59DBBE6D"/>
    <w:rsid w:val="59EC1C8B"/>
    <w:rsid w:val="5A082CF9"/>
    <w:rsid w:val="5A1A918F"/>
    <w:rsid w:val="5ABD2E4A"/>
    <w:rsid w:val="5AFE4CD1"/>
    <w:rsid w:val="5B2DD645"/>
    <w:rsid w:val="5B7E0C7F"/>
    <w:rsid w:val="5B96B03E"/>
    <w:rsid w:val="5BE56E53"/>
    <w:rsid w:val="5C168A5D"/>
    <w:rsid w:val="5C677A0E"/>
    <w:rsid w:val="5CD00459"/>
    <w:rsid w:val="5D882148"/>
    <w:rsid w:val="5D96B5DB"/>
    <w:rsid w:val="5DB5A09E"/>
    <w:rsid w:val="5DE53256"/>
    <w:rsid w:val="5ECC144E"/>
    <w:rsid w:val="5ED1806B"/>
    <w:rsid w:val="5EE03D40"/>
    <w:rsid w:val="5EF00021"/>
    <w:rsid w:val="5EFFE6A1"/>
    <w:rsid w:val="5F342366"/>
    <w:rsid w:val="60F51D31"/>
    <w:rsid w:val="61422F02"/>
    <w:rsid w:val="6165A7C9"/>
    <w:rsid w:val="61A30D3B"/>
    <w:rsid w:val="622C9C1C"/>
    <w:rsid w:val="622F8609"/>
    <w:rsid w:val="62DE339F"/>
    <w:rsid w:val="63082377"/>
    <w:rsid w:val="637A99B9"/>
    <w:rsid w:val="641D2272"/>
    <w:rsid w:val="64B01B92"/>
    <w:rsid w:val="64E3443B"/>
    <w:rsid w:val="64E4E6CB"/>
    <w:rsid w:val="64EB4D92"/>
    <w:rsid w:val="64FFF4CC"/>
    <w:rsid w:val="66891404"/>
    <w:rsid w:val="66D0EC66"/>
    <w:rsid w:val="6763167C"/>
    <w:rsid w:val="677BAEB7"/>
    <w:rsid w:val="67942654"/>
    <w:rsid w:val="67C435EF"/>
    <w:rsid w:val="67FC7FCD"/>
    <w:rsid w:val="682609C1"/>
    <w:rsid w:val="68620AF1"/>
    <w:rsid w:val="68A90831"/>
    <w:rsid w:val="68B11AB1"/>
    <w:rsid w:val="68B19F9E"/>
    <w:rsid w:val="69DA30C5"/>
    <w:rsid w:val="6A067521"/>
    <w:rsid w:val="6A070984"/>
    <w:rsid w:val="6A1D428E"/>
    <w:rsid w:val="6A71421C"/>
    <w:rsid w:val="6A946F26"/>
    <w:rsid w:val="6B1D1E60"/>
    <w:rsid w:val="6B79B0D2"/>
    <w:rsid w:val="6BC07A18"/>
    <w:rsid w:val="6BC71507"/>
    <w:rsid w:val="6BD92346"/>
    <w:rsid w:val="6BE9BEDA"/>
    <w:rsid w:val="6DA090F4"/>
    <w:rsid w:val="6DB3581C"/>
    <w:rsid w:val="6E94F844"/>
    <w:rsid w:val="6EA0C229"/>
    <w:rsid w:val="6EA8F39B"/>
    <w:rsid w:val="6EC5E630"/>
    <w:rsid w:val="6ED55A4B"/>
    <w:rsid w:val="6F0D56D5"/>
    <w:rsid w:val="6F166B37"/>
    <w:rsid w:val="6F3CE720"/>
    <w:rsid w:val="6F4B90F0"/>
    <w:rsid w:val="6F8E007C"/>
    <w:rsid w:val="6F95CC46"/>
    <w:rsid w:val="704DB589"/>
    <w:rsid w:val="704E0138"/>
    <w:rsid w:val="7065D422"/>
    <w:rsid w:val="70F65382"/>
    <w:rsid w:val="70FD22D8"/>
    <w:rsid w:val="7105C8D6"/>
    <w:rsid w:val="7123B13A"/>
    <w:rsid w:val="71938828"/>
    <w:rsid w:val="71AFE38A"/>
    <w:rsid w:val="71E60016"/>
    <w:rsid w:val="726843A3"/>
    <w:rsid w:val="72A5C6B7"/>
    <w:rsid w:val="73139ED6"/>
    <w:rsid w:val="7335E776"/>
    <w:rsid w:val="73540D31"/>
    <w:rsid w:val="7391630C"/>
    <w:rsid w:val="7398ECD5"/>
    <w:rsid w:val="73C6CADA"/>
    <w:rsid w:val="7461719F"/>
    <w:rsid w:val="7509BF65"/>
    <w:rsid w:val="754FFF9F"/>
    <w:rsid w:val="756BB1AB"/>
    <w:rsid w:val="76088AB9"/>
    <w:rsid w:val="761EA73B"/>
    <w:rsid w:val="7676D843"/>
    <w:rsid w:val="7678F2A5"/>
    <w:rsid w:val="76912EDD"/>
    <w:rsid w:val="76B3B157"/>
    <w:rsid w:val="77196A76"/>
    <w:rsid w:val="7722B24D"/>
    <w:rsid w:val="77348A98"/>
    <w:rsid w:val="7739FD74"/>
    <w:rsid w:val="779EF180"/>
    <w:rsid w:val="77A9471F"/>
    <w:rsid w:val="77BDE15D"/>
    <w:rsid w:val="783C54DE"/>
    <w:rsid w:val="785D02DE"/>
    <w:rsid w:val="7878D26D"/>
    <w:rsid w:val="78BD7E22"/>
    <w:rsid w:val="78C60AD2"/>
    <w:rsid w:val="78E2230F"/>
    <w:rsid w:val="78F336A8"/>
    <w:rsid w:val="794C23EC"/>
    <w:rsid w:val="795A7964"/>
    <w:rsid w:val="796D809F"/>
    <w:rsid w:val="79D9A2A3"/>
    <w:rsid w:val="79F35AE7"/>
    <w:rsid w:val="7A2D5CE5"/>
    <w:rsid w:val="7B192B7A"/>
    <w:rsid w:val="7BFB5119"/>
    <w:rsid w:val="7C441265"/>
    <w:rsid w:val="7C4FF437"/>
    <w:rsid w:val="7C71E693"/>
    <w:rsid w:val="7C8F2DF2"/>
    <w:rsid w:val="7CD6D720"/>
    <w:rsid w:val="7CE3C6E1"/>
    <w:rsid w:val="7D05CBA5"/>
    <w:rsid w:val="7E215BC7"/>
    <w:rsid w:val="7E32F387"/>
    <w:rsid w:val="7E4C881F"/>
    <w:rsid w:val="7EB0FBB2"/>
    <w:rsid w:val="7EB5EAD8"/>
    <w:rsid w:val="7EE34128"/>
    <w:rsid w:val="7F251AA4"/>
    <w:rsid w:val="7F7185C3"/>
    <w:rsid w:val="7FF41D4E"/>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1DDF35"/>
  <w15:docId w15:val="{5826F616-76BB-472F-81F5-37297535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72D0"/>
  </w:style>
  <w:style w:type="paragraph" w:styleId="berschrift5">
    <w:name w:val="heading 5"/>
    <w:basedOn w:val="Standard"/>
    <w:link w:val="berschrift5Zchn"/>
    <w:uiPriority w:val="9"/>
    <w:qFormat/>
    <w:rsid w:val="007C607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customStyle="1" w:styleId="berschrift5Zchn">
    <w:name w:val="Überschrift 5 Zchn"/>
    <w:basedOn w:val="Absatz-Standardschriftart"/>
    <w:link w:val="berschrift5"/>
    <w:uiPriority w:val="9"/>
    <w:rsid w:val="007C607C"/>
    <w:rPr>
      <w:rFonts w:ascii="Times New Roman" w:eastAsia="Times New Roman" w:hAnsi="Times New Roman" w:cs="Times New Roman"/>
      <w:b/>
      <w:bCs/>
      <w:sz w:val="20"/>
      <w:szCs w:val="20"/>
    </w:rPr>
  </w:style>
  <w:style w:type="paragraph" w:styleId="StandardWeb">
    <w:name w:val="Normal (Web)"/>
    <w:basedOn w:val="Standard"/>
    <w:uiPriority w:val="99"/>
    <w:semiHidden/>
    <w:unhideWhenUsed/>
    <w:rsid w:val="007C60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Standard"/>
    <w:rsid w:val="00A1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Absatz-Standardschriftart"/>
    <w:rsid w:val="00A1615C"/>
    <w:rPr>
      <w:rFonts w:ascii="Segoe UI" w:hAnsi="Segoe UI" w:cs="Segoe UI" w:hint="default"/>
      <w:sz w:val="18"/>
      <w:szCs w:val="18"/>
    </w:rPr>
  </w:style>
  <w:style w:type="character" w:customStyle="1" w:styleId="ui-provider">
    <w:name w:val="ui-provider"/>
    <w:basedOn w:val="Absatz-Standardschriftart"/>
    <w:rsid w:val="00FB2D91"/>
  </w:style>
  <w:style w:type="character" w:customStyle="1" w:styleId="normaltextrun">
    <w:name w:val="normaltextrun"/>
    <w:basedOn w:val="Absatz-Standardschriftart"/>
    <w:rsid w:val="005F2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419915648">
      <w:bodyDiv w:val="1"/>
      <w:marLeft w:val="0"/>
      <w:marRight w:val="0"/>
      <w:marTop w:val="0"/>
      <w:marBottom w:val="0"/>
      <w:divBdr>
        <w:top w:val="none" w:sz="0" w:space="0" w:color="auto"/>
        <w:left w:val="none" w:sz="0" w:space="0" w:color="auto"/>
        <w:bottom w:val="none" w:sz="0" w:space="0" w:color="auto"/>
        <w:right w:val="none" w:sz="0" w:space="0" w:color="auto"/>
      </w:divBdr>
      <w:divsChild>
        <w:div w:id="2111654487">
          <w:marLeft w:val="0"/>
          <w:marRight w:val="0"/>
          <w:marTop w:val="0"/>
          <w:marBottom w:val="0"/>
          <w:divBdr>
            <w:top w:val="none" w:sz="0" w:space="0" w:color="auto"/>
            <w:left w:val="none" w:sz="0" w:space="0" w:color="auto"/>
            <w:bottom w:val="none" w:sz="0" w:space="0" w:color="auto"/>
            <w:right w:val="none" w:sz="0" w:space="0" w:color="auto"/>
          </w:divBdr>
          <w:divsChild>
            <w:div w:id="1454055112">
              <w:marLeft w:val="0"/>
              <w:marRight w:val="0"/>
              <w:marTop w:val="0"/>
              <w:marBottom w:val="0"/>
              <w:divBdr>
                <w:top w:val="none" w:sz="0" w:space="0" w:color="auto"/>
                <w:left w:val="none" w:sz="0" w:space="0" w:color="auto"/>
                <w:bottom w:val="none" w:sz="0" w:space="0" w:color="auto"/>
                <w:right w:val="none" w:sz="0" w:space="0" w:color="auto"/>
              </w:divBdr>
              <w:divsChild>
                <w:div w:id="1685470578">
                  <w:marLeft w:val="0"/>
                  <w:marRight w:val="0"/>
                  <w:marTop w:val="0"/>
                  <w:marBottom w:val="0"/>
                  <w:divBdr>
                    <w:top w:val="none" w:sz="0" w:space="0" w:color="auto"/>
                    <w:left w:val="none" w:sz="0" w:space="0" w:color="auto"/>
                    <w:bottom w:val="none" w:sz="0" w:space="0" w:color="auto"/>
                    <w:right w:val="none" w:sz="0" w:space="0" w:color="auto"/>
                  </w:divBdr>
                  <w:divsChild>
                    <w:div w:id="50885179">
                      <w:marLeft w:val="0"/>
                      <w:marRight w:val="0"/>
                      <w:marTop w:val="0"/>
                      <w:marBottom w:val="0"/>
                      <w:divBdr>
                        <w:top w:val="none" w:sz="0" w:space="0" w:color="auto"/>
                        <w:left w:val="none" w:sz="0" w:space="0" w:color="auto"/>
                        <w:bottom w:val="none" w:sz="0" w:space="0" w:color="auto"/>
                        <w:right w:val="none" w:sz="0" w:space="0" w:color="auto"/>
                      </w:divBdr>
                      <w:divsChild>
                        <w:div w:id="876813664">
                          <w:marLeft w:val="0"/>
                          <w:marRight w:val="0"/>
                          <w:marTop w:val="0"/>
                          <w:marBottom w:val="0"/>
                          <w:divBdr>
                            <w:top w:val="none" w:sz="0" w:space="0" w:color="auto"/>
                            <w:left w:val="none" w:sz="0" w:space="0" w:color="auto"/>
                            <w:bottom w:val="none" w:sz="0" w:space="0" w:color="auto"/>
                            <w:right w:val="none" w:sz="0" w:space="0" w:color="auto"/>
                          </w:divBdr>
                          <w:divsChild>
                            <w:div w:id="9814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710342">
      <w:bodyDiv w:val="1"/>
      <w:marLeft w:val="0"/>
      <w:marRight w:val="0"/>
      <w:marTop w:val="0"/>
      <w:marBottom w:val="0"/>
      <w:divBdr>
        <w:top w:val="none" w:sz="0" w:space="0" w:color="auto"/>
        <w:left w:val="none" w:sz="0" w:space="0" w:color="auto"/>
        <w:bottom w:val="none" w:sz="0" w:space="0" w:color="auto"/>
        <w:right w:val="none" w:sz="0" w:space="0" w:color="auto"/>
      </w:divBdr>
      <w:divsChild>
        <w:div w:id="795830989">
          <w:marLeft w:val="0"/>
          <w:marRight w:val="0"/>
          <w:marTop w:val="0"/>
          <w:marBottom w:val="0"/>
          <w:divBdr>
            <w:top w:val="none" w:sz="0" w:space="0" w:color="auto"/>
            <w:left w:val="none" w:sz="0" w:space="0" w:color="auto"/>
            <w:bottom w:val="none" w:sz="0" w:space="0" w:color="auto"/>
            <w:right w:val="none" w:sz="0" w:space="0" w:color="auto"/>
          </w:divBdr>
          <w:divsChild>
            <w:div w:id="1187871043">
              <w:marLeft w:val="0"/>
              <w:marRight w:val="0"/>
              <w:marTop w:val="0"/>
              <w:marBottom w:val="0"/>
              <w:divBdr>
                <w:top w:val="none" w:sz="0" w:space="0" w:color="auto"/>
                <w:left w:val="none" w:sz="0" w:space="0" w:color="auto"/>
                <w:bottom w:val="none" w:sz="0" w:space="0" w:color="auto"/>
                <w:right w:val="none" w:sz="0" w:space="0" w:color="auto"/>
              </w:divBdr>
              <w:divsChild>
                <w:div w:id="931862161">
                  <w:marLeft w:val="0"/>
                  <w:marRight w:val="0"/>
                  <w:marTop w:val="0"/>
                  <w:marBottom w:val="0"/>
                  <w:divBdr>
                    <w:top w:val="none" w:sz="0" w:space="0" w:color="auto"/>
                    <w:left w:val="none" w:sz="0" w:space="0" w:color="auto"/>
                    <w:bottom w:val="none" w:sz="0" w:space="0" w:color="auto"/>
                    <w:right w:val="none" w:sz="0" w:space="0" w:color="auto"/>
                  </w:divBdr>
                  <w:divsChild>
                    <w:div w:id="6407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76255">
          <w:marLeft w:val="0"/>
          <w:marRight w:val="0"/>
          <w:marTop w:val="0"/>
          <w:marBottom w:val="0"/>
          <w:divBdr>
            <w:top w:val="none" w:sz="0" w:space="0" w:color="auto"/>
            <w:left w:val="none" w:sz="0" w:space="0" w:color="auto"/>
            <w:bottom w:val="none" w:sz="0" w:space="0" w:color="auto"/>
            <w:right w:val="none" w:sz="0" w:space="0" w:color="auto"/>
          </w:divBdr>
          <w:divsChild>
            <w:div w:id="1948586395">
              <w:marLeft w:val="0"/>
              <w:marRight w:val="0"/>
              <w:marTop w:val="0"/>
              <w:marBottom w:val="0"/>
              <w:divBdr>
                <w:top w:val="none" w:sz="0" w:space="0" w:color="auto"/>
                <w:left w:val="none" w:sz="0" w:space="0" w:color="auto"/>
                <w:bottom w:val="none" w:sz="0" w:space="0" w:color="auto"/>
                <w:right w:val="none" w:sz="0" w:space="0" w:color="auto"/>
              </w:divBdr>
              <w:divsChild>
                <w:div w:id="712465778">
                  <w:marLeft w:val="0"/>
                  <w:marRight w:val="0"/>
                  <w:marTop w:val="0"/>
                  <w:marBottom w:val="0"/>
                  <w:divBdr>
                    <w:top w:val="none" w:sz="0" w:space="0" w:color="auto"/>
                    <w:left w:val="none" w:sz="0" w:space="0" w:color="auto"/>
                    <w:bottom w:val="none" w:sz="0" w:space="0" w:color="auto"/>
                    <w:right w:val="none" w:sz="0" w:space="0" w:color="auto"/>
                  </w:divBdr>
                  <w:divsChild>
                    <w:div w:id="166782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 w:id="1706953057">
          <w:marLeft w:val="446"/>
          <w:marRight w:val="0"/>
          <w:marTop w:val="17"/>
          <w:marBottom w:val="0"/>
          <w:divBdr>
            <w:top w:val="none" w:sz="0" w:space="0" w:color="auto"/>
            <w:left w:val="none" w:sz="0" w:space="0" w:color="auto"/>
            <w:bottom w:val="none" w:sz="0" w:space="0" w:color="auto"/>
            <w:right w:val="none" w:sz="0" w:space="0" w:color="auto"/>
          </w:divBdr>
        </w:div>
      </w:divsChild>
    </w:div>
    <w:div w:id="587350258">
      <w:bodyDiv w:val="1"/>
      <w:marLeft w:val="0"/>
      <w:marRight w:val="0"/>
      <w:marTop w:val="0"/>
      <w:marBottom w:val="0"/>
      <w:divBdr>
        <w:top w:val="none" w:sz="0" w:space="0" w:color="auto"/>
        <w:left w:val="none" w:sz="0" w:space="0" w:color="auto"/>
        <w:bottom w:val="none" w:sz="0" w:space="0" w:color="auto"/>
        <w:right w:val="none" w:sz="0" w:space="0" w:color="auto"/>
      </w:divBdr>
      <w:divsChild>
        <w:div w:id="1916553686">
          <w:marLeft w:val="0"/>
          <w:marRight w:val="0"/>
          <w:marTop w:val="0"/>
          <w:marBottom w:val="0"/>
          <w:divBdr>
            <w:top w:val="none" w:sz="0" w:space="0" w:color="auto"/>
            <w:left w:val="none" w:sz="0" w:space="0" w:color="auto"/>
            <w:bottom w:val="none" w:sz="0" w:space="0" w:color="auto"/>
            <w:right w:val="none" w:sz="0" w:space="0" w:color="auto"/>
          </w:divBdr>
          <w:divsChild>
            <w:div w:id="235164958">
              <w:marLeft w:val="0"/>
              <w:marRight w:val="0"/>
              <w:marTop w:val="0"/>
              <w:marBottom w:val="0"/>
              <w:divBdr>
                <w:top w:val="none" w:sz="0" w:space="0" w:color="auto"/>
                <w:left w:val="none" w:sz="0" w:space="0" w:color="auto"/>
                <w:bottom w:val="none" w:sz="0" w:space="0" w:color="auto"/>
                <w:right w:val="none" w:sz="0" w:space="0" w:color="auto"/>
              </w:divBdr>
              <w:divsChild>
                <w:div w:id="684021236">
                  <w:marLeft w:val="0"/>
                  <w:marRight w:val="0"/>
                  <w:marTop w:val="0"/>
                  <w:marBottom w:val="0"/>
                  <w:divBdr>
                    <w:top w:val="none" w:sz="0" w:space="0" w:color="auto"/>
                    <w:left w:val="none" w:sz="0" w:space="0" w:color="auto"/>
                    <w:bottom w:val="none" w:sz="0" w:space="0" w:color="auto"/>
                    <w:right w:val="none" w:sz="0" w:space="0" w:color="auto"/>
                  </w:divBdr>
                  <w:divsChild>
                    <w:div w:id="1058091139">
                      <w:marLeft w:val="0"/>
                      <w:marRight w:val="0"/>
                      <w:marTop w:val="0"/>
                      <w:marBottom w:val="0"/>
                      <w:divBdr>
                        <w:top w:val="none" w:sz="0" w:space="0" w:color="auto"/>
                        <w:left w:val="none" w:sz="0" w:space="0" w:color="auto"/>
                        <w:bottom w:val="none" w:sz="0" w:space="0" w:color="auto"/>
                        <w:right w:val="none" w:sz="0" w:space="0" w:color="auto"/>
                      </w:divBdr>
                      <w:divsChild>
                        <w:div w:id="85615561">
                          <w:marLeft w:val="0"/>
                          <w:marRight w:val="0"/>
                          <w:marTop w:val="0"/>
                          <w:marBottom w:val="0"/>
                          <w:divBdr>
                            <w:top w:val="none" w:sz="0" w:space="0" w:color="auto"/>
                            <w:left w:val="none" w:sz="0" w:space="0" w:color="auto"/>
                            <w:bottom w:val="none" w:sz="0" w:space="0" w:color="auto"/>
                            <w:right w:val="none" w:sz="0" w:space="0" w:color="auto"/>
                          </w:divBdr>
                          <w:divsChild>
                            <w:div w:id="3155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134300162">
      <w:bodyDiv w:val="1"/>
      <w:marLeft w:val="0"/>
      <w:marRight w:val="0"/>
      <w:marTop w:val="0"/>
      <w:marBottom w:val="0"/>
      <w:divBdr>
        <w:top w:val="none" w:sz="0" w:space="0" w:color="auto"/>
        <w:left w:val="none" w:sz="0" w:space="0" w:color="auto"/>
        <w:bottom w:val="none" w:sz="0" w:space="0" w:color="auto"/>
        <w:right w:val="none" w:sz="0" w:space="0" w:color="auto"/>
      </w:divBdr>
    </w:div>
    <w:div w:id="1257711597">
      <w:bodyDiv w:val="1"/>
      <w:marLeft w:val="0"/>
      <w:marRight w:val="0"/>
      <w:marTop w:val="0"/>
      <w:marBottom w:val="0"/>
      <w:divBdr>
        <w:top w:val="none" w:sz="0" w:space="0" w:color="auto"/>
        <w:left w:val="none" w:sz="0" w:space="0" w:color="auto"/>
        <w:bottom w:val="none" w:sz="0" w:space="0" w:color="auto"/>
        <w:right w:val="none" w:sz="0" w:space="0" w:color="auto"/>
      </w:divBdr>
      <w:divsChild>
        <w:div w:id="508252660">
          <w:marLeft w:val="0"/>
          <w:marRight w:val="0"/>
          <w:marTop w:val="0"/>
          <w:marBottom w:val="0"/>
          <w:divBdr>
            <w:top w:val="none" w:sz="0" w:space="0" w:color="auto"/>
            <w:left w:val="none" w:sz="0" w:space="0" w:color="auto"/>
            <w:bottom w:val="none" w:sz="0" w:space="0" w:color="auto"/>
            <w:right w:val="none" w:sz="0" w:space="0" w:color="auto"/>
          </w:divBdr>
          <w:divsChild>
            <w:div w:id="639921611">
              <w:marLeft w:val="0"/>
              <w:marRight w:val="0"/>
              <w:marTop w:val="0"/>
              <w:marBottom w:val="0"/>
              <w:divBdr>
                <w:top w:val="none" w:sz="0" w:space="0" w:color="auto"/>
                <w:left w:val="none" w:sz="0" w:space="0" w:color="auto"/>
                <w:bottom w:val="none" w:sz="0" w:space="0" w:color="auto"/>
                <w:right w:val="none" w:sz="0" w:space="0" w:color="auto"/>
              </w:divBdr>
              <w:divsChild>
                <w:div w:id="146241832">
                  <w:marLeft w:val="0"/>
                  <w:marRight w:val="0"/>
                  <w:marTop w:val="0"/>
                  <w:marBottom w:val="0"/>
                  <w:divBdr>
                    <w:top w:val="none" w:sz="0" w:space="0" w:color="auto"/>
                    <w:left w:val="none" w:sz="0" w:space="0" w:color="auto"/>
                    <w:bottom w:val="none" w:sz="0" w:space="0" w:color="auto"/>
                    <w:right w:val="none" w:sz="0" w:space="0" w:color="auto"/>
                  </w:divBdr>
                  <w:divsChild>
                    <w:div w:id="17361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56748">
          <w:marLeft w:val="0"/>
          <w:marRight w:val="0"/>
          <w:marTop w:val="0"/>
          <w:marBottom w:val="0"/>
          <w:divBdr>
            <w:top w:val="none" w:sz="0" w:space="0" w:color="auto"/>
            <w:left w:val="none" w:sz="0" w:space="0" w:color="auto"/>
            <w:bottom w:val="none" w:sz="0" w:space="0" w:color="auto"/>
            <w:right w:val="none" w:sz="0" w:space="0" w:color="auto"/>
          </w:divBdr>
          <w:divsChild>
            <w:div w:id="954747210">
              <w:marLeft w:val="0"/>
              <w:marRight w:val="0"/>
              <w:marTop w:val="0"/>
              <w:marBottom w:val="0"/>
              <w:divBdr>
                <w:top w:val="none" w:sz="0" w:space="0" w:color="auto"/>
                <w:left w:val="none" w:sz="0" w:space="0" w:color="auto"/>
                <w:bottom w:val="none" w:sz="0" w:space="0" w:color="auto"/>
                <w:right w:val="none" w:sz="0" w:space="0" w:color="auto"/>
              </w:divBdr>
              <w:divsChild>
                <w:div w:id="681054968">
                  <w:marLeft w:val="0"/>
                  <w:marRight w:val="0"/>
                  <w:marTop w:val="0"/>
                  <w:marBottom w:val="0"/>
                  <w:divBdr>
                    <w:top w:val="none" w:sz="0" w:space="0" w:color="auto"/>
                    <w:left w:val="none" w:sz="0" w:space="0" w:color="auto"/>
                    <w:bottom w:val="none" w:sz="0" w:space="0" w:color="auto"/>
                    <w:right w:val="none" w:sz="0" w:space="0" w:color="auto"/>
                  </w:divBdr>
                  <w:divsChild>
                    <w:div w:id="8078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401095">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52358441">
      <w:bodyDiv w:val="1"/>
      <w:marLeft w:val="0"/>
      <w:marRight w:val="0"/>
      <w:marTop w:val="0"/>
      <w:marBottom w:val="0"/>
      <w:divBdr>
        <w:top w:val="none" w:sz="0" w:space="0" w:color="auto"/>
        <w:left w:val="none" w:sz="0" w:space="0" w:color="auto"/>
        <w:bottom w:val="none" w:sz="0" w:space="0" w:color="auto"/>
        <w:right w:val="none" w:sz="0" w:space="0" w:color="auto"/>
      </w:divBdr>
      <w:divsChild>
        <w:div w:id="1664820659">
          <w:marLeft w:val="0"/>
          <w:marRight w:val="0"/>
          <w:marTop w:val="0"/>
          <w:marBottom w:val="0"/>
          <w:divBdr>
            <w:top w:val="none" w:sz="0" w:space="0" w:color="auto"/>
            <w:left w:val="none" w:sz="0" w:space="0" w:color="auto"/>
            <w:bottom w:val="none" w:sz="0" w:space="0" w:color="auto"/>
            <w:right w:val="none" w:sz="0" w:space="0" w:color="auto"/>
          </w:divBdr>
          <w:divsChild>
            <w:div w:id="192502973">
              <w:marLeft w:val="0"/>
              <w:marRight w:val="0"/>
              <w:marTop w:val="0"/>
              <w:marBottom w:val="0"/>
              <w:divBdr>
                <w:top w:val="none" w:sz="0" w:space="0" w:color="auto"/>
                <w:left w:val="none" w:sz="0" w:space="0" w:color="auto"/>
                <w:bottom w:val="none" w:sz="0" w:space="0" w:color="auto"/>
                <w:right w:val="none" w:sz="0" w:space="0" w:color="auto"/>
              </w:divBdr>
              <w:divsChild>
                <w:div w:id="1034581027">
                  <w:marLeft w:val="0"/>
                  <w:marRight w:val="0"/>
                  <w:marTop w:val="0"/>
                  <w:marBottom w:val="0"/>
                  <w:divBdr>
                    <w:top w:val="none" w:sz="0" w:space="0" w:color="auto"/>
                    <w:left w:val="none" w:sz="0" w:space="0" w:color="auto"/>
                    <w:bottom w:val="none" w:sz="0" w:space="0" w:color="auto"/>
                    <w:right w:val="none" w:sz="0" w:space="0" w:color="auto"/>
                  </w:divBdr>
                  <w:divsChild>
                    <w:div w:id="1032463898">
                      <w:marLeft w:val="0"/>
                      <w:marRight w:val="0"/>
                      <w:marTop w:val="0"/>
                      <w:marBottom w:val="0"/>
                      <w:divBdr>
                        <w:top w:val="none" w:sz="0" w:space="0" w:color="auto"/>
                        <w:left w:val="none" w:sz="0" w:space="0" w:color="auto"/>
                        <w:bottom w:val="none" w:sz="0" w:space="0" w:color="auto"/>
                        <w:right w:val="none" w:sz="0" w:space="0" w:color="auto"/>
                      </w:divBdr>
                      <w:divsChild>
                        <w:div w:id="1661228503">
                          <w:marLeft w:val="0"/>
                          <w:marRight w:val="0"/>
                          <w:marTop w:val="0"/>
                          <w:marBottom w:val="0"/>
                          <w:divBdr>
                            <w:top w:val="none" w:sz="0" w:space="0" w:color="auto"/>
                            <w:left w:val="none" w:sz="0" w:space="0" w:color="auto"/>
                            <w:bottom w:val="none" w:sz="0" w:space="0" w:color="auto"/>
                            <w:right w:val="none" w:sz="0" w:space="0" w:color="auto"/>
                          </w:divBdr>
                          <w:divsChild>
                            <w:div w:id="53504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479835525">
      <w:bodyDiv w:val="1"/>
      <w:marLeft w:val="0"/>
      <w:marRight w:val="0"/>
      <w:marTop w:val="0"/>
      <w:marBottom w:val="0"/>
      <w:divBdr>
        <w:top w:val="none" w:sz="0" w:space="0" w:color="auto"/>
        <w:left w:val="none" w:sz="0" w:space="0" w:color="auto"/>
        <w:bottom w:val="none" w:sz="0" w:space="0" w:color="auto"/>
        <w:right w:val="none" w:sz="0" w:space="0" w:color="auto"/>
      </w:divBdr>
      <w:divsChild>
        <w:div w:id="237595020">
          <w:marLeft w:val="0"/>
          <w:marRight w:val="0"/>
          <w:marTop w:val="0"/>
          <w:marBottom w:val="0"/>
          <w:divBdr>
            <w:top w:val="none" w:sz="0" w:space="0" w:color="auto"/>
            <w:left w:val="none" w:sz="0" w:space="0" w:color="auto"/>
            <w:bottom w:val="none" w:sz="0" w:space="0" w:color="auto"/>
            <w:right w:val="none" w:sz="0" w:space="0" w:color="auto"/>
          </w:divBdr>
          <w:divsChild>
            <w:div w:id="924731607">
              <w:marLeft w:val="0"/>
              <w:marRight w:val="0"/>
              <w:marTop w:val="0"/>
              <w:marBottom w:val="0"/>
              <w:divBdr>
                <w:top w:val="none" w:sz="0" w:space="0" w:color="auto"/>
                <w:left w:val="none" w:sz="0" w:space="0" w:color="auto"/>
                <w:bottom w:val="none" w:sz="0" w:space="0" w:color="auto"/>
                <w:right w:val="none" w:sz="0" w:space="0" w:color="auto"/>
              </w:divBdr>
              <w:divsChild>
                <w:div w:id="1451045389">
                  <w:marLeft w:val="288"/>
                  <w:marRight w:val="288"/>
                  <w:marTop w:val="0"/>
                  <w:marBottom w:val="0"/>
                  <w:divBdr>
                    <w:top w:val="none" w:sz="0" w:space="0" w:color="auto"/>
                    <w:left w:val="none" w:sz="0" w:space="0" w:color="auto"/>
                    <w:bottom w:val="none" w:sz="0" w:space="0" w:color="auto"/>
                    <w:right w:val="none" w:sz="0" w:space="0" w:color="auto"/>
                  </w:divBdr>
                </w:div>
              </w:divsChild>
            </w:div>
          </w:divsChild>
        </w:div>
        <w:div w:id="968320610">
          <w:marLeft w:val="0"/>
          <w:marRight w:val="0"/>
          <w:marTop w:val="0"/>
          <w:marBottom w:val="0"/>
          <w:divBdr>
            <w:top w:val="none" w:sz="0" w:space="0" w:color="auto"/>
            <w:left w:val="none" w:sz="0" w:space="0" w:color="auto"/>
            <w:bottom w:val="none" w:sz="0" w:space="0" w:color="auto"/>
            <w:right w:val="none" w:sz="0" w:space="0" w:color="auto"/>
          </w:divBdr>
          <w:divsChild>
            <w:div w:id="1949578182">
              <w:marLeft w:val="0"/>
              <w:marRight w:val="0"/>
              <w:marTop w:val="0"/>
              <w:marBottom w:val="0"/>
              <w:divBdr>
                <w:top w:val="none" w:sz="0" w:space="0" w:color="auto"/>
                <w:left w:val="none" w:sz="0" w:space="0" w:color="auto"/>
                <w:bottom w:val="none" w:sz="0" w:space="0" w:color="auto"/>
                <w:right w:val="none" w:sz="0" w:space="0" w:color="auto"/>
              </w:divBdr>
              <w:divsChild>
                <w:div w:id="180515877">
                  <w:marLeft w:val="2210"/>
                  <w:marRight w:val="288"/>
                  <w:marTop w:val="0"/>
                  <w:marBottom w:val="0"/>
                  <w:divBdr>
                    <w:top w:val="none" w:sz="0" w:space="0" w:color="auto"/>
                    <w:left w:val="none" w:sz="0" w:space="0" w:color="auto"/>
                    <w:bottom w:val="none" w:sz="0" w:space="0" w:color="auto"/>
                    <w:right w:val="none" w:sz="0" w:space="0" w:color="auto"/>
                  </w:divBdr>
                </w:div>
                <w:div w:id="1784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543206852">
      <w:bodyDiv w:val="1"/>
      <w:marLeft w:val="0"/>
      <w:marRight w:val="0"/>
      <w:marTop w:val="0"/>
      <w:marBottom w:val="0"/>
      <w:divBdr>
        <w:top w:val="none" w:sz="0" w:space="0" w:color="auto"/>
        <w:left w:val="none" w:sz="0" w:space="0" w:color="auto"/>
        <w:bottom w:val="none" w:sz="0" w:space="0" w:color="auto"/>
        <w:right w:val="none" w:sz="0" w:space="0" w:color="auto"/>
      </w:divBdr>
    </w:div>
    <w:div w:id="1707565497">
      <w:bodyDiv w:val="1"/>
      <w:marLeft w:val="0"/>
      <w:marRight w:val="0"/>
      <w:marTop w:val="0"/>
      <w:marBottom w:val="0"/>
      <w:divBdr>
        <w:top w:val="none" w:sz="0" w:space="0" w:color="auto"/>
        <w:left w:val="none" w:sz="0" w:space="0" w:color="auto"/>
        <w:bottom w:val="none" w:sz="0" w:space="0" w:color="auto"/>
        <w:right w:val="none" w:sz="0" w:space="0" w:color="auto"/>
      </w:divBdr>
      <w:divsChild>
        <w:div w:id="2088644617">
          <w:marLeft w:val="0"/>
          <w:marRight w:val="0"/>
          <w:marTop w:val="0"/>
          <w:marBottom w:val="0"/>
          <w:divBdr>
            <w:top w:val="none" w:sz="0" w:space="0" w:color="auto"/>
            <w:left w:val="none" w:sz="0" w:space="0" w:color="auto"/>
            <w:bottom w:val="none" w:sz="0" w:space="0" w:color="auto"/>
            <w:right w:val="none" w:sz="0" w:space="0" w:color="auto"/>
          </w:divBdr>
          <w:divsChild>
            <w:div w:id="1635716033">
              <w:marLeft w:val="0"/>
              <w:marRight w:val="0"/>
              <w:marTop w:val="0"/>
              <w:marBottom w:val="0"/>
              <w:divBdr>
                <w:top w:val="none" w:sz="0" w:space="0" w:color="auto"/>
                <w:left w:val="none" w:sz="0" w:space="0" w:color="auto"/>
                <w:bottom w:val="none" w:sz="0" w:space="0" w:color="auto"/>
                <w:right w:val="none" w:sz="0" w:space="0" w:color="auto"/>
              </w:divBdr>
              <w:divsChild>
                <w:div w:id="1079408077">
                  <w:marLeft w:val="0"/>
                  <w:marRight w:val="0"/>
                  <w:marTop w:val="0"/>
                  <w:marBottom w:val="0"/>
                  <w:divBdr>
                    <w:top w:val="none" w:sz="0" w:space="0" w:color="auto"/>
                    <w:left w:val="none" w:sz="0" w:space="0" w:color="auto"/>
                    <w:bottom w:val="none" w:sz="0" w:space="0" w:color="auto"/>
                    <w:right w:val="none" w:sz="0" w:space="0" w:color="auto"/>
                  </w:divBdr>
                  <w:divsChild>
                    <w:div w:id="942884524">
                      <w:marLeft w:val="0"/>
                      <w:marRight w:val="0"/>
                      <w:marTop w:val="0"/>
                      <w:marBottom w:val="0"/>
                      <w:divBdr>
                        <w:top w:val="none" w:sz="0" w:space="0" w:color="auto"/>
                        <w:left w:val="none" w:sz="0" w:space="0" w:color="auto"/>
                        <w:bottom w:val="none" w:sz="0" w:space="0" w:color="auto"/>
                        <w:right w:val="none" w:sz="0" w:space="0" w:color="auto"/>
                      </w:divBdr>
                      <w:divsChild>
                        <w:div w:id="489637504">
                          <w:marLeft w:val="0"/>
                          <w:marRight w:val="0"/>
                          <w:marTop w:val="0"/>
                          <w:marBottom w:val="0"/>
                          <w:divBdr>
                            <w:top w:val="none" w:sz="0" w:space="0" w:color="auto"/>
                            <w:left w:val="none" w:sz="0" w:space="0" w:color="auto"/>
                            <w:bottom w:val="none" w:sz="0" w:space="0" w:color="auto"/>
                            <w:right w:val="none" w:sz="0" w:space="0" w:color="auto"/>
                          </w:divBdr>
                          <w:divsChild>
                            <w:div w:id="96509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2293023">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001301804">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abus.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abus.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f2d5830-d394-4c0c-bd63-230e1514d342" xsi:nil="true"/>
    <lcf76f155ced4ddcb4097134ff3c332f xmlns="bca8d540-1d21-4478-b192-ddfe3d245aad">
      <Terms xmlns="http://schemas.microsoft.com/office/infopath/2007/PartnerControls"/>
    </lcf76f155ced4ddcb4097134ff3c332f>
    <Personen xmlns="bca8d540-1d21-4478-b192-ddfe3d245aad">
      <UserInfo>
        <DisplayName/>
        <AccountId xsi:nil="true"/>
        <AccountType/>
      </UserInfo>
    </Persone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57DAA8E0851C1498B4177FE9B698783" ma:contentTypeVersion="16" ma:contentTypeDescription="Ein neues Dokument erstellen." ma:contentTypeScope="" ma:versionID="c9f1ee3fbed292aa25fb4024a6485567">
  <xsd:schema xmlns:xsd="http://www.w3.org/2001/XMLSchema" xmlns:xs="http://www.w3.org/2001/XMLSchema" xmlns:p="http://schemas.microsoft.com/office/2006/metadata/properties" xmlns:ns2="0f2d5830-d394-4c0c-bd63-230e1514d342" xmlns:ns3="bca8d540-1d21-4478-b192-ddfe3d245aad" targetNamespace="http://schemas.microsoft.com/office/2006/metadata/properties" ma:root="true" ma:fieldsID="798d1237294c0b49cbfc9b1e0c80c652" ns2:_="" ns3:_="">
    <xsd:import namespace="0f2d5830-d394-4c0c-bd63-230e1514d342"/>
    <xsd:import namespace="bca8d540-1d21-4478-b192-ddfe3d245a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Person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d5830-d394-4c0c-bd63-230e1514d34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6e6d5da-5cdb-43d4-9f06-43e7154b2da5}" ma:internalName="TaxCatchAll" ma:showField="CatchAllData" ma:web="0f2d5830-d394-4c0c-bd63-230e1514d3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a8d540-1d21-4478-b192-ddfe3d245a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Personen" ma:index="21" nillable="true" ma:displayName="Personen" ma:format="Dropdown" ma:list="UserInfo" ma:SharePointGroup="0" ma:internalName="Persone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2F54A-F9FE-49FD-AB94-098AC65A517B}">
  <ds:schemaRefs>
    <ds:schemaRef ds:uri="http://schemas.microsoft.com/office/2006/metadata/properties"/>
    <ds:schemaRef ds:uri="http://schemas.microsoft.com/office/infopath/2007/PartnerControls"/>
    <ds:schemaRef ds:uri="0f2d5830-d394-4c0c-bd63-230e1514d342"/>
    <ds:schemaRef ds:uri="bca8d540-1d21-4478-b192-ddfe3d245aad"/>
  </ds:schemaRefs>
</ds:datastoreItem>
</file>

<file path=customXml/itemProps2.xml><?xml version="1.0" encoding="utf-8"?>
<ds:datastoreItem xmlns:ds="http://schemas.openxmlformats.org/officeDocument/2006/customXml" ds:itemID="{9161D8D8-2448-4107-A64B-4F0FDAECA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d5830-d394-4c0c-bd63-230e1514d342"/>
    <ds:schemaRef ds:uri="bca8d540-1d21-4478-b192-ddfe3d245a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6436C-D07D-4FD4-87A3-4071185306C4}">
  <ds:schemaRefs>
    <ds:schemaRef ds:uri="http://schemas.microsoft.com/sharepoint/v3/contenttype/forms"/>
  </ds:schemaRefs>
</ds:datastoreItem>
</file>

<file path=customXml/itemProps4.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4</Pages>
  <Words>784</Words>
  <Characters>4940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 Florian</dc:creator>
  <cp:keywords/>
  <cp:lastModifiedBy>Jorga Burri-Grisloff</cp:lastModifiedBy>
  <cp:revision>3</cp:revision>
  <cp:lastPrinted>2024-12-12T11:40:00Z</cp:lastPrinted>
  <dcterms:created xsi:type="dcterms:W3CDTF">2024-12-13T09:42:00Z</dcterms:created>
  <dcterms:modified xsi:type="dcterms:W3CDTF">2024-12-13T09:42:00Z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0x010100057DAA8E0851C1498B4177FE9B698783</vt:lpwstr>
  </property>
  <property fmtid="{D5CDD505-2E9C-101B-9397-08002B2CF9AE}" pid="3" name="MediaServiceImageTags">
    <vt:lpwstr/>
  </property>
</Properties>
</file>